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17" w:rsidRDefault="00F43940" w:rsidP="00F43940">
      <w:r>
        <w:t>T</w:t>
      </w:r>
      <w:r>
        <w:rPr>
          <w:rFonts w:hint="eastAsia"/>
        </w:rPr>
        <w:t>est sentences</w:t>
      </w:r>
    </w:p>
    <w:p w:rsidR="00F43940" w:rsidRDefault="00F43940" w:rsidP="00F43940">
      <w:pPr>
        <w:pStyle w:val="1"/>
      </w:pPr>
      <w:r>
        <w:rPr>
          <w:rFonts w:hint="eastAsia"/>
        </w:rPr>
        <w:t>Nouns</w:t>
      </w:r>
    </w:p>
    <w:p w:rsidR="00F43940" w:rsidRPr="00C169A7" w:rsidRDefault="00C169A7" w:rsidP="00F43940">
      <w:pPr>
        <w:pStyle w:val="2"/>
        <w:rPr>
          <w:lang w:val="de-DE"/>
        </w:rPr>
      </w:pPr>
      <w:r w:rsidRPr="00C169A7">
        <w:rPr>
          <w:sz w:val="23"/>
          <w:szCs w:val="23"/>
          <w:lang w:val="de-DE"/>
        </w:rPr>
        <w:t xml:space="preserve">Die </w:t>
      </w:r>
      <w:r w:rsidRPr="00BD22EC">
        <w:rPr>
          <w:color w:val="C00000"/>
          <w:sz w:val="23"/>
          <w:szCs w:val="23"/>
          <w:lang w:val="de-DE"/>
        </w:rPr>
        <w:t>Pflegerinnen</w:t>
      </w:r>
      <w:r w:rsidRPr="00C169A7">
        <w:rPr>
          <w:sz w:val="23"/>
          <w:szCs w:val="23"/>
          <w:lang w:val="de-DE"/>
        </w:rPr>
        <w:t xml:space="preserve"> standen stramm, als der BUND eintrat.</w:t>
      </w:r>
    </w:p>
    <w:p w:rsidR="00C169A7" w:rsidRPr="00C169A7" w:rsidRDefault="00C169A7" w:rsidP="00F43940">
      <w:pPr>
        <w:pStyle w:val="2"/>
        <w:rPr>
          <w:lang w:val="de-DE"/>
        </w:rPr>
      </w:pPr>
      <w:r w:rsidRPr="00C169A7">
        <w:rPr>
          <w:sz w:val="23"/>
          <w:szCs w:val="23"/>
          <w:lang w:val="de-DE"/>
        </w:rPr>
        <w:t xml:space="preserve">Die Oberpflegerin, die am anderen Ende des </w:t>
      </w:r>
      <w:r w:rsidRPr="00BD22EC">
        <w:rPr>
          <w:color w:val="C00000"/>
          <w:sz w:val="23"/>
          <w:szCs w:val="23"/>
          <w:lang w:val="de-DE"/>
        </w:rPr>
        <w:t>Saales</w:t>
      </w:r>
      <w:r w:rsidRPr="00C169A7">
        <w:rPr>
          <w:sz w:val="23"/>
          <w:szCs w:val="23"/>
          <w:lang w:val="de-DE"/>
        </w:rPr>
        <w:t xml:space="preserve"> vor einem Schaltbrett stand, drückte einen kleinen Hebel herunter.</w:t>
      </w:r>
    </w:p>
    <w:p w:rsidR="00C169A7" w:rsidRPr="00C169A7" w:rsidRDefault="00C169A7" w:rsidP="00F43940">
      <w:pPr>
        <w:pStyle w:val="2"/>
        <w:rPr>
          <w:lang w:val="de-DE"/>
        </w:rPr>
      </w:pPr>
      <w:r w:rsidRPr="00C169A7">
        <w:rPr>
          <w:sz w:val="23"/>
          <w:szCs w:val="23"/>
          <w:lang w:val="de-DE"/>
        </w:rPr>
        <w:t>Zwischen die Rosenschalen wurden Bücher gestellt, eine Reihe Kinderbücher, jedes einladend aufgeschlagen auf einer Seite mit dem bunten Bild eines</w:t>
      </w:r>
      <w:r w:rsidRPr="00BD22EC">
        <w:rPr>
          <w:color w:val="C00000"/>
          <w:sz w:val="23"/>
          <w:szCs w:val="23"/>
          <w:lang w:val="de-DE"/>
        </w:rPr>
        <w:t xml:space="preserve"> Vierbeiners</w:t>
      </w:r>
      <w:r w:rsidRPr="00C169A7">
        <w:rPr>
          <w:sz w:val="23"/>
          <w:szCs w:val="23"/>
          <w:lang w:val="de-DE"/>
        </w:rPr>
        <w:t>, Fisches oder Vogels.</w:t>
      </w:r>
    </w:p>
    <w:p w:rsidR="00C169A7" w:rsidRDefault="00C169A7" w:rsidP="00C169A7">
      <w:pPr>
        <w:pStyle w:val="1"/>
        <w:rPr>
          <w:lang w:val="de-DE"/>
        </w:rPr>
      </w:pPr>
      <w:r>
        <w:rPr>
          <w:lang w:val="de-DE"/>
        </w:rPr>
        <w:t>A</w:t>
      </w:r>
      <w:r>
        <w:rPr>
          <w:rFonts w:hint="eastAsia"/>
          <w:lang w:val="de-DE"/>
        </w:rPr>
        <w:t>djectives</w:t>
      </w:r>
    </w:p>
    <w:p w:rsidR="001E1141" w:rsidRPr="00C169A7" w:rsidRDefault="001E1141" w:rsidP="001E1141">
      <w:pPr>
        <w:pStyle w:val="2"/>
        <w:rPr>
          <w:lang w:val="de-DE"/>
        </w:rPr>
      </w:pPr>
      <w:r w:rsidRPr="00C169A7">
        <w:rPr>
          <w:sz w:val="23"/>
          <w:szCs w:val="23"/>
          <w:lang w:val="de-DE"/>
        </w:rPr>
        <w:t xml:space="preserve">Die Oberpflegerin, die am </w:t>
      </w:r>
      <w:r w:rsidRPr="00BD22EC">
        <w:rPr>
          <w:color w:val="C00000"/>
          <w:sz w:val="23"/>
          <w:szCs w:val="23"/>
          <w:lang w:val="de-DE"/>
        </w:rPr>
        <w:t>anderen</w:t>
      </w:r>
      <w:r w:rsidRPr="00C169A7">
        <w:rPr>
          <w:sz w:val="23"/>
          <w:szCs w:val="23"/>
          <w:lang w:val="de-DE"/>
        </w:rPr>
        <w:t xml:space="preserve"> Ende des Saales vor einem Schaltbrett stand, drückte einen kleinen Hebel herunter.</w:t>
      </w:r>
    </w:p>
    <w:p w:rsidR="002370EF" w:rsidRPr="00BD22EC" w:rsidRDefault="002370EF" w:rsidP="002370EF">
      <w:pPr>
        <w:pStyle w:val="2"/>
        <w:rPr>
          <w:lang w:val="de-DE"/>
        </w:rPr>
      </w:pPr>
      <w:r w:rsidRPr="00525125">
        <w:rPr>
          <w:sz w:val="23"/>
          <w:szCs w:val="23"/>
          <w:lang w:val="de-DE"/>
        </w:rPr>
        <w:t xml:space="preserve">Kaum war das geschehen, verstummten die Kinder und begannen auf die Sträuße mit ihren seidig </w:t>
      </w:r>
      <w:r w:rsidRPr="002370EF">
        <w:rPr>
          <w:color w:val="C00000"/>
          <w:sz w:val="23"/>
          <w:szCs w:val="23"/>
          <w:lang w:val="de-DE"/>
        </w:rPr>
        <w:t>schimmernden</w:t>
      </w:r>
      <w:r w:rsidRPr="00525125">
        <w:rPr>
          <w:sz w:val="23"/>
          <w:szCs w:val="23"/>
          <w:lang w:val="de-DE"/>
        </w:rPr>
        <w:t xml:space="preserve"> Farben, auf die so fröhlich auf den weißen Buchseiten leuchtenden Figuren loszukrabbeln.</w:t>
      </w:r>
    </w:p>
    <w:p w:rsidR="00C169A7" w:rsidRPr="00525125" w:rsidRDefault="001E1141" w:rsidP="00C169A7">
      <w:pPr>
        <w:pStyle w:val="2"/>
        <w:rPr>
          <w:lang w:val="de-DE"/>
        </w:rPr>
      </w:pPr>
      <w:r w:rsidRPr="001E1141">
        <w:rPr>
          <w:sz w:val="23"/>
          <w:szCs w:val="23"/>
          <w:lang w:val="de-DE"/>
        </w:rPr>
        <w:t xml:space="preserve">Können denn überhaupt Worte durchdringend wie die </w:t>
      </w:r>
      <w:bookmarkStart w:id="0" w:name="OLE_LINK1"/>
      <w:bookmarkStart w:id="1" w:name="OLE_LINK2"/>
      <w:r w:rsidRPr="002370EF">
        <w:rPr>
          <w:color w:val="C00000"/>
          <w:sz w:val="23"/>
          <w:szCs w:val="23"/>
          <w:lang w:val="de-DE"/>
        </w:rPr>
        <w:t>stärksten</w:t>
      </w:r>
      <w:bookmarkEnd w:id="0"/>
      <w:bookmarkEnd w:id="1"/>
      <w:r w:rsidRPr="001E1141">
        <w:rPr>
          <w:sz w:val="23"/>
          <w:szCs w:val="23"/>
          <w:lang w:val="de-DE"/>
        </w:rPr>
        <w:t xml:space="preserve"> Röntgenstrahlen sein, wenn man über solche Dinge schreibt?</w:t>
      </w:r>
    </w:p>
    <w:p w:rsidR="00525125" w:rsidRPr="00525125" w:rsidRDefault="00525125" w:rsidP="00C169A7">
      <w:pPr>
        <w:pStyle w:val="2"/>
        <w:rPr>
          <w:lang w:val="de-DE"/>
        </w:rPr>
      </w:pPr>
      <w:r w:rsidRPr="00525125">
        <w:rPr>
          <w:sz w:val="23"/>
          <w:szCs w:val="23"/>
          <w:lang w:val="de-DE"/>
        </w:rPr>
        <w:t xml:space="preserve">die Trommeln hatten einen neuen, </w:t>
      </w:r>
      <w:r w:rsidRPr="002370EF">
        <w:rPr>
          <w:color w:val="C00000"/>
          <w:sz w:val="23"/>
          <w:szCs w:val="23"/>
          <w:lang w:val="de-DE"/>
        </w:rPr>
        <w:t>schnelleren</w:t>
      </w:r>
      <w:r w:rsidRPr="00525125">
        <w:rPr>
          <w:sz w:val="23"/>
          <w:szCs w:val="23"/>
          <w:lang w:val="de-DE"/>
        </w:rPr>
        <w:t xml:space="preserve"> Rhythmus angenommen,</w:t>
      </w:r>
    </w:p>
    <w:p w:rsidR="00525125" w:rsidRDefault="00525125" w:rsidP="00525125">
      <w:pPr>
        <w:pStyle w:val="1"/>
        <w:rPr>
          <w:lang w:val="de-DE"/>
        </w:rPr>
      </w:pPr>
      <w:r>
        <w:rPr>
          <w:rFonts w:hint="eastAsia"/>
          <w:lang w:val="de-DE"/>
        </w:rPr>
        <w:t>verbs</w:t>
      </w:r>
    </w:p>
    <w:p w:rsidR="00BD22EC" w:rsidRPr="002370EF" w:rsidRDefault="00BD22EC" w:rsidP="00525125">
      <w:pPr>
        <w:pStyle w:val="2"/>
        <w:rPr>
          <w:sz w:val="23"/>
          <w:szCs w:val="23"/>
          <w:lang w:val="de-DE"/>
        </w:rPr>
      </w:pPr>
      <w:r w:rsidRPr="002370EF">
        <w:rPr>
          <w:sz w:val="23"/>
          <w:szCs w:val="23"/>
          <w:lang w:val="de-DE"/>
        </w:rPr>
        <w:t xml:space="preserve">Einige der Studenten </w:t>
      </w:r>
      <w:r w:rsidRPr="002370EF">
        <w:rPr>
          <w:color w:val="C00000"/>
          <w:sz w:val="23"/>
          <w:szCs w:val="23"/>
          <w:lang w:val="de-DE"/>
        </w:rPr>
        <w:t>erröteten</w:t>
      </w:r>
      <w:r w:rsidRPr="002370EF">
        <w:rPr>
          <w:sz w:val="23"/>
          <w:szCs w:val="23"/>
          <w:lang w:val="de-DE"/>
        </w:rPr>
        <w:t xml:space="preserve">. </w:t>
      </w:r>
    </w:p>
    <w:p w:rsidR="00525125" w:rsidRPr="002370EF" w:rsidRDefault="00525125" w:rsidP="00525125">
      <w:pPr>
        <w:pStyle w:val="2"/>
        <w:rPr>
          <w:sz w:val="23"/>
          <w:szCs w:val="23"/>
          <w:lang w:val="de-DE"/>
        </w:rPr>
      </w:pPr>
      <w:r w:rsidRPr="002370EF">
        <w:rPr>
          <w:sz w:val="23"/>
          <w:szCs w:val="23"/>
          <w:lang w:val="de-DE"/>
        </w:rPr>
        <w:t xml:space="preserve">Die Kinder wurden </w:t>
      </w:r>
      <w:r w:rsidRPr="002370EF">
        <w:rPr>
          <w:color w:val="C00000"/>
          <w:sz w:val="23"/>
          <w:szCs w:val="23"/>
          <w:lang w:val="de-DE"/>
        </w:rPr>
        <w:t>abgeladen</w:t>
      </w:r>
      <w:r w:rsidRPr="002370EF">
        <w:rPr>
          <w:sz w:val="23"/>
          <w:szCs w:val="23"/>
          <w:lang w:val="de-DE"/>
        </w:rPr>
        <w:t>.</w:t>
      </w:r>
    </w:p>
    <w:p w:rsidR="00525125" w:rsidRPr="00BD22EC" w:rsidRDefault="00525125" w:rsidP="00525125">
      <w:pPr>
        <w:pStyle w:val="2"/>
        <w:rPr>
          <w:lang w:val="de-DE"/>
        </w:rPr>
      </w:pPr>
      <w:r w:rsidRPr="00525125">
        <w:rPr>
          <w:sz w:val="23"/>
          <w:szCs w:val="23"/>
          <w:lang w:val="de-DE"/>
        </w:rPr>
        <w:t>Kaum war das</w:t>
      </w:r>
      <w:r w:rsidRPr="00672CE5">
        <w:rPr>
          <w:sz w:val="23"/>
          <w:szCs w:val="23"/>
          <w:lang w:val="de-DE"/>
        </w:rPr>
        <w:t xml:space="preserve"> geschehen</w:t>
      </w:r>
      <w:r w:rsidRPr="00525125">
        <w:rPr>
          <w:sz w:val="23"/>
          <w:szCs w:val="23"/>
          <w:lang w:val="de-DE"/>
        </w:rPr>
        <w:t xml:space="preserve">, </w:t>
      </w:r>
      <w:r w:rsidRPr="00672CE5">
        <w:rPr>
          <w:color w:val="C00000"/>
          <w:sz w:val="23"/>
          <w:szCs w:val="23"/>
          <w:lang w:val="de-DE"/>
        </w:rPr>
        <w:t>verstummten</w:t>
      </w:r>
      <w:r w:rsidRPr="00525125">
        <w:rPr>
          <w:sz w:val="23"/>
          <w:szCs w:val="23"/>
          <w:lang w:val="de-DE"/>
        </w:rPr>
        <w:t xml:space="preserve"> die Kinder und begannen auf die Sträuße mit ihren seidig schimmernden Farben, auf die so fröhlich auf den weißen Buchseiten leuchtenden Figuren</w:t>
      </w:r>
      <w:r w:rsidRPr="00497771">
        <w:rPr>
          <w:sz w:val="23"/>
          <w:szCs w:val="23"/>
          <w:lang w:val="de-DE"/>
        </w:rPr>
        <w:t xml:space="preserve"> loszukrabbeln.</w:t>
      </w:r>
    </w:p>
    <w:p w:rsidR="00172EBE" w:rsidRPr="00BD22EC" w:rsidRDefault="00172EBE" w:rsidP="00172EBE">
      <w:pPr>
        <w:pStyle w:val="2"/>
        <w:rPr>
          <w:lang w:val="de-DE"/>
        </w:rPr>
      </w:pPr>
      <w:r w:rsidRPr="00BD22EC">
        <w:rPr>
          <w:sz w:val="23"/>
          <w:szCs w:val="23"/>
          <w:lang w:val="de-DE"/>
        </w:rPr>
        <w:t xml:space="preserve">Die Detonationen </w:t>
      </w:r>
      <w:r w:rsidRPr="002370EF">
        <w:rPr>
          <w:color w:val="C00000"/>
          <w:sz w:val="23"/>
          <w:szCs w:val="23"/>
          <w:lang w:val="de-DE"/>
        </w:rPr>
        <w:t>hörten auf</w:t>
      </w:r>
      <w:r w:rsidRPr="00BD22EC">
        <w:rPr>
          <w:sz w:val="23"/>
          <w:szCs w:val="23"/>
          <w:lang w:val="de-DE"/>
        </w:rPr>
        <w:t>, die Klingeln verstummten, das Sirenengeheul erstarb nach und nach.</w:t>
      </w:r>
    </w:p>
    <w:p w:rsidR="00BD22EC" w:rsidRPr="00497771" w:rsidRDefault="00BD22EC" w:rsidP="00525125">
      <w:pPr>
        <w:pStyle w:val="2"/>
        <w:rPr>
          <w:lang w:val="de-DE"/>
        </w:rPr>
      </w:pPr>
      <w:r w:rsidRPr="00BD22EC">
        <w:rPr>
          <w:sz w:val="23"/>
          <w:szCs w:val="23"/>
          <w:lang w:val="de-DE"/>
        </w:rPr>
        <w:t>Die Detonationen</w:t>
      </w:r>
      <w:r w:rsidRPr="00172EBE">
        <w:rPr>
          <w:sz w:val="23"/>
          <w:szCs w:val="23"/>
          <w:lang w:val="de-DE"/>
        </w:rPr>
        <w:t xml:space="preserve"> hörten auf</w:t>
      </w:r>
      <w:r w:rsidRPr="00BD22EC">
        <w:rPr>
          <w:sz w:val="23"/>
          <w:szCs w:val="23"/>
          <w:lang w:val="de-DE"/>
        </w:rPr>
        <w:t xml:space="preserve">, die Klingeln verstummten, das Sirenengeheul </w:t>
      </w:r>
      <w:r w:rsidRPr="00172EBE">
        <w:rPr>
          <w:color w:val="C00000"/>
          <w:sz w:val="23"/>
          <w:szCs w:val="23"/>
          <w:lang w:val="de-DE"/>
        </w:rPr>
        <w:t>erstarb</w:t>
      </w:r>
      <w:r w:rsidRPr="00BD22EC">
        <w:rPr>
          <w:sz w:val="23"/>
          <w:szCs w:val="23"/>
          <w:lang w:val="de-DE"/>
        </w:rPr>
        <w:t xml:space="preserve"> nach und nach.</w:t>
      </w:r>
    </w:p>
    <w:p w:rsidR="00497771" w:rsidRPr="005E5D98" w:rsidRDefault="00497771" w:rsidP="00525125">
      <w:pPr>
        <w:pStyle w:val="2"/>
        <w:rPr>
          <w:lang w:val="de-DE"/>
        </w:rPr>
      </w:pPr>
      <w:r w:rsidRPr="00497771">
        <w:rPr>
          <w:sz w:val="23"/>
          <w:szCs w:val="23"/>
          <w:lang w:val="de-DE"/>
        </w:rPr>
        <w:t xml:space="preserve">Und so widerstehe ich denn der Versuchung, in künstlerischer Zerknirschung zu schwelgen, und </w:t>
      </w:r>
      <w:r w:rsidRPr="00497771">
        <w:rPr>
          <w:color w:val="C00000"/>
          <w:sz w:val="23"/>
          <w:szCs w:val="23"/>
          <w:lang w:val="de-DE"/>
        </w:rPr>
        <w:t>ziehe</w:t>
      </w:r>
      <w:r w:rsidRPr="00497771">
        <w:rPr>
          <w:sz w:val="23"/>
          <w:szCs w:val="23"/>
          <w:lang w:val="de-DE"/>
        </w:rPr>
        <w:t xml:space="preserve"> es </w:t>
      </w:r>
      <w:r w:rsidRPr="00497771">
        <w:rPr>
          <w:color w:val="C00000"/>
          <w:sz w:val="23"/>
          <w:szCs w:val="23"/>
          <w:lang w:val="de-DE"/>
        </w:rPr>
        <w:t>vor</w:t>
      </w:r>
      <w:r w:rsidRPr="00497771">
        <w:rPr>
          <w:sz w:val="23"/>
          <w:szCs w:val="23"/>
          <w:lang w:val="de-DE"/>
        </w:rPr>
        <w:t>, beides, das Gute und das Schlechte, unangetastet zu lassen und an etwas anderes zu denken.</w:t>
      </w:r>
    </w:p>
    <w:p w:rsidR="005E5D98" w:rsidRPr="00BD22EC" w:rsidRDefault="005E5D98" w:rsidP="00525125">
      <w:pPr>
        <w:pStyle w:val="2"/>
        <w:rPr>
          <w:lang w:val="de-DE"/>
        </w:rPr>
      </w:pPr>
      <w:r w:rsidRPr="005E5D98">
        <w:rPr>
          <w:sz w:val="23"/>
          <w:szCs w:val="23"/>
          <w:lang w:val="de-DE"/>
        </w:rPr>
        <w:t xml:space="preserve">Ihre nächste Phase mag der Atomkrieg sein, und in diesem Fall brauchen wir uns nicht mit Prophezeiungen über die Zukunft </w:t>
      </w:r>
      <w:r w:rsidRPr="005E5D98">
        <w:rPr>
          <w:color w:val="C00000"/>
          <w:sz w:val="23"/>
          <w:szCs w:val="23"/>
          <w:lang w:val="de-DE"/>
        </w:rPr>
        <w:t>abzugeben</w:t>
      </w:r>
      <w:r w:rsidRPr="005E5D98">
        <w:rPr>
          <w:sz w:val="23"/>
          <w:szCs w:val="23"/>
          <w:lang w:val="de-DE"/>
        </w:rPr>
        <w:t>.</w:t>
      </w:r>
    </w:p>
    <w:sectPr w:rsidR="005E5D98" w:rsidRPr="00BD22EC" w:rsidSect="00862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2AE" w:rsidRDefault="000442AE" w:rsidP="00497ECA">
      <w:r>
        <w:separator/>
      </w:r>
    </w:p>
  </w:endnote>
  <w:endnote w:type="continuationSeparator" w:id="0">
    <w:p w:rsidR="000442AE" w:rsidRDefault="000442AE" w:rsidP="00497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2AE" w:rsidRDefault="000442AE" w:rsidP="00497ECA">
      <w:r>
        <w:separator/>
      </w:r>
    </w:p>
  </w:footnote>
  <w:footnote w:type="continuationSeparator" w:id="0">
    <w:p w:rsidR="000442AE" w:rsidRDefault="000442AE" w:rsidP="00497E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2B54"/>
    <w:multiLevelType w:val="multilevel"/>
    <w:tmpl w:val="002E258C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>
    <w:nsid w:val="14604BE2"/>
    <w:multiLevelType w:val="multilevel"/>
    <w:tmpl w:val="6450BAC8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>
    <w:nsid w:val="24382F6B"/>
    <w:multiLevelType w:val="multilevel"/>
    <w:tmpl w:val="C63EF402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30A74587"/>
    <w:multiLevelType w:val="multilevel"/>
    <w:tmpl w:val="574A187A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>
    <w:nsid w:val="38595DC7"/>
    <w:multiLevelType w:val="multilevel"/>
    <w:tmpl w:val="F7B0AA5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>
    <w:nsid w:val="3CFB17C8"/>
    <w:multiLevelType w:val="multilevel"/>
    <w:tmpl w:val="CE3A1C0A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>
    <w:nsid w:val="5E9F404C"/>
    <w:multiLevelType w:val="multilevel"/>
    <w:tmpl w:val="C4E4F736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>
    <w:nsid w:val="66C6131C"/>
    <w:multiLevelType w:val="multilevel"/>
    <w:tmpl w:val="B1D6E3B2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2.%1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%4.%2.%3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3F01"/>
  <w:defaultTabStop w:val="851"/>
  <w:drawingGridVerticalSpacing w:val="164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43940"/>
    <w:rsid w:val="00004A40"/>
    <w:rsid w:val="00005F3E"/>
    <w:rsid w:val="00012EAC"/>
    <w:rsid w:val="000442AE"/>
    <w:rsid w:val="000733D2"/>
    <w:rsid w:val="00090DBF"/>
    <w:rsid w:val="000947D8"/>
    <w:rsid w:val="00097B59"/>
    <w:rsid w:val="000A61D1"/>
    <w:rsid w:val="000C5609"/>
    <w:rsid w:val="000D0159"/>
    <w:rsid w:val="00146A3D"/>
    <w:rsid w:val="00152235"/>
    <w:rsid w:val="00152EF7"/>
    <w:rsid w:val="00154B28"/>
    <w:rsid w:val="0016348D"/>
    <w:rsid w:val="00166F61"/>
    <w:rsid w:val="0016789B"/>
    <w:rsid w:val="00170471"/>
    <w:rsid w:val="00172EBE"/>
    <w:rsid w:val="001928BC"/>
    <w:rsid w:val="001970FD"/>
    <w:rsid w:val="001A1C61"/>
    <w:rsid w:val="001E1141"/>
    <w:rsid w:val="00200599"/>
    <w:rsid w:val="00205AA5"/>
    <w:rsid w:val="00217AFF"/>
    <w:rsid w:val="002370EF"/>
    <w:rsid w:val="00245B1A"/>
    <w:rsid w:val="0025093C"/>
    <w:rsid w:val="00264B8D"/>
    <w:rsid w:val="002908A6"/>
    <w:rsid w:val="002B09C7"/>
    <w:rsid w:val="002B7B29"/>
    <w:rsid w:val="002C4F23"/>
    <w:rsid w:val="00304886"/>
    <w:rsid w:val="003147DA"/>
    <w:rsid w:val="0035005E"/>
    <w:rsid w:val="00351BF2"/>
    <w:rsid w:val="0039163B"/>
    <w:rsid w:val="00392AC1"/>
    <w:rsid w:val="00394FC1"/>
    <w:rsid w:val="00395FEB"/>
    <w:rsid w:val="003A41AE"/>
    <w:rsid w:val="003B0936"/>
    <w:rsid w:val="003B32B1"/>
    <w:rsid w:val="003C1D31"/>
    <w:rsid w:val="003E1C2B"/>
    <w:rsid w:val="004059AE"/>
    <w:rsid w:val="00455953"/>
    <w:rsid w:val="0049223E"/>
    <w:rsid w:val="00497771"/>
    <w:rsid w:val="00497ECA"/>
    <w:rsid w:val="004A4160"/>
    <w:rsid w:val="004A4780"/>
    <w:rsid w:val="004C6987"/>
    <w:rsid w:val="00511967"/>
    <w:rsid w:val="00525125"/>
    <w:rsid w:val="0055746E"/>
    <w:rsid w:val="00562785"/>
    <w:rsid w:val="00562F27"/>
    <w:rsid w:val="005657D7"/>
    <w:rsid w:val="00566555"/>
    <w:rsid w:val="005851C4"/>
    <w:rsid w:val="005C3E8F"/>
    <w:rsid w:val="005D26ED"/>
    <w:rsid w:val="005D3853"/>
    <w:rsid w:val="005E5D98"/>
    <w:rsid w:val="005F575E"/>
    <w:rsid w:val="005F6F40"/>
    <w:rsid w:val="00600418"/>
    <w:rsid w:val="006061C1"/>
    <w:rsid w:val="00672CE5"/>
    <w:rsid w:val="00687AEB"/>
    <w:rsid w:val="006A5681"/>
    <w:rsid w:val="006A5835"/>
    <w:rsid w:val="006B6AEC"/>
    <w:rsid w:val="006E2941"/>
    <w:rsid w:val="007056BE"/>
    <w:rsid w:val="00712BC6"/>
    <w:rsid w:val="00716E78"/>
    <w:rsid w:val="0073521D"/>
    <w:rsid w:val="00752BA3"/>
    <w:rsid w:val="007A4257"/>
    <w:rsid w:val="007A6270"/>
    <w:rsid w:val="007A63DC"/>
    <w:rsid w:val="007D2322"/>
    <w:rsid w:val="007E5C47"/>
    <w:rsid w:val="00803367"/>
    <w:rsid w:val="00814A74"/>
    <w:rsid w:val="008162EC"/>
    <w:rsid w:val="00816D0A"/>
    <w:rsid w:val="00822E7E"/>
    <w:rsid w:val="008403DF"/>
    <w:rsid w:val="00854285"/>
    <w:rsid w:val="00862EF7"/>
    <w:rsid w:val="00871223"/>
    <w:rsid w:val="0088772D"/>
    <w:rsid w:val="008B0316"/>
    <w:rsid w:val="008D1349"/>
    <w:rsid w:val="008D70B9"/>
    <w:rsid w:val="00916B21"/>
    <w:rsid w:val="00921B00"/>
    <w:rsid w:val="00965C90"/>
    <w:rsid w:val="0098406A"/>
    <w:rsid w:val="009841B8"/>
    <w:rsid w:val="00992184"/>
    <w:rsid w:val="009A03A4"/>
    <w:rsid w:val="009B7DAC"/>
    <w:rsid w:val="009E0446"/>
    <w:rsid w:val="00A07B35"/>
    <w:rsid w:val="00A12B80"/>
    <w:rsid w:val="00A14C9F"/>
    <w:rsid w:val="00A208DF"/>
    <w:rsid w:val="00A21A4D"/>
    <w:rsid w:val="00A30946"/>
    <w:rsid w:val="00A35A42"/>
    <w:rsid w:val="00A7736C"/>
    <w:rsid w:val="00A8600F"/>
    <w:rsid w:val="00A9419D"/>
    <w:rsid w:val="00A95B08"/>
    <w:rsid w:val="00A97607"/>
    <w:rsid w:val="00AA475D"/>
    <w:rsid w:val="00AC5B5F"/>
    <w:rsid w:val="00AD211F"/>
    <w:rsid w:val="00B225E7"/>
    <w:rsid w:val="00B2267A"/>
    <w:rsid w:val="00B3026A"/>
    <w:rsid w:val="00B32392"/>
    <w:rsid w:val="00B3650C"/>
    <w:rsid w:val="00B44BB1"/>
    <w:rsid w:val="00B86337"/>
    <w:rsid w:val="00B9741B"/>
    <w:rsid w:val="00BA3127"/>
    <w:rsid w:val="00BB415B"/>
    <w:rsid w:val="00BD22EC"/>
    <w:rsid w:val="00BF37FC"/>
    <w:rsid w:val="00C11815"/>
    <w:rsid w:val="00C169A7"/>
    <w:rsid w:val="00C34E1A"/>
    <w:rsid w:val="00C54341"/>
    <w:rsid w:val="00C54C67"/>
    <w:rsid w:val="00C56199"/>
    <w:rsid w:val="00C7198D"/>
    <w:rsid w:val="00C734DB"/>
    <w:rsid w:val="00CE2EF2"/>
    <w:rsid w:val="00CF27B7"/>
    <w:rsid w:val="00CF6C28"/>
    <w:rsid w:val="00D04AFE"/>
    <w:rsid w:val="00D31385"/>
    <w:rsid w:val="00D66233"/>
    <w:rsid w:val="00D82B43"/>
    <w:rsid w:val="00DA6750"/>
    <w:rsid w:val="00DB1189"/>
    <w:rsid w:val="00DF565A"/>
    <w:rsid w:val="00E0334A"/>
    <w:rsid w:val="00E06AEC"/>
    <w:rsid w:val="00E3049E"/>
    <w:rsid w:val="00E349BB"/>
    <w:rsid w:val="00E41657"/>
    <w:rsid w:val="00E77690"/>
    <w:rsid w:val="00E86145"/>
    <w:rsid w:val="00E9170D"/>
    <w:rsid w:val="00E93399"/>
    <w:rsid w:val="00EC1D0D"/>
    <w:rsid w:val="00ED6D47"/>
    <w:rsid w:val="00F067FD"/>
    <w:rsid w:val="00F1445D"/>
    <w:rsid w:val="00F20BB6"/>
    <w:rsid w:val="00F35187"/>
    <w:rsid w:val="00F43940"/>
    <w:rsid w:val="00F445EF"/>
    <w:rsid w:val="00F517AE"/>
    <w:rsid w:val="00F76D37"/>
    <w:rsid w:val="00F81407"/>
    <w:rsid w:val="00F8534B"/>
    <w:rsid w:val="00F87E9A"/>
    <w:rsid w:val="00F94D95"/>
    <w:rsid w:val="00F96FAC"/>
    <w:rsid w:val="00FA0F46"/>
    <w:rsid w:val="00FD7A28"/>
    <w:rsid w:val="00FE6E0F"/>
    <w:rsid w:val="00FE7B19"/>
    <w:rsid w:val="00FF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Tak"/>
    <w:qFormat/>
    <w:rsid w:val="00A9419D"/>
    <w:rPr>
      <w:rFonts w:ascii="Arial" w:eastAsia="ＭＳ ゴシック" w:hAnsi="Arial"/>
      <w:kern w:val="2"/>
      <w:sz w:val="24"/>
    </w:rPr>
  </w:style>
  <w:style w:type="paragraph" w:styleId="1">
    <w:name w:val="heading 1"/>
    <w:basedOn w:val="a"/>
    <w:next w:val="a"/>
    <w:qFormat/>
    <w:rsid w:val="00A9419D"/>
    <w:pPr>
      <w:keepNext/>
      <w:numPr>
        <w:numId w:val="40"/>
      </w:numPr>
      <w:outlineLvl w:val="0"/>
    </w:pPr>
    <w:rPr>
      <w:szCs w:val="24"/>
    </w:rPr>
  </w:style>
  <w:style w:type="paragraph" w:styleId="2">
    <w:name w:val="heading 2"/>
    <w:basedOn w:val="a"/>
    <w:next w:val="a"/>
    <w:qFormat/>
    <w:rsid w:val="00A9419D"/>
    <w:pPr>
      <w:keepNext/>
      <w:numPr>
        <w:ilvl w:val="1"/>
        <w:numId w:val="40"/>
      </w:numPr>
      <w:outlineLvl w:val="1"/>
    </w:pPr>
  </w:style>
  <w:style w:type="paragraph" w:styleId="3">
    <w:name w:val="heading 3"/>
    <w:basedOn w:val="a"/>
    <w:next w:val="a"/>
    <w:qFormat/>
    <w:rsid w:val="00A9419D"/>
    <w:pPr>
      <w:keepNext/>
      <w:numPr>
        <w:ilvl w:val="2"/>
        <w:numId w:val="40"/>
      </w:numPr>
      <w:outlineLvl w:val="2"/>
    </w:pPr>
  </w:style>
  <w:style w:type="paragraph" w:styleId="4">
    <w:name w:val="heading 4"/>
    <w:basedOn w:val="a"/>
    <w:next w:val="a"/>
    <w:qFormat/>
    <w:rsid w:val="00A9419D"/>
    <w:pPr>
      <w:keepNext/>
      <w:numPr>
        <w:ilvl w:val="3"/>
        <w:numId w:val="40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A9419D"/>
    <w:pPr>
      <w:keepNext/>
      <w:numPr>
        <w:ilvl w:val="4"/>
        <w:numId w:val="40"/>
      </w:numPr>
      <w:outlineLvl w:val="4"/>
    </w:pPr>
  </w:style>
  <w:style w:type="paragraph" w:styleId="6">
    <w:name w:val="heading 6"/>
    <w:basedOn w:val="a"/>
    <w:next w:val="a"/>
    <w:qFormat/>
    <w:rsid w:val="00A9419D"/>
    <w:pPr>
      <w:keepNext/>
      <w:numPr>
        <w:ilvl w:val="5"/>
        <w:numId w:val="40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A9419D"/>
    <w:pPr>
      <w:keepNext/>
      <w:numPr>
        <w:ilvl w:val="6"/>
        <w:numId w:val="40"/>
      </w:num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1"/>
    <w:autoRedefine/>
    <w:rsid w:val="00A9419D"/>
    <w:pPr>
      <w:outlineLvl w:val="0"/>
    </w:pPr>
  </w:style>
  <w:style w:type="paragraph" w:styleId="a4">
    <w:name w:val="header"/>
    <w:basedOn w:val="a"/>
    <w:link w:val="a5"/>
    <w:rsid w:val="00497E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97ECA"/>
    <w:rPr>
      <w:rFonts w:ascii="Arial" w:eastAsia="ＭＳ ゴシック" w:hAnsi="Arial"/>
      <w:kern w:val="2"/>
      <w:sz w:val="24"/>
    </w:rPr>
  </w:style>
  <w:style w:type="paragraph" w:styleId="a6">
    <w:name w:val="footer"/>
    <w:basedOn w:val="a"/>
    <w:link w:val="a7"/>
    <w:rsid w:val="00497E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97ECA"/>
    <w:rPr>
      <w:rFonts w:ascii="Arial" w:eastAsia="ＭＳ ゴシック" w:hAnsi="Arial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ratsuwa.MATSUURA\AppData\Roaming\Microsoft\Templates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 Kuratsuwa</dc:creator>
  <cp:lastModifiedBy>Takashi Kuratsuwa</cp:lastModifiedBy>
  <cp:revision>2</cp:revision>
  <dcterms:created xsi:type="dcterms:W3CDTF">2012-05-19T12:07:00Z</dcterms:created>
  <dcterms:modified xsi:type="dcterms:W3CDTF">2012-05-19T12:07:00Z</dcterms:modified>
</cp:coreProperties>
</file>