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7DA8" w:rsidRDefault="00937DA8" w:rsidP="008D14B8">
      <w:pPr>
        <w:pStyle w:val="tesiscuerpo"/>
        <w:spacing w:before="0" w:after="120"/>
        <w:rPr>
          <w:lang w:val="es-AR"/>
        </w:rPr>
      </w:pPr>
      <w:r w:rsidRPr="00C80A32">
        <w:rPr>
          <w:b/>
          <w:lang w:val="es-AR"/>
        </w:rPr>
        <w:t>Garamond:</w:t>
      </w:r>
      <w:r>
        <w:rPr>
          <w:lang w:val="es-AR"/>
        </w:rPr>
        <w:t xml:space="preserve"> </w:t>
      </w:r>
      <w:r w:rsidRPr="00C80A32">
        <w:rPr>
          <w:lang w:val="es-AR"/>
        </w:rPr>
        <w:t xml:space="preserve">The strong growth figures will surely bolster the conviction here that German workers and companies in recent years made the short-term sacrifices necessary for long-term success that Germany’s European partners did not. </w:t>
      </w:r>
    </w:p>
    <w:p w:rsidR="00937DA8" w:rsidRDefault="00937DA8" w:rsidP="008D14B8">
      <w:pPr>
        <w:pStyle w:val="tesiscuerpo"/>
        <w:spacing w:before="0" w:after="120"/>
        <w:rPr>
          <w:rFonts w:ascii="Times New Roman" w:hAnsi="Times New Roman"/>
          <w:lang w:val="es-AR"/>
        </w:rPr>
      </w:pPr>
      <w:r w:rsidRPr="008D14B8">
        <w:rPr>
          <w:rFonts w:ascii="Times New Roman" w:hAnsi="Times New Roman"/>
          <w:b/>
          <w:lang w:val="es-AR"/>
        </w:rPr>
        <w:t>Times NR:</w:t>
      </w:r>
      <w:r w:rsidRPr="008D14B8">
        <w:rPr>
          <w:rFonts w:ascii="Times New Roman" w:hAnsi="Times New Roman"/>
          <w:lang w:val="es-AR"/>
        </w:rPr>
        <w:t xml:space="preserve"> The strong growth figures will surely bolster the conviction here that German workers and companies in recent years made the short-term sacrifices necessary for long-term success that Germany’s European partners did not.</w:t>
      </w:r>
    </w:p>
    <w:p w:rsidR="00937DA8" w:rsidRPr="008D14B8" w:rsidRDefault="00937DA8" w:rsidP="008D14B8">
      <w:pPr>
        <w:pStyle w:val="tesiscuerpo"/>
        <w:spacing w:before="0" w:after="120"/>
        <w:rPr>
          <w:rFonts w:ascii="Cambria" w:hAnsi="Cambria"/>
          <w:lang w:val="es-AR"/>
        </w:rPr>
      </w:pPr>
      <w:r w:rsidRPr="008D14B8">
        <w:rPr>
          <w:rFonts w:ascii="Cambria" w:hAnsi="Cambria"/>
          <w:b/>
          <w:lang w:val="es-AR"/>
        </w:rPr>
        <w:t xml:space="preserve">Cambria: </w:t>
      </w:r>
      <w:r w:rsidRPr="008D14B8">
        <w:rPr>
          <w:rFonts w:ascii="Cambria" w:hAnsi="Cambria"/>
          <w:lang w:val="es-AR"/>
        </w:rPr>
        <w:t>The strong growth figures will surely bolster the conviction here that German workers and companies in recent years made the short-term sacrifices necessary for long-term success that Germany’s European partners did not.</w:t>
      </w:r>
    </w:p>
    <w:p w:rsidR="00937DA8" w:rsidRPr="008D14B8" w:rsidRDefault="00937DA8" w:rsidP="008D14B8">
      <w:pPr>
        <w:pStyle w:val="tesiscuerpo"/>
        <w:spacing w:before="0" w:after="120"/>
        <w:rPr>
          <w:rFonts w:ascii="Californian FB" w:hAnsi="Californian FB"/>
          <w:lang w:val="es-AR"/>
        </w:rPr>
      </w:pPr>
      <w:r w:rsidRPr="008D14B8">
        <w:rPr>
          <w:rFonts w:ascii="Californian FB" w:hAnsi="Californian FB"/>
          <w:b/>
          <w:lang w:val="es-AR"/>
        </w:rPr>
        <w:t>California:</w:t>
      </w:r>
      <w:r w:rsidRPr="008D14B8">
        <w:rPr>
          <w:rFonts w:ascii="Californian FB" w:hAnsi="Californian FB"/>
          <w:lang w:val="es-AR"/>
        </w:rPr>
        <w:t xml:space="preserve"> The strong growth figures will surely bolster the conviction here that German workers and companies in recent years made the short-term sacrifices necessary for long-term success that Germany’s European partners did </w:t>
      </w:r>
    </w:p>
    <w:p w:rsidR="00937DA8" w:rsidRDefault="00937DA8" w:rsidP="008D14B8">
      <w:pPr>
        <w:pStyle w:val="tesiscuerpo"/>
        <w:spacing w:before="0" w:after="120"/>
        <w:rPr>
          <w:rFonts w:ascii="Century" w:hAnsi="Century"/>
          <w:lang w:val="es-AR"/>
        </w:rPr>
      </w:pPr>
      <w:r w:rsidRPr="008D14B8">
        <w:rPr>
          <w:rFonts w:ascii="Century" w:hAnsi="Century"/>
          <w:b/>
          <w:lang w:val="es-AR"/>
        </w:rPr>
        <w:t>Century</w:t>
      </w:r>
      <w:r>
        <w:rPr>
          <w:rFonts w:ascii="Century" w:hAnsi="Century"/>
          <w:lang w:val="es-AR"/>
        </w:rPr>
        <w:t xml:space="preserve"> </w:t>
      </w:r>
      <w:r w:rsidRPr="008D14B8">
        <w:rPr>
          <w:rFonts w:ascii="Century" w:hAnsi="Century"/>
          <w:lang w:val="es-AR"/>
        </w:rPr>
        <w:t>The strong growth figures will surely bolster the conviction here that German workers and companies in recent years made the short-term sacrifices necessary for long-term success that Germany’s European partners did not.</w:t>
      </w:r>
    </w:p>
    <w:p w:rsidR="00937DA8" w:rsidRPr="008D14B8" w:rsidRDefault="00937DA8" w:rsidP="008D14B8">
      <w:pPr>
        <w:pStyle w:val="tesiscuerpo"/>
        <w:spacing w:before="0" w:after="120"/>
        <w:rPr>
          <w:rFonts w:ascii="Century Schoolbook" w:hAnsi="Century Schoolbook"/>
          <w:lang w:val="es-ES"/>
        </w:rPr>
      </w:pPr>
      <w:r w:rsidRPr="008D14B8">
        <w:rPr>
          <w:rFonts w:ascii="Century Schoolbook" w:hAnsi="Century Schoolbook"/>
          <w:b/>
          <w:lang w:val="es-AR"/>
        </w:rPr>
        <w:t>CenturySB</w:t>
      </w:r>
      <w:r w:rsidRPr="008D14B8">
        <w:rPr>
          <w:rFonts w:ascii="Century Schoolbook" w:hAnsi="Century Schoolbook"/>
          <w:lang w:val="es-AR"/>
        </w:rPr>
        <w:t xml:space="preserve"> The strong growth figures will surely bolster the conviction here that German workers and companies in recent years made the short-term sacrifices necessary for long-term success that Germany’s European partners did not.</w:t>
      </w:r>
    </w:p>
    <w:p w:rsidR="00937DA8" w:rsidRPr="008D14B8" w:rsidRDefault="00937DA8" w:rsidP="008D14B8">
      <w:pPr>
        <w:pStyle w:val="tesiscuerpo"/>
        <w:spacing w:before="0" w:after="120"/>
        <w:rPr>
          <w:rFonts w:ascii="Georgia" w:hAnsi="Georgia"/>
          <w:lang w:val="es-ES"/>
        </w:rPr>
      </w:pPr>
      <w:r w:rsidRPr="008D14B8">
        <w:rPr>
          <w:rFonts w:ascii="Georgia" w:hAnsi="Georgia"/>
          <w:b/>
          <w:lang w:val="es-AR"/>
        </w:rPr>
        <w:t>Georgia:</w:t>
      </w:r>
      <w:r w:rsidRPr="008D14B8">
        <w:rPr>
          <w:rFonts w:ascii="Georgia" w:hAnsi="Georgia"/>
          <w:lang w:val="es-AR"/>
        </w:rPr>
        <w:t xml:space="preserve"> The strong growth figures will surely bolster the conviction here that German workers and companies in recent years made the short-term sacrifices necessary for long-term success that Germany’s European partners did not.</w:t>
      </w:r>
    </w:p>
    <w:sectPr w:rsidR="00937DA8" w:rsidRPr="008D14B8" w:rsidSect="00C80A32">
      <w:pgSz w:w="8392" w:h="11907" w:code="11"/>
      <w:pgMar w:top="284" w:right="284" w:bottom="284" w:left="28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37DA8" w:rsidRDefault="00937DA8">
      <w:r>
        <w:separator/>
      </w:r>
    </w:p>
  </w:endnote>
  <w:endnote w:type="continuationSeparator" w:id="1">
    <w:p w:rsidR="00937DA8" w:rsidRDefault="00937DA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Narkisim">
    <w:panose1 w:val="00000000000000000000"/>
    <w:charset w:val="B1"/>
    <w:family w:val="swiss"/>
    <w:notTrueType/>
    <w:pitch w:val="variable"/>
    <w:sig w:usb0="00000801" w:usb1="00000000" w:usb2="00000000" w:usb3="00000000" w:csb0="0000002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de">
    <w:altName w:val="Arial"/>
    <w:panose1 w:val="00000000000000000000"/>
    <w:charset w:val="A2"/>
    <w:family w:val="swiss"/>
    <w:notTrueType/>
    <w:pitch w:val="default"/>
    <w:sig w:usb0="00000005" w:usb1="00000000" w:usb2="00000000" w:usb3="00000000" w:csb0="0000001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fornian FB">
    <w:panose1 w:val="0207040306080B030204"/>
    <w:charset w:val="00"/>
    <w:family w:val="roman"/>
    <w:pitch w:val="variable"/>
    <w:sig w:usb0="00000003" w:usb1="00000000" w:usb2="00000000" w:usb3="00000000" w:csb0="0000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37DA8" w:rsidRDefault="00937DA8">
      <w:r>
        <w:separator/>
      </w:r>
    </w:p>
  </w:footnote>
  <w:footnote w:type="continuationSeparator" w:id="1">
    <w:p w:rsidR="00937DA8" w:rsidRDefault="00937DA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7180A4D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F"/>
    <w:multiLevelType w:val="singleLevel"/>
    <w:tmpl w:val="BB705A1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2">
    <w:nsid w:val="FFFFFF88"/>
    <w:multiLevelType w:val="singleLevel"/>
    <w:tmpl w:val="B008C544"/>
    <w:lvl w:ilvl="0">
      <w:start w:val="1"/>
      <w:numFmt w:val="decimal"/>
      <w:lvlText w:val="[%1]"/>
      <w:lvlJc w:val="right"/>
      <w:pPr>
        <w:tabs>
          <w:tab w:val="num" w:pos="113"/>
        </w:tabs>
        <w:ind w:left="113" w:hanging="113"/>
      </w:pPr>
      <w:rPr>
        <w:rFonts w:cs="Times New Roman" w:hint="default"/>
        <w:color w:val="auto"/>
      </w:rPr>
    </w:lvl>
  </w:abstractNum>
  <w:abstractNum w:abstractNumId="3">
    <w:nsid w:val="FFFFFF89"/>
    <w:multiLevelType w:val="singleLevel"/>
    <w:tmpl w:val="CB14350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028143E7"/>
    <w:multiLevelType w:val="hybridMultilevel"/>
    <w:tmpl w:val="6F94DF18"/>
    <w:lvl w:ilvl="0" w:tplc="3B6AE4A0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1AA17E0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B64FE14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4AC3E58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53AE184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C6EBEF4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3FC2654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9728408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9FAB602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73D4CC3"/>
    <w:multiLevelType w:val="hybridMultilevel"/>
    <w:tmpl w:val="6E1465CA"/>
    <w:lvl w:ilvl="0" w:tplc="2C0A0001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74B6D48"/>
    <w:multiLevelType w:val="hybridMultilevel"/>
    <w:tmpl w:val="8CCE64AC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0E806D5B"/>
    <w:multiLevelType w:val="hybridMultilevel"/>
    <w:tmpl w:val="AF26EB32"/>
    <w:lvl w:ilvl="0" w:tplc="70A60A04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3363FB6"/>
    <w:multiLevelType w:val="hybridMultilevel"/>
    <w:tmpl w:val="DD1E8344"/>
    <w:lvl w:ilvl="0" w:tplc="5CD6E954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A0A57C6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ED0BFD6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43C9744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03E8C72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F8C68FA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18ABAB8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CB05CBA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F28AA4A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B5F4451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0">
    <w:nsid w:val="21044DD4"/>
    <w:multiLevelType w:val="hybridMultilevel"/>
    <w:tmpl w:val="F16658B0"/>
    <w:lvl w:ilvl="0" w:tplc="641E629A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  <w:sz w:val="16"/>
      </w:rPr>
    </w:lvl>
    <w:lvl w:ilvl="1" w:tplc="0C0A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>
    <w:nsid w:val="219C0F33"/>
    <w:multiLevelType w:val="multilevel"/>
    <w:tmpl w:val="0C0A0023"/>
    <w:lvl w:ilvl="0">
      <w:start w:val="1"/>
      <w:numFmt w:val="upperRoman"/>
      <w:pStyle w:val="Heading1"/>
      <w:lvlText w:val="Artículo %1."/>
      <w:lvlJc w:val="left"/>
      <w:pPr>
        <w:tabs>
          <w:tab w:val="num" w:pos="2520"/>
        </w:tabs>
      </w:pPr>
      <w:rPr>
        <w:rFonts w:cs="Times New Roman"/>
      </w:rPr>
    </w:lvl>
    <w:lvl w:ilvl="1">
      <w:start w:val="1"/>
      <w:numFmt w:val="decimalZero"/>
      <w:pStyle w:val="Heading2"/>
      <w:isLgl/>
      <w:lvlText w:val="Sección %1.%2"/>
      <w:lvlJc w:val="left"/>
      <w:pPr>
        <w:tabs>
          <w:tab w:val="num" w:pos="2160"/>
        </w:tabs>
      </w:pPr>
      <w:rPr>
        <w:rFonts w:cs="Times New Roman"/>
      </w:rPr>
    </w:lvl>
    <w:lvl w:ilvl="2">
      <w:start w:val="1"/>
      <w:numFmt w:val="lowerLetter"/>
      <w:lvlText w:val="(%3)"/>
      <w:lvlJc w:val="left"/>
      <w:pPr>
        <w:tabs>
          <w:tab w:val="num" w:pos="1008"/>
        </w:tabs>
        <w:ind w:left="720" w:hanging="432"/>
      </w:pPr>
      <w:rPr>
        <w:rFonts w:cs="Times New Roman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12">
    <w:nsid w:val="275F17EF"/>
    <w:multiLevelType w:val="hybridMultilevel"/>
    <w:tmpl w:val="7D603AE4"/>
    <w:lvl w:ilvl="0" w:tplc="2C0A0001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9CB0BD9"/>
    <w:multiLevelType w:val="hybridMultilevel"/>
    <w:tmpl w:val="808CF47C"/>
    <w:lvl w:ilvl="0" w:tplc="1920610C">
      <w:start w:val="1"/>
      <w:numFmt w:val="lowerLetter"/>
      <w:lvlText w:val="(%1)"/>
      <w:lvlJc w:val="left"/>
      <w:pPr>
        <w:ind w:left="720" w:hanging="360"/>
      </w:pPr>
      <w:rPr>
        <w:rFonts w:cs="Times New Roman"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2B7D1D19"/>
    <w:multiLevelType w:val="hybridMultilevel"/>
    <w:tmpl w:val="8B34EDC6"/>
    <w:lvl w:ilvl="0" w:tplc="AD04079E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303E7269"/>
    <w:multiLevelType w:val="hybridMultilevel"/>
    <w:tmpl w:val="CA5848CA"/>
    <w:lvl w:ilvl="0" w:tplc="8D78BDDA">
      <w:start w:val="5"/>
      <w:numFmt w:val="bullet"/>
      <w:lvlText w:val=""/>
      <w:lvlJc w:val="left"/>
      <w:pPr>
        <w:ind w:left="405" w:hanging="360"/>
      </w:pPr>
      <w:rPr>
        <w:rFonts w:ascii="Symbol" w:eastAsia="Times New Roman" w:hAnsi="Symbol" w:hint="default"/>
        <w:b/>
        <w:i/>
      </w:rPr>
    </w:lvl>
    <w:lvl w:ilvl="1" w:tplc="2C0A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hint="default"/>
      </w:rPr>
    </w:lvl>
    <w:lvl w:ilvl="2" w:tplc="2C0A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hint="default"/>
      </w:rPr>
    </w:lvl>
    <w:lvl w:ilvl="5" w:tplc="2C0A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hint="default"/>
      </w:rPr>
    </w:lvl>
    <w:lvl w:ilvl="8" w:tplc="2C0A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6">
    <w:nsid w:val="35193BFD"/>
    <w:multiLevelType w:val="hybridMultilevel"/>
    <w:tmpl w:val="6CAEDCD4"/>
    <w:lvl w:ilvl="0" w:tplc="2C0A0001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6CE41E6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2520"/>
        </w:tabs>
      </w:pPr>
      <w:rPr>
        <w:rFonts w:cs="Times New Roman"/>
      </w:rPr>
    </w:lvl>
    <w:lvl w:ilvl="1">
      <w:start w:val="1"/>
      <w:numFmt w:val="decimalZero"/>
      <w:isLgl/>
      <w:lvlText w:val="Sección %1.%2"/>
      <w:lvlJc w:val="left"/>
      <w:pPr>
        <w:tabs>
          <w:tab w:val="num" w:pos="2160"/>
        </w:tabs>
      </w:pPr>
      <w:rPr>
        <w:rFonts w:cs="Times New Roman"/>
      </w:rPr>
    </w:lvl>
    <w:lvl w:ilvl="2">
      <w:start w:val="1"/>
      <w:numFmt w:val="lowerLetter"/>
      <w:lvlText w:val="(%3)"/>
      <w:lvlJc w:val="left"/>
      <w:pPr>
        <w:tabs>
          <w:tab w:val="num" w:pos="1008"/>
        </w:tabs>
        <w:ind w:left="720" w:hanging="432"/>
      </w:pPr>
      <w:rPr>
        <w:rFonts w:cs="Times New Roman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18">
    <w:nsid w:val="3F6412EB"/>
    <w:multiLevelType w:val="hybridMultilevel"/>
    <w:tmpl w:val="E0ACE136"/>
    <w:lvl w:ilvl="0" w:tplc="B63A7E62">
      <w:start w:val="1"/>
      <w:numFmt w:val="lowerRoman"/>
      <w:lvlText w:val="%1)"/>
      <w:lvlJc w:val="left"/>
      <w:pPr>
        <w:ind w:left="1080" w:hanging="720"/>
      </w:pPr>
      <w:rPr>
        <w:rFonts w:cs="Times New Roman" w:hint="default"/>
        <w:i/>
      </w:rPr>
    </w:lvl>
    <w:lvl w:ilvl="1" w:tplc="2C0A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51EF7343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7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4320" w:hanging="1440"/>
      </w:pPr>
      <w:rPr>
        <w:rFonts w:cs="Times New Roman"/>
      </w:rPr>
    </w:lvl>
  </w:abstractNum>
  <w:abstractNum w:abstractNumId="20">
    <w:nsid w:val="5B006B52"/>
    <w:multiLevelType w:val="hybridMultilevel"/>
    <w:tmpl w:val="CC268AAA"/>
    <w:lvl w:ilvl="0" w:tplc="4C0E0464">
      <w:start w:val="1"/>
      <w:numFmt w:val="decimal"/>
      <w:pStyle w:val="Estilo1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5F7E3E0C"/>
    <w:multiLevelType w:val="hybridMultilevel"/>
    <w:tmpl w:val="2CFAF398"/>
    <w:lvl w:ilvl="0" w:tplc="AF1EA972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num w:numId="1">
    <w:abstractNumId w:val="2"/>
  </w:num>
  <w:num w:numId="2">
    <w:abstractNumId w:val="2"/>
  </w:num>
  <w:num w:numId="3">
    <w:abstractNumId w:val="2"/>
  </w:num>
  <w:num w:numId="4">
    <w:abstractNumId w:val="2"/>
  </w:num>
  <w:num w:numId="5">
    <w:abstractNumId w:val="2"/>
  </w:num>
  <w:num w:numId="6">
    <w:abstractNumId w:val="6"/>
  </w:num>
  <w:num w:numId="7">
    <w:abstractNumId w:val="21"/>
  </w:num>
  <w:num w:numId="8">
    <w:abstractNumId w:val="8"/>
  </w:num>
  <w:num w:numId="9">
    <w:abstractNumId w:val="10"/>
  </w:num>
  <w:num w:numId="10">
    <w:abstractNumId w:val="4"/>
  </w:num>
  <w:num w:numId="11">
    <w:abstractNumId w:val="20"/>
  </w:num>
  <w:num w:numId="12">
    <w:abstractNumId w:val="2"/>
  </w:num>
  <w:num w:numId="13">
    <w:abstractNumId w:val="1"/>
  </w:num>
  <w:num w:numId="14">
    <w:abstractNumId w:val="0"/>
  </w:num>
  <w:num w:numId="15">
    <w:abstractNumId w:val="3"/>
  </w:num>
  <w:num w:numId="16">
    <w:abstractNumId w:val="11"/>
  </w:num>
  <w:num w:numId="17">
    <w:abstractNumId w:val="9"/>
  </w:num>
  <w:num w:numId="18">
    <w:abstractNumId w:val="19"/>
  </w:num>
  <w:num w:numId="19">
    <w:abstractNumId w:val="17"/>
  </w:num>
  <w:num w:numId="20">
    <w:abstractNumId w:val="2"/>
  </w:num>
  <w:num w:numId="21">
    <w:abstractNumId w:val="2"/>
  </w:num>
  <w:num w:numId="22">
    <w:abstractNumId w:val="2"/>
  </w:num>
  <w:num w:numId="23">
    <w:abstractNumId w:val="2"/>
  </w:num>
  <w:num w:numId="24">
    <w:abstractNumId w:val="2"/>
    <w:lvlOverride w:ilvl="0">
      <w:startOverride w:val="1"/>
    </w:lvlOverride>
  </w:num>
  <w:num w:numId="25">
    <w:abstractNumId w:val="5"/>
  </w:num>
  <w:num w:numId="26">
    <w:abstractNumId w:val="16"/>
  </w:num>
  <w:num w:numId="27">
    <w:abstractNumId w:val="12"/>
  </w:num>
  <w:num w:numId="28">
    <w:abstractNumId w:val="18"/>
  </w:num>
  <w:num w:numId="29">
    <w:abstractNumId w:val="14"/>
  </w:num>
  <w:num w:numId="30">
    <w:abstractNumId w:val="7"/>
  </w:num>
  <w:num w:numId="31">
    <w:abstractNumId w:val="15"/>
  </w:num>
  <w:num w:numId="32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0"/>
  <w:stylePaneFormatFilter w:val="3F01"/>
  <w:defaultTabStop w:val="709"/>
  <w:hyphenationZone w:val="425"/>
  <w:drawingGridHorizontalSpacing w:val="120"/>
  <w:drawingGridVerticalSpacing w:val="57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063F8"/>
    <w:rsid w:val="00003AE8"/>
    <w:rsid w:val="00003C1D"/>
    <w:rsid w:val="00004AB7"/>
    <w:rsid w:val="000066CE"/>
    <w:rsid w:val="000076AB"/>
    <w:rsid w:val="000125A2"/>
    <w:rsid w:val="000139F7"/>
    <w:rsid w:val="000144E4"/>
    <w:rsid w:val="00015209"/>
    <w:rsid w:val="00015E4A"/>
    <w:rsid w:val="00015E62"/>
    <w:rsid w:val="0001606B"/>
    <w:rsid w:val="000168DC"/>
    <w:rsid w:val="00016D61"/>
    <w:rsid w:val="000171BA"/>
    <w:rsid w:val="00017A21"/>
    <w:rsid w:val="00022E75"/>
    <w:rsid w:val="00026AD2"/>
    <w:rsid w:val="00030205"/>
    <w:rsid w:val="00031582"/>
    <w:rsid w:val="000317C2"/>
    <w:rsid w:val="0003218B"/>
    <w:rsid w:val="00033747"/>
    <w:rsid w:val="000348B7"/>
    <w:rsid w:val="000376BD"/>
    <w:rsid w:val="000436B0"/>
    <w:rsid w:val="000445F7"/>
    <w:rsid w:val="0004526E"/>
    <w:rsid w:val="00046FC0"/>
    <w:rsid w:val="000478EF"/>
    <w:rsid w:val="000500EE"/>
    <w:rsid w:val="00051633"/>
    <w:rsid w:val="00051897"/>
    <w:rsid w:val="00052171"/>
    <w:rsid w:val="00052B46"/>
    <w:rsid w:val="00060AEA"/>
    <w:rsid w:val="000612B9"/>
    <w:rsid w:val="0006269E"/>
    <w:rsid w:val="00064A4D"/>
    <w:rsid w:val="00067F15"/>
    <w:rsid w:val="00070652"/>
    <w:rsid w:val="0007276D"/>
    <w:rsid w:val="000736C4"/>
    <w:rsid w:val="00074025"/>
    <w:rsid w:val="000751FB"/>
    <w:rsid w:val="00075627"/>
    <w:rsid w:val="00075AAE"/>
    <w:rsid w:val="0007640F"/>
    <w:rsid w:val="00076D98"/>
    <w:rsid w:val="00081D2C"/>
    <w:rsid w:val="0008360E"/>
    <w:rsid w:val="00085824"/>
    <w:rsid w:val="00087AE9"/>
    <w:rsid w:val="00095B1B"/>
    <w:rsid w:val="00096901"/>
    <w:rsid w:val="0009744E"/>
    <w:rsid w:val="000A1302"/>
    <w:rsid w:val="000A1A48"/>
    <w:rsid w:val="000A23FD"/>
    <w:rsid w:val="000A56E9"/>
    <w:rsid w:val="000A6146"/>
    <w:rsid w:val="000A6B62"/>
    <w:rsid w:val="000B32B2"/>
    <w:rsid w:val="000B7775"/>
    <w:rsid w:val="000C5539"/>
    <w:rsid w:val="000C6CC9"/>
    <w:rsid w:val="000C7449"/>
    <w:rsid w:val="000D113C"/>
    <w:rsid w:val="000D2EC0"/>
    <w:rsid w:val="000D32EA"/>
    <w:rsid w:val="000D4F97"/>
    <w:rsid w:val="000D6261"/>
    <w:rsid w:val="000E0AD4"/>
    <w:rsid w:val="000E3381"/>
    <w:rsid w:val="000E44DC"/>
    <w:rsid w:val="000E4BBE"/>
    <w:rsid w:val="000E5004"/>
    <w:rsid w:val="000E619C"/>
    <w:rsid w:val="000F01BE"/>
    <w:rsid w:val="000F02E4"/>
    <w:rsid w:val="000F17B6"/>
    <w:rsid w:val="000F2C1C"/>
    <w:rsid w:val="000F4490"/>
    <w:rsid w:val="000F4998"/>
    <w:rsid w:val="000F5E4E"/>
    <w:rsid w:val="00102F2C"/>
    <w:rsid w:val="001039E9"/>
    <w:rsid w:val="00103D3C"/>
    <w:rsid w:val="00103FF1"/>
    <w:rsid w:val="00107636"/>
    <w:rsid w:val="001113FC"/>
    <w:rsid w:val="00111C6F"/>
    <w:rsid w:val="00115E5F"/>
    <w:rsid w:val="00117B05"/>
    <w:rsid w:val="0012062E"/>
    <w:rsid w:val="00121013"/>
    <w:rsid w:val="0012111C"/>
    <w:rsid w:val="001244B8"/>
    <w:rsid w:val="001262AA"/>
    <w:rsid w:val="001274B1"/>
    <w:rsid w:val="001333D2"/>
    <w:rsid w:val="0013412A"/>
    <w:rsid w:val="0013531E"/>
    <w:rsid w:val="001369D2"/>
    <w:rsid w:val="00142311"/>
    <w:rsid w:val="00145211"/>
    <w:rsid w:val="001458CE"/>
    <w:rsid w:val="00145DA7"/>
    <w:rsid w:val="00147394"/>
    <w:rsid w:val="00150C64"/>
    <w:rsid w:val="0015183C"/>
    <w:rsid w:val="001518FF"/>
    <w:rsid w:val="001544E2"/>
    <w:rsid w:val="00162520"/>
    <w:rsid w:val="00165C67"/>
    <w:rsid w:val="001661A9"/>
    <w:rsid w:val="00167B0E"/>
    <w:rsid w:val="0017036C"/>
    <w:rsid w:val="001707FA"/>
    <w:rsid w:val="00176FCF"/>
    <w:rsid w:val="001800CC"/>
    <w:rsid w:val="001830B0"/>
    <w:rsid w:val="001845CC"/>
    <w:rsid w:val="001876C3"/>
    <w:rsid w:val="00190470"/>
    <w:rsid w:val="001905F3"/>
    <w:rsid w:val="0019299E"/>
    <w:rsid w:val="00196346"/>
    <w:rsid w:val="00197EAC"/>
    <w:rsid w:val="001A052C"/>
    <w:rsid w:val="001A0AF3"/>
    <w:rsid w:val="001A450E"/>
    <w:rsid w:val="001B0C83"/>
    <w:rsid w:val="001B3CE1"/>
    <w:rsid w:val="001B5D66"/>
    <w:rsid w:val="001C022C"/>
    <w:rsid w:val="001C43CA"/>
    <w:rsid w:val="001C6070"/>
    <w:rsid w:val="001E0929"/>
    <w:rsid w:val="001E1AA2"/>
    <w:rsid w:val="001E2D87"/>
    <w:rsid w:val="001E44AA"/>
    <w:rsid w:val="001F132D"/>
    <w:rsid w:val="001F35CB"/>
    <w:rsid w:val="001F3646"/>
    <w:rsid w:val="00200789"/>
    <w:rsid w:val="002009EF"/>
    <w:rsid w:val="00202A57"/>
    <w:rsid w:val="00204B27"/>
    <w:rsid w:val="00210AE3"/>
    <w:rsid w:val="00211878"/>
    <w:rsid w:val="00211A15"/>
    <w:rsid w:val="00211DA5"/>
    <w:rsid w:val="00214619"/>
    <w:rsid w:val="002151A1"/>
    <w:rsid w:val="002159F2"/>
    <w:rsid w:val="00215A7F"/>
    <w:rsid w:val="00220194"/>
    <w:rsid w:val="00222978"/>
    <w:rsid w:val="00222D87"/>
    <w:rsid w:val="00223809"/>
    <w:rsid w:val="00223EC0"/>
    <w:rsid w:val="00234BD7"/>
    <w:rsid w:val="0024028C"/>
    <w:rsid w:val="00241AE6"/>
    <w:rsid w:val="00244A00"/>
    <w:rsid w:val="00246941"/>
    <w:rsid w:val="0025156C"/>
    <w:rsid w:val="00253FA8"/>
    <w:rsid w:val="00254F1B"/>
    <w:rsid w:val="002550E6"/>
    <w:rsid w:val="002552FD"/>
    <w:rsid w:val="00256F53"/>
    <w:rsid w:val="00257283"/>
    <w:rsid w:val="00257469"/>
    <w:rsid w:val="002618B2"/>
    <w:rsid w:val="00261EBD"/>
    <w:rsid w:val="0026258C"/>
    <w:rsid w:val="002631A0"/>
    <w:rsid w:val="00266758"/>
    <w:rsid w:val="002675FF"/>
    <w:rsid w:val="00267F1D"/>
    <w:rsid w:val="002708FD"/>
    <w:rsid w:val="00275EFC"/>
    <w:rsid w:val="00276B23"/>
    <w:rsid w:val="00276D89"/>
    <w:rsid w:val="00277D34"/>
    <w:rsid w:val="002809FA"/>
    <w:rsid w:val="0028540A"/>
    <w:rsid w:val="0028555F"/>
    <w:rsid w:val="00287A41"/>
    <w:rsid w:val="00290487"/>
    <w:rsid w:val="00291082"/>
    <w:rsid w:val="002912FE"/>
    <w:rsid w:val="00291440"/>
    <w:rsid w:val="002920EE"/>
    <w:rsid w:val="0029295B"/>
    <w:rsid w:val="00293045"/>
    <w:rsid w:val="002942B0"/>
    <w:rsid w:val="00294327"/>
    <w:rsid w:val="00295A1E"/>
    <w:rsid w:val="002A0192"/>
    <w:rsid w:val="002A16B0"/>
    <w:rsid w:val="002A2A55"/>
    <w:rsid w:val="002A48A6"/>
    <w:rsid w:val="002A69C9"/>
    <w:rsid w:val="002B038B"/>
    <w:rsid w:val="002B3738"/>
    <w:rsid w:val="002B7661"/>
    <w:rsid w:val="002B79BB"/>
    <w:rsid w:val="002C2E42"/>
    <w:rsid w:val="002C5F90"/>
    <w:rsid w:val="002C6422"/>
    <w:rsid w:val="002C6868"/>
    <w:rsid w:val="002C7882"/>
    <w:rsid w:val="002D094C"/>
    <w:rsid w:val="002D201F"/>
    <w:rsid w:val="002D47C9"/>
    <w:rsid w:val="002D679B"/>
    <w:rsid w:val="002D7FDD"/>
    <w:rsid w:val="002E1E65"/>
    <w:rsid w:val="002E28D9"/>
    <w:rsid w:val="002F070B"/>
    <w:rsid w:val="002F3343"/>
    <w:rsid w:val="002F3B8E"/>
    <w:rsid w:val="002F7DCD"/>
    <w:rsid w:val="00302562"/>
    <w:rsid w:val="00303D2E"/>
    <w:rsid w:val="0030567E"/>
    <w:rsid w:val="00306186"/>
    <w:rsid w:val="00307451"/>
    <w:rsid w:val="0031233F"/>
    <w:rsid w:val="003149DF"/>
    <w:rsid w:val="00315EC4"/>
    <w:rsid w:val="003160B8"/>
    <w:rsid w:val="00316850"/>
    <w:rsid w:val="00317D2F"/>
    <w:rsid w:val="00321ED2"/>
    <w:rsid w:val="003247F6"/>
    <w:rsid w:val="00332584"/>
    <w:rsid w:val="00332A4C"/>
    <w:rsid w:val="00333B6B"/>
    <w:rsid w:val="00334AAE"/>
    <w:rsid w:val="00335321"/>
    <w:rsid w:val="0033693A"/>
    <w:rsid w:val="003403B7"/>
    <w:rsid w:val="00340DD4"/>
    <w:rsid w:val="0034261A"/>
    <w:rsid w:val="00344674"/>
    <w:rsid w:val="00344806"/>
    <w:rsid w:val="00353467"/>
    <w:rsid w:val="003539D4"/>
    <w:rsid w:val="00355352"/>
    <w:rsid w:val="00356739"/>
    <w:rsid w:val="00362C7B"/>
    <w:rsid w:val="003635A6"/>
    <w:rsid w:val="003639DB"/>
    <w:rsid w:val="00363AAB"/>
    <w:rsid w:val="00365FBB"/>
    <w:rsid w:val="00372809"/>
    <w:rsid w:val="0037619D"/>
    <w:rsid w:val="00376346"/>
    <w:rsid w:val="003806C4"/>
    <w:rsid w:val="00391E3F"/>
    <w:rsid w:val="0039222B"/>
    <w:rsid w:val="00393541"/>
    <w:rsid w:val="003941DC"/>
    <w:rsid w:val="0039587F"/>
    <w:rsid w:val="003A06DF"/>
    <w:rsid w:val="003A13AF"/>
    <w:rsid w:val="003A17F5"/>
    <w:rsid w:val="003A2672"/>
    <w:rsid w:val="003A2E0E"/>
    <w:rsid w:val="003A4881"/>
    <w:rsid w:val="003A4B54"/>
    <w:rsid w:val="003A5ABD"/>
    <w:rsid w:val="003A729A"/>
    <w:rsid w:val="003A7708"/>
    <w:rsid w:val="003A7B6F"/>
    <w:rsid w:val="003B0DEC"/>
    <w:rsid w:val="003B0E0C"/>
    <w:rsid w:val="003C164D"/>
    <w:rsid w:val="003C3A97"/>
    <w:rsid w:val="003C43EA"/>
    <w:rsid w:val="003C546D"/>
    <w:rsid w:val="003D203D"/>
    <w:rsid w:val="003D2368"/>
    <w:rsid w:val="003D2C3C"/>
    <w:rsid w:val="003D5429"/>
    <w:rsid w:val="003E454F"/>
    <w:rsid w:val="003E46C8"/>
    <w:rsid w:val="003E54B8"/>
    <w:rsid w:val="003E69D4"/>
    <w:rsid w:val="003E6B89"/>
    <w:rsid w:val="003F118C"/>
    <w:rsid w:val="003F159C"/>
    <w:rsid w:val="003F19EE"/>
    <w:rsid w:val="003F33D0"/>
    <w:rsid w:val="003F4CF5"/>
    <w:rsid w:val="003F67D3"/>
    <w:rsid w:val="00400447"/>
    <w:rsid w:val="00400734"/>
    <w:rsid w:val="0040143E"/>
    <w:rsid w:val="0040757E"/>
    <w:rsid w:val="00412C53"/>
    <w:rsid w:val="00413003"/>
    <w:rsid w:val="004153A2"/>
    <w:rsid w:val="00421749"/>
    <w:rsid w:val="00423E0C"/>
    <w:rsid w:val="004262A7"/>
    <w:rsid w:val="0042709C"/>
    <w:rsid w:val="00427794"/>
    <w:rsid w:val="00434A77"/>
    <w:rsid w:val="00437A13"/>
    <w:rsid w:val="0044206D"/>
    <w:rsid w:val="0044313E"/>
    <w:rsid w:val="004455FF"/>
    <w:rsid w:val="0044725C"/>
    <w:rsid w:val="00447C45"/>
    <w:rsid w:val="00447C5C"/>
    <w:rsid w:val="004548B5"/>
    <w:rsid w:val="004579C2"/>
    <w:rsid w:val="00471EFF"/>
    <w:rsid w:val="004817F1"/>
    <w:rsid w:val="00482B5E"/>
    <w:rsid w:val="00483AA2"/>
    <w:rsid w:val="00484A15"/>
    <w:rsid w:val="00486267"/>
    <w:rsid w:val="00487EE9"/>
    <w:rsid w:val="004929A5"/>
    <w:rsid w:val="0049493F"/>
    <w:rsid w:val="00494A21"/>
    <w:rsid w:val="004A047E"/>
    <w:rsid w:val="004A11AF"/>
    <w:rsid w:val="004A16A2"/>
    <w:rsid w:val="004A1F26"/>
    <w:rsid w:val="004A3977"/>
    <w:rsid w:val="004A49AB"/>
    <w:rsid w:val="004A4AB6"/>
    <w:rsid w:val="004A4C15"/>
    <w:rsid w:val="004A61E4"/>
    <w:rsid w:val="004A705E"/>
    <w:rsid w:val="004A7A9F"/>
    <w:rsid w:val="004A7AF0"/>
    <w:rsid w:val="004A7F86"/>
    <w:rsid w:val="004B40DA"/>
    <w:rsid w:val="004B7DAB"/>
    <w:rsid w:val="004C2287"/>
    <w:rsid w:val="004C56AB"/>
    <w:rsid w:val="004C6716"/>
    <w:rsid w:val="004C6825"/>
    <w:rsid w:val="004C6EE6"/>
    <w:rsid w:val="004D26CF"/>
    <w:rsid w:val="004D6335"/>
    <w:rsid w:val="004D6817"/>
    <w:rsid w:val="004D7C3B"/>
    <w:rsid w:val="004E26E7"/>
    <w:rsid w:val="004E47EC"/>
    <w:rsid w:val="004E4AC0"/>
    <w:rsid w:val="004E61D0"/>
    <w:rsid w:val="004F0A02"/>
    <w:rsid w:val="004F1475"/>
    <w:rsid w:val="004F188B"/>
    <w:rsid w:val="004F4561"/>
    <w:rsid w:val="004F6714"/>
    <w:rsid w:val="004F6D6A"/>
    <w:rsid w:val="00500D7F"/>
    <w:rsid w:val="00502A0D"/>
    <w:rsid w:val="00502E64"/>
    <w:rsid w:val="00504232"/>
    <w:rsid w:val="00504B41"/>
    <w:rsid w:val="00506A06"/>
    <w:rsid w:val="00511E12"/>
    <w:rsid w:val="00512EE2"/>
    <w:rsid w:val="00513400"/>
    <w:rsid w:val="005134A0"/>
    <w:rsid w:val="0051545D"/>
    <w:rsid w:val="00521C3A"/>
    <w:rsid w:val="00522F4F"/>
    <w:rsid w:val="00523EA9"/>
    <w:rsid w:val="005241EA"/>
    <w:rsid w:val="00531CAF"/>
    <w:rsid w:val="0053452D"/>
    <w:rsid w:val="0053463E"/>
    <w:rsid w:val="00534A4C"/>
    <w:rsid w:val="00536693"/>
    <w:rsid w:val="00536816"/>
    <w:rsid w:val="0053704C"/>
    <w:rsid w:val="005401DB"/>
    <w:rsid w:val="0054088C"/>
    <w:rsid w:val="0054310F"/>
    <w:rsid w:val="005432CA"/>
    <w:rsid w:val="00544290"/>
    <w:rsid w:val="00547DEE"/>
    <w:rsid w:val="00551C78"/>
    <w:rsid w:val="005546B3"/>
    <w:rsid w:val="00562874"/>
    <w:rsid w:val="00563BC5"/>
    <w:rsid w:val="00566FE9"/>
    <w:rsid w:val="0056745E"/>
    <w:rsid w:val="005714DF"/>
    <w:rsid w:val="00572D78"/>
    <w:rsid w:val="00572EB4"/>
    <w:rsid w:val="005742EE"/>
    <w:rsid w:val="005763C6"/>
    <w:rsid w:val="00580B77"/>
    <w:rsid w:val="00586F16"/>
    <w:rsid w:val="00591773"/>
    <w:rsid w:val="00592ABE"/>
    <w:rsid w:val="00593586"/>
    <w:rsid w:val="00594B1B"/>
    <w:rsid w:val="005964A3"/>
    <w:rsid w:val="00596E43"/>
    <w:rsid w:val="005A162D"/>
    <w:rsid w:val="005A4CCC"/>
    <w:rsid w:val="005B3A5A"/>
    <w:rsid w:val="005C384A"/>
    <w:rsid w:val="005C5162"/>
    <w:rsid w:val="005C71F5"/>
    <w:rsid w:val="005C7C2B"/>
    <w:rsid w:val="005D0515"/>
    <w:rsid w:val="005D1BD2"/>
    <w:rsid w:val="005D1E60"/>
    <w:rsid w:val="005D56FB"/>
    <w:rsid w:val="005D5A21"/>
    <w:rsid w:val="005D67E5"/>
    <w:rsid w:val="005D7104"/>
    <w:rsid w:val="005E15AE"/>
    <w:rsid w:val="005E1735"/>
    <w:rsid w:val="005E275B"/>
    <w:rsid w:val="005E6BD2"/>
    <w:rsid w:val="005E6EE9"/>
    <w:rsid w:val="005F1C99"/>
    <w:rsid w:val="005F47F8"/>
    <w:rsid w:val="005F61A5"/>
    <w:rsid w:val="005F62B3"/>
    <w:rsid w:val="006000A9"/>
    <w:rsid w:val="006066C9"/>
    <w:rsid w:val="00607E49"/>
    <w:rsid w:val="00614957"/>
    <w:rsid w:val="0061569A"/>
    <w:rsid w:val="006160B6"/>
    <w:rsid w:val="006213E8"/>
    <w:rsid w:val="00621A8F"/>
    <w:rsid w:val="00622750"/>
    <w:rsid w:val="0062307E"/>
    <w:rsid w:val="00623147"/>
    <w:rsid w:val="006231AD"/>
    <w:rsid w:val="00624075"/>
    <w:rsid w:val="00626D06"/>
    <w:rsid w:val="00630272"/>
    <w:rsid w:val="00630BFD"/>
    <w:rsid w:val="00631F9F"/>
    <w:rsid w:val="00633B8F"/>
    <w:rsid w:val="00635A75"/>
    <w:rsid w:val="006360A6"/>
    <w:rsid w:val="00637BF6"/>
    <w:rsid w:val="0064021A"/>
    <w:rsid w:val="006433A0"/>
    <w:rsid w:val="006441F3"/>
    <w:rsid w:val="0064463C"/>
    <w:rsid w:val="006454F9"/>
    <w:rsid w:val="006455B3"/>
    <w:rsid w:val="00650CA1"/>
    <w:rsid w:val="00650FDA"/>
    <w:rsid w:val="006529F7"/>
    <w:rsid w:val="00653DD3"/>
    <w:rsid w:val="006553CB"/>
    <w:rsid w:val="00655938"/>
    <w:rsid w:val="00657A57"/>
    <w:rsid w:val="006617DA"/>
    <w:rsid w:val="00663B8B"/>
    <w:rsid w:val="00665652"/>
    <w:rsid w:val="00665B14"/>
    <w:rsid w:val="00672425"/>
    <w:rsid w:val="00672E74"/>
    <w:rsid w:val="0067518C"/>
    <w:rsid w:val="0067533B"/>
    <w:rsid w:val="0067537A"/>
    <w:rsid w:val="006801D7"/>
    <w:rsid w:val="00681112"/>
    <w:rsid w:val="0069056A"/>
    <w:rsid w:val="006944BE"/>
    <w:rsid w:val="006A3938"/>
    <w:rsid w:val="006A44C3"/>
    <w:rsid w:val="006B2225"/>
    <w:rsid w:val="006B383F"/>
    <w:rsid w:val="006B5249"/>
    <w:rsid w:val="006B7E46"/>
    <w:rsid w:val="006C0F0F"/>
    <w:rsid w:val="006C39B4"/>
    <w:rsid w:val="006D2F7A"/>
    <w:rsid w:val="006D3432"/>
    <w:rsid w:val="006D36F7"/>
    <w:rsid w:val="006D5555"/>
    <w:rsid w:val="006D5D46"/>
    <w:rsid w:val="006E07AC"/>
    <w:rsid w:val="006E200D"/>
    <w:rsid w:val="006E3BD1"/>
    <w:rsid w:val="006E7759"/>
    <w:rsid w:val="006F1881"/>
    <w:rsid w:val="006F27E5"/>
    <w:rsid w:val="006F2A0A"/>
    <w:rsid w:val="006F3C20"/>
    <w:rsid w:val="00701653"/>
    <w:rsid w:val="00701722"/>
    <w:rsid w:val="0070187A"/>
    <w:rsid w:val="0071192C"/>
    <w:rsid w:val="00711D39"/>
    <w:rsid w:val="00712562"/>
    <w:rsid w:val="007159D3"/>
    <w:rsid w:val="007210DB"/>
    <w:rsid w:val="0072412B"/>
    <w:rsid w:val="007259A7"/>
    <w:rsid w:val="00725FA2"/>
    <w:rsid w:val="00726436"/>
    <w:rsid w:val="00730476"/>
    <w:rsid w:val="00730C1F"/>
    <w:rsid w:val="00730CAD"/>
    <w:rsid w:val="00735F10"/>
    <w:rsid w:val="00736621"/>
    <w:rsid w:val="00736820"/>
    <w:rsid w:val="00736A5E"/>
    <w:rsid w:val="007372B1"/>
    <w:rsid w:val="00737A6B"/>
    <w:rsid w:val="00741285"/>
    <w:rsid w:val="0074546D"/>
    <w:rsid w:val="00750003"/>
    <w:rsid w:val="0075147E"/>
    <w:rsid w:val="00751DC2"/>
    <w:rsid w:val="0075226E"/>
    <w:rsid w:val="007560CB"/>
    <w:rsid w:val="00756A41"/>
    <w:rsid w:val="00756C4B"/>
    <w:rsid w:val="007619FD"/>
    <w:rsid w:val="00764D03"/>
    <w:rsid w:val="00765586"/>
    <w:rsid w:val="00772C33"/>
    <w:rsid w:val="00773331"/>
    <w:rsid w:val="00773BDF"/>
    <w:rsid w:val="00774945"/>
    <w:rsid w:val="00777770"/>
    <w:rsid w:val="00783524"/>
    <w:rsid w:val="00783B19"/>
    <w:rsid w:val="00783D5A"/>
    <w:rsid w:val="007849E2"/>
    <w:rsid w:val="00785613"/>
    <w:rsid w:val="00790791"/>
    <w:rsid w:val="00790AA2"/>
    <w:rsid w:val="00791548"/>
    <w:rsid w:val="007934A9"/>
    <w:rsid w:val="007938D9"/>
    <w:rsid w:val="00793994"/>
    <w:rsid w:val="00794824"/>
    <w:rsid w:val="00794975"/>
    <w:rsid w:val="007968DD"/>
    <w:rsid w:val="007A0869"/>
    <w:rsid w:val="007A3D50"/>
    <w:rsid w:val="007B0101"/>
    <w:rsid w:val="007B09D4"/>
    <w:rsid w:val="007B10EB"/>
    <w:rsid w:val="007B1DAC"/>
    <w:rsid w:val="007B2380"/>
    <w:rsid w:val="007B2B9F"/>
    <w:rsid w:val="007B2BB6"/>
    <w:rsid w:val="007B2C4D"/>
    <w:rsid w:val="007B4F1B"/>
    <w:rsid w:val="007C082D"/>
    <w:rsid w:val="007C5368"/>
    <w:rsid w:val="007C572E"/>
    <w:rsid w:val="007C6E0A"/>
    <w:rsid w:val="007C7DBB"/>
    <w:rsid w:val="007D0252"/>
    <w:rsid w:val="007D070B"/>
    <w:rsid w:val="007D09AD"/>
    <w:rsid w:val="007D2EBB"/>
    <w:rsid w:val="007D32E7"/>
    <w:rsid w:val="007D5212"/>
    <w:rsid w:val="007D66EC"/>
    <w:rsid w:val="007D6A9D"/>
    <w:rsid w:val="007E07C8"/>
    <w:rsid w:val="007E16DF"/>
    <w:rsid w:val="007E5369"/>
    <w:rsid w:val="007F2288"/>
    <w:rsid w:val="0080057F"/>
    <w:rsid w:val="00801076"/>
    <w:rsid w:val="008030E5"/>
    <w:rsid w:val="008071D7"/>
    <w:rsid w:val="0081655A"/>
    <w:rsid w:val="008263BC"/>
    <w:rsid w:val="00826CBC"/>
    <w:rsid w:val="0083252A"/>
    <w:rsid w:val="00832531"/>
    <w:rsid w:val="00835B6C"/>
    <w:rsid w:val="00836243"/>
    <w:rsid w:val="00837213"/>
    <w:rsid w:val="00842C1C"/>
    <w:rsid w:val="00846D18"/>
    <w:rsid w:val="00847128"/>
    <w:rsid w:val="00856F0C"/>
    <w:rsid w:val="008647D9"/>
    <w:rsid w:val="0086624A"/>
    <w:rsid w:val="008677E4"/>
    <w:rsid w:val="00873B35"/>
    <w:rsid w:val="00875419"/>
    <w:rsid w:val="00876D5C"/>
    <w:rsid w:val="0087798B"/>
    <w:rsid w:val="00883653"/>
    <w:rsid w:val="00883F93"/>
    <w:rsid w:val="0088655F"/>
    <w:rsid w:val="0089097D"/>
    <w:rsid w:val="008911E2"/>
    <w:rsid w:val="0089203D"/>
    <w:rsid w:val="0089216A"/>
    <w:rsid w:val="008926C5"/>
    <w:rsid w:val="008944CA"/>
    <w:rsid w:val="0089489A"/>
    <w:rsid w:val="00896CF4"/>
    <w:rsid w:val="008A0508"/>
    <w:rsid w:val="008A7C4B"/>
    <w:rsid w:val="008B2810"/>
    <w:rsid w:val="008B2A54"/>
    <w:rsid w:val="008B3080"/>
    <w:rsid w:val="008B3771"/>
    <w:rsid w:val="008B467D"/>
    <w:rsid w:val="008B476A"/>
    <w:rsid w:val="008B4F0B"/>
    <w:rsid w:val="008B5DA7"/>
    <w:rsid w:val="008B7C8B"/>
    <w:rsid w:val="008C0D38"/>
    <w:rsid w:val="008C42DC"/>
    <w:rsid w:val="008C4846"/>
    <w:rsid w:val="008C6E75"/>
    <w:rsid w:val="008C7919"/>
    <w:rsid w:val="008D081B"/>
    <w:rsid w:val="008D0E3F"/>
    <w:rsid w:val="008D14B8"/>
    <w:rsid w:val="008D354D"/>
    <w:rsid w:val="008D4ADE"/>
    <w:rsid w:val="008D64E1"/>
    <w:rsid w:val="008D6FB7"/>
    <w:rsid w:val="008E0124"/>
    <w:rsid w:val="008E1B26"/>
    <w:rsid w:val="008E3023"/>
    <w:rsid w:val="008E39BA"/>
    <w:rsid w:val="008E657B"/>
    <w:rsid w:val="008E75DD"/>
    <w:rsid w:val="008F3570"/>
    <w:rsid w:val="008F3A86"/>
    <w:rsid w:val="008F5FC3"/>
    <w:rsid w:val="009014B5"/>
    <w:rsid w:val="00902466"/>
    <w:rsid w:val="00902B18"/>
    <w:rsid w:val="00903498"/>
    <w:rsid w:val="009039F0"/>
    <w:rsid w:val="00904318"/>
    <w:rsid w:val="00904788"/>
    <w:rsid w:val="00905E68"/>
    <w:rsid w:val="0090704F"/>
    <w:rsid w:val="00913068"/>
    <w:rsid w:val="0091653F"/>
    <w:rsid w:val="00917C9D"/>
    <w:rsid w:val="00921004"/>
    <w:rsid w:val="00921F74"/>
    <w:rsid w:val="009266CA"/>
    <w:rsid w:val="0093245E"/>
    <w:rsid w:val="009356D7"/>
    <w:rsid w:val="00937DA8"/>
    <w:rsid w:val="00953AC6"/>
    <w:rsid w:val="009541BE"/>
    <w:rsid w:val="009555F6"/>
    <w:rsid w:val="00956E0B"/>
    <w:rsid w:val="00960351"/>
    <w:rsid w:val="00965620"/>
    <w:rsid w:val="00965ACC"/>
    <w:rsid w:val="0096651A"/>
    <w:rsid w:val="00966681"/>
    <w:rsid w:val="00966C63"/>
    <w:rsid w:val="00970729"/>
    <w:rsid w:val="0097390B"/>
    <w:rsid w:val="009804C9"/>
    <w:rsid w:val="00981909"/>
    <w:rsid w:val="009875CD"/>
    <w:rsid w:val="00987AC0"/>
    <w:rsid w:val="00990ABF"/>
    <w:rsid w:val="009915AF"/>
    <w:rsid w:val="00992132"/>
    <w:rsid w:val="00994351"/>
    <w:rsid w:val="00996113"/>
    <w:rsid w:val="00997F08"/>
    <w:rsid w:val="009A0B7A"/>
    <w:rsid w:val="009A39CC"/>
    <w:rsid w:val="009A3FB9"/>
    <w:rsid w:val="009A413C"/>
    <w:rsid w:val="009A4277"/>
    <w:rsid w:val="009A473E"/>
    <w:rsid w:val="009A7D0E"/>
    <w:rsid w:val="009B2AA9"/>
    <w:rsid w:val="009B3740"/>
    <w:rsid w:val="009B4344"/>
    <w:rsid w:val="009C168E"/>
    <w:rsid w:val="009C2896"/>
    <w:rsid w:val="009C2BA9"/>
    <w:rsid w:val="009C3B38"/>
    <w:rsid w:val="009C53E9"/>
    <w:rsid w:val="009C756C"/>
    <w:rsid w:val="009D62FC"/>
    <w:rsid w:val="009D7317"/>
    <w:rsid w:val="009E13CD"/>
    <w:rsid w:val="009E2EC9"/>
    <w:rsid w:val="009E501F"/>
    <w:rsid w:val="009E7E45"/>
    <w:rsid w:val="009F0E34"/>
    <w:rsid w:val="009F12C0"/>
    <w:rsid w:val="009F568C"/>
    <w:rsid w:val="009F5BA2"/>
    <w:rsid w:val="009F5EE7"/>
    <w:rsid w:val="009F6AA3"/>
    <w:rsid w:val="009F7333"/>
    <w:rsid w:val="00A009B2"/>
    <w:rsid w:val="00A00F12"/>
    <w:rsid w:val="00A02357"/>
    <w:rsid w:val="00A05B04"/>
    <w:rsid w:val="00A063F8"/>
    <w:rsid w:val="00A06476"/>
    <w:rsid w:val="00A10FE0"/>
    <w:rsid w:val="00A118A5"/>
    <w:rsid w:val="00A1490A"/>
    <w:rsid w:val="00A157E7"/>
    <w:rsid w:val="00A173B9"/>
    <w:rsid w:val="00A25423"/>
    <w:rsid w:val="00A2705F"/>
    <w:rsid w:val="00A2739B"/>
    <w:rsid w:val="00A27B43"/>
    <w:rsid w:val="00A3080B"/>
    <w:rsid w:val="00A31018"/>
    <w:rsid w:val="00A3236F"/>
    <w:rsid w:val="00A32B4D"/>
    <w:rsid w:val="00A407F2"/>
    <w:rsid w:val="00A42635"/>
    <w:rsid w:val="00A431B1"/>
    <w:rsid w:val="00A43CBD"/>
    <w:rsid w:val="00A453D3"/>
    <w:rsid w:val="00A4596E"/>
    <w:rsid w:val="00A470B4"/>
    <w:rsid w:val="00A52D5B"/>
    <w:rsid w:val="00A5685B"/>
    <w:rsid w:val="00A576E5"/>
    <w:rsid w:val="00A638EC"/>
    <w:rsid w:val="00A63975"/>
    <w:rsid w:val="00A641C1"/>
    <w:rsid w:val="00A6687B"/>
    <w:rsid w:val="00A6786B"/>
    <w:rsid w:val="00A67E69"/>
    <w:rsid w:val="00A714B3"/>
    <w:rsid w:val="00A725CF"/>
    <w:rsid w:val="00A800E5"/>
    <w:rsid w:val="00A84C9E"/>
    <w:rsid w:val="00A84D17"/>
    <w:rsid w:val="00A87010"/>
    <w:rsid w:val="00A944F5"/>
    <w:rsid w:val="00A96174"/>
    <w:rsid w:val="00A96ED5"/>
    <w:rsid w:val="00A97FF7"/>
    <w:rsid w:val="00AA028C"/>
    <w:rsid w:val="00AA18B5"/>
    <w:rsid w:val="00AA3D35"/>
    <w:rsid w:val="00AB0237"/>
    <w:rsid w:val="00AB0CEF"/>
    <w:rsid w:val="00AB17F0"/>
    <w:rsid w:val="00AB3D51"/>
    <w:rsid w:val="00AB3FFB"/>
    <w:rsid w:val="00AB5AB3"/>
    <w:rsid w:val="00AB6BCC"/>
    <w:rsid w:val="00AC0271"/>
    <w:rsid w:val="00AC261D"/>
    <w:rsid w:val="00AC2A76"/>
    <w:rsid w:val="00AC5DF6"/>
    <w:rsid w:val="00AC7F90"/>
    <w:rsid w:val="00AD0123"/>
    <w:rsid w:val="00AD110A"/>
    <w:rsid w:val="00AD7AEA"/>
    <w:rsid w:val="00AE1A67"/>
    <w:rsid w:val="00AE2D8A"/>
    <w:rsid w:val="00AE52E1"/>
    <w:rsid w:val="00AE5AFD"/>
    <w:rsid w:val="00AE5F74"/>
    <w:rsid w:val="00AF0D00"/>
    <w:rsid w:val="00AF5497"/>
    <w:rsid w:val="00AF6B0F"/>
    <w:rsid w:val="00B00242"/>
    <w:rsid w:val="00B15DCF"/>
    <w:rsid w:val="00B16C30"/>
    <w:rsid w:val="00B16D7B"/>
    <w:rsid w:val="00B17FFC"/>
    <w:rsid w:val="00B216C7"/>
    <w:rsid w:val="00B245DD"/>
    <w:rsid w:val="00B24DD9"/>
    <w:rsid w:val="00B26CA9"/>
    <w:rsid w:val="00B26DD9"/>
    <w:rsid w:val="00B32AE8"/>
    <w:rsid w:val="00B33B61"/>
    <w:rsid w:val="00B36BFA"/>
    <w:rsid w:val="00B37061"/>
    <w:rsid w:val="00B40267"/>
    <w:rsid w:val="00B444AD"/>
    <w:rsid w:val="00B450E6"/>
    <w:rsid w:val="00B46AF4"/>
    <w:rsid w:val="00B46CE3"/>
    <w:rsid w:val="00B471EB"/>
    <w:rsid w:val="00B5331E"/>
    <w:rsid w:val="00B53AC6"/>
    <w:rsid w:val="00B56E6B"/>
    <w:rsid w:val="00B61BEC"/>
    <w:rsid w:val="00B62B9A"/>
    <w:rsid w:val="00B63D34"/>
    <w:rsid w:val="00B65728"/>
    <w:rsid w:val="00B66163"/>
    <w:rsid w:val="00B71D59"/>
    <w:rsid w:val="00B725A0"/>
    <w:rsid w:val="00B7277C"/>
    <w:rsid w:val="00B73ADE"/>
    <w:rsid w:val="00B748D2"/>
    <w:rsid w:val="00B7491F"/>
    <w:rsid w:val="00B81268"/>
    <w:rsid w:val="00B81FDE"/>
    <w:rsid w:val="00B8233D"/>
    <w:rsid w:val="00B85289"/>
    <w:rsid w:val="00B90D40"/>
    <w:rsid w:val="00B91CFC"/>
    <w:rsid w:val="00B93357"/>
    <w:rsid w:val="00BA0894"/>
    <w:rsid w:val="00BA09BF"/>
    <w:rsid w:val="00BA1198"/>
    <w:rsid w:val="00BA3FE7"/>
    <w:rsid w:val="00BB17FA"/>
    <w:rsid w:val="00BB19A8"/>
    <w:rsid w:val="00BB27C9"/>
    <w:rsid w:val="00BB2A91"/>
    <w:rsid w:val="00BC04A0"/>
    <w:rsid w:val="00BC06C1"/>
    <w:rsid w:val="00BC1914"/>
    <w:rsid w:val="00BC2B14"/>
    <w:rsid w:val="00BC2D3B"/>
    <w:rsid w:val="00BC361F"/>
    <w:rsid w:val="00BC3681"/>
    <w:rsid w:val="00BC3948"/>
    <w:rsid w:val="00BC4510"/>
    <w:rsid w:val="00BC667D"/>
    <w:rsid w:val="00BC6831"/>
    <w:rsid w:val="00BC6AAE"/>
    <w:rsid w:val="00BD198D"/>
    <w:rsid w:val="00BD19C0"/>
    <w:rsid w:val="00BD2FCB"/>
    <w:rsid w:val="00BD4BBF"/>
    <w:rsid w:val="00BD4CAB"/>
    <w:rsid w:val="00BD5888"/>
    <w:rsid w:val="00BE22A3"/>
    <w:rsid w:val="00BE34AC"/>
    <w:rsid w:val="00BF279D"/>
    <w:rsid w:val="00BF4124"/>
    <w:rsid w:val="00BF5BD6"/>
    <w:rsid w:val="00BF7690"/>
    <w:rsid w:val="00C008F1"/>
    <w:rsid w:val="00C00DC6"/>
    <w:rsid w:val="00C01286"/>
    <w:rsid w:val="00C02A1E"/>
    <w:rsid w:val="00C02CB3"/>
    <w:rsid w:val="00C05934"/>
    <w:rsid w:val="00C07557"/>
    <w:rsid w:val="00C129E5"/>
    <w:rsid w:val="00C16DFE"/>
    <w:rsid w:val="00C17ED5"/>
    <w:rsid w:val="00C224E0"/>
    <w:rsid w:val="00C23819"/>
    <w:rsid w:val="00C2390E"/>
    <w:rsid w:val="00C24E2E"/>
    <w:rsid w:val="00C264FE"/>
    <w:rsid w:val="00C27D4B"/>
    <w:rsid w:val="00C308FB"/>
    <w:rsid w:val="00C30ABD"/>
    <w:rsid w:val="00C30B09"/>
    <w:rsid w:val="00C32432"/>
    <w:rsid w:val="00C32719"/>
    <w:rsid w:val="00C41F86"/>
    <w:rsid w:val="00C42CEE"/>
    <w:rsid w:val="00C44AEA"/>
    <w:rsid w:val="00C51E25"/>
    <w:rsid w:val="00C52E49"/>
    <w:rsid w:val="00C55C24"/>
    <w:rsid w:val="00C64330"/>
    <w:rsid w:val="00C67BBB"/>
    <w:rsid w:val="00C71324"/>
    <w:rsid w:val="00C72ED5"/>
    <w:rsid w:val="00C748FC"/>
    <w:rsid w:val="00C74FD0"/>
    <w:rsid w:val="00C750E0"/>
    <w:rsid w:val="00C80A32"/>
    <w:rsid w:val="00C83101"/>
    <w:rsid w:val="00C84B1B"/>
    <w:rsid w:val="00C91C6F"/>
    <w:rsid w:val="00C95A78"/>
    <w:rsid w:val="00C95CA8"/>
    <w:rsid w:val="00CA1D37"/>
    <w:rsid w:val="00CA22CC"/>
    <w:rsid w:val="00CA4C53"/>
    <w:rsid w:val="00CA6FC1"/>
    <w:rsid w:val="00CB26F7"/>
    <w:rsid w:val="00CB2BA5"/>
    <w:rsid w:val="00CB7285"/>
    <w:rsid w:val="00CC065C"/>
    <w:rsid w:val="00CC1687"/>
    <w:rsid w:val="00CC2883"/>
    <w:rsid w:val="00CC3FD8"/>
    <w:rsid w:val="00CC612F"/>
    <w:rsid w:val="00CD1EEE"/>
    <w:rsid w:val="00CD3AA2"/>
    <w:rsid w:val="00CD5E8F"/>
    <w:rsid w:val="00CD60EC"/>
    <w:rsid w:val="00CE17F1"/>
    <w:rsid w:val="00CE277F"/>
    <w:rsid w:val="00CE3471"/>
    <w:rsid w:val="00CE5FFC"/>
    <w:rsid w:val="00CF0AEC"/>
    <w:rsid w:val="00CF3096"/>
    <w:rsid w:val="00CF4E4F"/>
    <w:rsid w:val="00CF68CC"/>
    <w:rsid w:val="00CF6DAD"/>
    <w:rsid w:val="00CF7C34"/>
    <w:rsid w:val="00D00A99"/>
    <w:rsid w:val="00D07F67"/>
    <w:rsid w:val="00D11CE1"/>
    <w:rsid w:val="00D12304"/>
    <w:rsid w:val="00D1274E"/>
    <w:rsid w:val="00D14365"/>
    <w:rsid w:val="00D17B50"/>
    <w:rsid w:val="00D20910"/>
    <w:rsid w:val="00D21E6A"/>
    <w:rsid w:val="00D24A21"/>
    <w:rsid w:val="00D3087A"/>
    <w:rsid w:val="00D310B3"/>
    <w:rsid w:val="00D31D69"/>
    <w:rsid w:val="00D36EAE"/>
    <w:rsid w:val="00D45D97"/>
    <w:rsid w:val="00D464E5"/>
    <w:rsid w:val="00D52828"/>
    <w:rsid w:val="00D52F24"/>
    <w:rsid w:val="00D55ED3"/>
    <w:rsid w:val="00D55F43"/>
    <w:rsid w:val="00D56491"/>
    <w:rsid w:val="00D56BC9"/>
    <w:rsid w:val="00D57B12"/>
    <w:rsid w:val="00D623D7"/>
    <w:rsid w:val="00D66F91"/>
    <w:rsid w:val="00D706A3"/>
    <w:rsid w:val="00D708B4"/>
    <w:rsid w:val="00D736A3"/>
    <w:rsid w:val="00D77385"/>
    <w:rsid w:val="00D77416"/>
    <w:rsid w:val="00D82C25"/>
    <w:rsid w:val="00D82E26"/>
    <w:rsid w:val="00D86959"/>
    <w:rsid w:val="00D86F91"/>
    <w:rsid w:val="00D871EA"/>
    <w:rsid w:val="00D87FB3"/>
    <w:rsid w:val="00D90946"/>
    <w:rsid w:val="00D912EF"/>
    <w:rsid w:val="00D92DAE"/>
    <w:rsid w:val="00D94004"/>
    <w:rsid w:val="00D94D61"/>
    <w:rsid w:val="00D959AE"/>
    <w:rsid w:val="00DA2B21"/>
    <w:rsid w:val="00DA3940"/>
    <w:rsid w:val="00DA56B7"/>
    <w:rsid w:val="00DA653A"/>
    <w:rsid w:val="00DA7C75"/>
    <w:rsid w:val="00DB11EF"/>
    <w:rsid w:val="00DB17D4"/>
    <w:rsid w:val="00DB2911"/>
    <w:rsid w:val="00DB4622"/>
    <w:rsid w:val="00DC1D39"/>
    <w:rsid w:val="00DC20CD"/>
    <w:rsid w:val="00DC6A88"/>
    <w:rsid w:val="00DC70A1"/>
    <w:rsid w:val="00DD1094"/>
    <w:rsid w:val="00DD1EAD"/>
    <w:rsid w:val="00DD3BC0"/>
    <w:rsid w:val="00DD460D"/>
    <w:rsid w:val="00DD5792"/>
    <w:rsid w:val="00DE2051"/>
    <w:rsid w:val="00DE30A4"/>
    <w:rsid w:val="00DE4469"/>
    <w:rsid w:val="00DE501F"/>
    <w:rsid w:val="00DE60A1"/>
    <w:rsid w:val="00DE70C2"/>
    <w:rsid w:val="00DF09F0"/>
    <w:rsid w:val="00DF3566"/>
    <w:rsid w:val="00DF77E0"/>
    <w:rsid w:val="00E00A45"/>
    <w:rsid w:val="00E12888"/>
    <w:rsid w:val="00E1452C"/>
    <w:rsid w:val="00E149C1"/>
    <w:rsid w:val="00E16299"/>
    <w:rsid w:val="00E16C47"/>
    <w:rsid w:val="00E1725F"/>
    <w:rsid w:val="00E202DA"/>
    <w:rsid w:val="00E21A4D"/>
    <w:rsid w:val="00E2228B"/>
    <w:rsid w:val="00E25A3B"/>
    <w:rsid w:val="00E27E7B"/>
    <w:rsid w:val="00E30E10"/>
    <w:rsid w:val="00E314F8"/>
    <w:rsid w:val="00E318FA"/>
    <w:rsid w:val="00E321EC"/>
    <w:rsid w:val="00E3222A"/>
    <w:rsid w:val="00E32F4C"/>
    <w:rsid w:val="00E336AE"/>
    <w:rsid w:val="00E34EF3"/>
    <w:rsid w:val="00E3535D"/>
    <w:rsid w:val="00E35402"/>
    <w:rsid w:val="00E377CF"/>
    <w:rsid w:val="00E42873"/>
    <w:rsid w:val="00E44A06"/>
    <w:rsid w:val="00E44B29"/>
    <w:rsid w:val="00E533C0"/>
    <w:rsid w:val="00E54746"/>
    <w:rsid w:val="00E54C03"/>
    <w:rsid w:val="00E560A0"/>
    <w:rsid w:val="00E61195"/>
    <w:rsid w:val="00E6350E"/>
    <w:rsid w:val="00E67698"/>
    <w:rsid w:val="00E71EA4"/>
    <w:rsid w:val="00E728E5"/>
    <w:rsid w:val="00E767F7"/>
    <w:rsid w:val="00E8169B"/>
    <w:rsid w:val="00E81897"/>
    <w:rsid w:val="00E82264"/>
    <w:rsid w:val="00E82BDA"/>
    <w:rsid w:val="00E95D91"/>
    <w:rsid w:val="00EA1320"/>
    <w:rsid w:val="00EA48E2"/>
    <w:rsid w:val="00EA6D0D"/>
    <w:rsid w:val="00EA74D3"/>
    <w:rsid w:val="00EB05A1"/>
    <w:rsid w:val="00EB1CEB"/>
    <w:rsid w:val="00EB4872"/>
    <w:rsid w:val="00EB4DEA"/>
    <w:rsid w:val="00EB5118"/>
    <w:rsid w:val="00EB6CA2"/>
    <w:rsid w:val="00EC0C81"/>
    <w:rsid w:val="00EC159C"/>
    <w:rsid w:val="00EC683E"/>
    <w:rsid w:val="00ED0F16"/>
    <w:rsid w:val="00ED1396"/>
    <w:rsid w:val="00ED1B40"/>
    <w:rsid w:val="00ED7EF0"/>
    <w:rsid w:val="00EE0A41"/>
    <w:rsid w:val="00EE487D"/>
    <w:rsid w:val="00EE50FE"/>
    <w:rsid w:val="00EE6190"/>
    <w:rsid w:val="00EF0B22"/>
    <w:rsid w:val="00EF0F69"/>
    <w:rsid w:val="00EF12AC"/>
    <w:rsid w:val="00EF2534"/>
    <w:rsid w:val="00EF3F4A"/>
    <w:rsid w:val="00EF4575"/>
    <w:rsid w:val="00F014AB"/>
    <w:rsid w:val="00F01D3D"/>
    <w:rsid w:val="00F022FD"/>
    <w:rsid w:val="00F03C1A"/>
    <w:rsid w:val="00F07E99"/>
    <w:rsid w:val="00F10A21"/>
    <w:rsid w:val="00F11212"/>
    <w:rsid w:val="00F1134B"/>
    <w:rsid w:val="00F14573"/>
    <w:rsid w:val="00F149D1"/>
    <w:rsid w:val="00F158C0"/>
    <w:rsid w:val="00F15BFF"/>
    <w:rsid w:val="00F16B9A"/>
    <w:rsid w:val="00F1791B"/>
    <w:rsid w:val="00F21CCF"/>
    <w:rsid w:val="00F23271"/>
    <w:rsid w:val="00F2544F"/>
    <w:rsid w:val="00F257F2"/>
    <w:rsid w:val="00F4126E"/>
    <w:rsid w:val="00F41620"/>
    <w:rsid w:val="00F41B80"/>
    <w:rsid w:val="00F4327B"/>
    <w:rsid w:val="00F441BC"/>
    <w:rsid w:val="00F45ABE"/>
    <w:rsid w:val="00F5001B"/>
    <w:rsid w:val="00F52B34"/>
    <w:rsid w:val="00F57005"/>
    <w:rsid w:val="00F573F3"/>
    <w:rsid w:val="00F6290E"/>
    <w:rsid w:val="00F62A62"/>
    <w:rsid w:val="00F6469C"/>
    <w:rsid w:val="00F64D7C"/>
    <w:rsid w:val="00F6739C"/>
    <w:rsid w:val="00F72947"/>
    <w:rsid w:val="00F72E7C"/>
    <w:rsid w:val="00F76C58"/>
    <w:rsid w:val="00F77278"/>
    <w:rsid w:val="00F82692"/>
    <w:rsid w:val="00F861D2"/>
    <w:rsid w:val="00F92C19"/>
    <w:rsid w:val="00F9747F"/>
    <w:rsid w:val="00F975D6"/>
    <w:rsid w:val="00FA29E7"/>
    <w:rsid w:val="00FA4140"/>
    <w:rsid w:val="00FA5D72"/>
    <w:rsid w:val="00FA7369"/>
    <w:rsid w:val="00FB5050"/>
    <w:rsid w:val="00FB6949"/>
    <w:rsid w:val="00FC3277"/>
    <w:rsid w:val="00FC390C"/>
    <w:rsid w:val="00FC397C"/>
    <w:rsid w:val="00FC4056"/>
    <w:rsid w:val="00FC79C0"/>
    <w:rsid w:val="00FC7FB4"/>
    <w:rsid w:val="00FE6709"/>
    <w:rsid w:val="00FF11B8"/>
    <w:rsid w:val="00FF15F1"/>
    <w:rsid w:val="00FF329D"/>
    <w:rsid w:val="00FF3A4F"/>
    <w:rsid w:val="00FF3CEE"/>
    <w:rsid w:val="00FF4CEF"/>
    <w:rsid w:val="00FF548E"/>
    <w:rsid w:val="00FF62E9"/>
    <w:rsid w:val="00FF71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microsoft-com:office:smarttags"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62B3"/>
    <w:rPr>
      <w:sz w:val="24"/>
      <w:szCs w:val="24"/>
      <w:lang w:val="es-AR" w:eastAsia="es-E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EB1CEB"/>
    <w:pPr>
      <w:keepNext/>
      <w:numPr>
        <w:numId w:val="16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EB1CEB"/>
    <w:pPr>
      <w:keepNext/>
      <w:numPr>
        <w:ilvl w:val="1"/>
        <w:numId w:val="16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C95CA8"/>
    <w:rPr>
      <w:rFonts w:ascii="Arial" w:hAnsi="Arial" w:cs="Arial"/>
      <w:b/>
      <w:bCs/>
      <w:kern w:val="32"/>
      <w:sz w:val="32"/>
      <w:szCs w:val="32"/>
      <w:lang w:val="es-AR" w:eastAsia="es-ES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C95CA8"/>
    <w:rPr>
      <w:rFonts w:ascii="Arial" w:hAnsi="Arial" w:cs="Arial"/>
      <w:b/>
      <w:bCs/>
      <w:i/>
      <w:iCs/>
      <w:sz w:val="28"/>
      <w:szCs w:val="28"/>
      <w:lang w:val="es-AR" w:eastAsia="es-ES"/>
    </w:rPr>
  </w:style>
  <w:style w:type="character" w:styleId="CommentReference">
    <w:name w:val="annotation reference"/>
    <w:basedOn w:val="DefaultParagraphFont"/>
    <w:uiPriority w:val="99"/>
    <w:semiHidden/>
    <w:rsid w:val="00147394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14739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C95CA8"/>
    <w:rPr>
      <w:rFonts w:cs="Times New Roman"/>
      <w:lang w:val="es-AR" w:eastAsia="es-E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14739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C95CA8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14739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95CA8"/>
    <w:rPr>
      <w:rFonts w:cs="Times New Roman"/>
      <w:sz w:val="2"/>
      <w:lang w:val="es-AR" w:eastAsia="es-ES"/>
    </w:rPr>
  </w:style>
  <w:style w:type="paragraph" w:customStyle="1" w:styleId="seccin1">
    <w:name w:val="sección 1"/>
    <w:basedOn w:val="Heading1"/>
    <w:next w:val="cuerpo"/>
    <w:autoRedefine/>
    <w:uiPriority w:val="99"/>
    <w:rsid w:val="00623147"/>
    <w:pPr>
      <w:numPr>
        <w:numId w:val="0"/>
      </w:numPr>
      <w:spacing w:after="120" w:line="360" w:lineRule="auto"/>
    </w:pPr>
    <w:rPr>
      <w:rFonts w:ascii="Garamond" w:hAnsi="Garamond" w:cs="Narkisim"/>
      <w:sz w:val="30"/>
      <w:szCs w:val="22"/>
    </w:rPr>
  </w:style>
  <w:style w:type="paragraph" w:customStyle="1" w:styleId="cuerpo">
    <w:name w:val="cuerpo"/>
    <w:basedOn w:val="Normal"/>
    <w:link w:val="cuerpoCar"/>
    <w:autoRedefine/>
    <w:uiPriority w:val="99"/>
    <w:rsid w:val="00F21CCF"/>
    <w:pPr>
      <w:spacing w:line="360" w:lineRule="auto"/>
      <w:jc w:val="both"/>
    </w:pPr>
    <w:rPr>
      <w:rFonts w:ascii="Garamond" w:hAnsi="Garamond"/>
      <w:sz w:val="20"/>
      <w:szCs w:val="20"/>
      <w:lang w:val="en-US"/>
    </w:rPr>
  </w:style>
  <w:style w:type="paragraph" w:styleId="FootnoteText">
    <w:name w:val="footnote text"/>
    <w:basedOn w:val="Normal"/>
    <w:link w:val="FootnoteTextChar"/>
    <w:autoRedefine/>
    <w:uiPriority w:val="99"/>
    <w:semiHidden/>
    <w:rsid w:val="00335321"/>
    <w:pPr>
      <w:jc w:val="both"/>
    </w:pPr>
    <w:rPr>
      <w:rFonts w:ascii="Garamond" w:hAnsi="Garamond"/>
      <w:sz w:val="18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C95CA8"/>
    <w:rPr>
      <w:rFonts w:cs="Times New Roman"/>
      <w:lang w:val="es-AR" w:eastAsia="es-ES"/>
    </w:rPr>
  </w:style>
  <w:style w:type="character" w:styleId="FootnoteReference">
    <w:name w:val="footnote reference"/>
    <w:basedOn w:val="DefaultParagraphFont"/>
    <w:uiPriority w:val="99"/>
    <w:semiHidden/>
    <w:rsid w:val="00E321EC"/>
    <w:rPr>
      <w:rFonts w:cs="Times New Roman"/>
      <w:vertAlign w:val="superscript"/>
    </w:rPr>
  </w:style>
  <w:style w:type="paragraph" w:styleId="Caption">
    <w:name w:val="caption"/>
    <w:basedOn w:val="Normal"/>
    <w:next w:val="Normal"/>
    <w:uiPriority w:val="99"/>
    <w:qFormat/>
    <w:rsid w:val="00F861D2"/>
    <w:rPr>
      <w:b/>
      <w:bCs/>
      <w:sz w:val="20"/>
      <w:szCs w:val="20"/>
    </w:rPr>
  </w:style>
  <w:style w:type="paragraph" w:customStyle="1" w:styleId="Estilo1">
    <w:name w:val="Estilo1"/>
    <w:basedOn w:val="seccin1"/>
    <w:uiPriority w:val="99"/>
    <w:rsid w:val="00737A6B"/>
    <w:pPr>
      <w:numPr>
        <w:numId w:val="11"/>
      </w:numPr>
    </w:pPr>
    <w:rPr>
      <w:i/>
    </w:rPr>
  </w:style>
  <w:style w:type="paragraph" w:customStyle="1" w:styleId="Subseccin">
    <w:name w:val="Subsección"/>
    <w:basedOn w:val="cuerpo"/>
    <w:next w:val="cuerpo"/>
    <w:link w:val="SubseccinCar"/>
    <w:autoRedefine/>
    <w:uiPriority w:val="99"/>
    <w:rsid w:val="00A453D3"/>
    <w:pPr>
      <w:spacing w:line="480" w:lineRule="auto"/>
      <w:jc w:val="left"/>
    </w:pPr>
    <w:rPr>
      <w:b/>
      <w:bCs/>
      <w:i/>
      <w:iCs/>
    </w:rPr>
  </w:style>
  <w:style w:type="paragraph" w:customStyle="1" w:styleId="EstiloEpgrafeCentrado">
    <w:name w:val="Estilo Epígrafe + Centrado"/>
    <w:basedOn w:val="Caption"/>
    <w:autoRedefine/>
    <w:uiPriority w:val="99"/>
    <w:rsid w:val="00291440"/>
    <w:pPr>
      <w:jc w:val="center"/>
    </w:pPr>
    <w:rPr>
      <w:rFonts w:ascii="Garamond" w:hAnsi="Garamond"/>
      <w:sz w:val="24"/>
    </w:rPr>
  </w:style>
  <w:style w:type="paragraph" w:customStyle="1" w:styleId="EstiloEpgrafeCentradoInterlineado15lneas">
    <w:name w:val="Estilo Epígrafe + Centrado Interlineado:  15 líneas"/>
    <w:basedOn w:val="Caption"/>
    <w:autoRedefine/>
    <w:uiPriority w:val="99"/>
    <w:rsid w:val="00291440"/>
    <w:pPr>
      <w:spacing w:line="360" w:lineRule="auto"/>
      <w:jc w:val="center"/>
    </w:pPr>
    <w:rPr>
      <w:rFonts w:ascii="Garamond" w:hAnsi="Garamond"/>
      <w:sz w:val="24"/>
    </w:rPr>
  </w:style>
  <w:style w:type="paragraph" w:customStyle="1" w:styleId="sub-sub-seccion">
    <w:name w:val="sub-sub-seccion"/>
    <w:basedOn w:val="cuerpo"/>
    <w:link w:val="sub-sub-seccionCar"/>
    <w:autoRedefine/>
    <w:uiPriority w:val="99"/>
    <w:rsid w:val="00BC1914"/>
    <w:pPr>
      <w:spacing w:line="480" w:lineRule="auto"/>
    </w:pPr>
    <w:rPr>
      <w:i/>
      <w:iCs/>
      <w:sz w:val="26"/>
    </w:rPr>
  </w:style>
  <w:style w:type="character" w:customStyle="1" w:styleId="cuerpoCar">
    <w:name w:val="cuerpo Car"/>
    <w:basedOn w:val="DefaultParagraphFont"/>
    <w:link w:val="cuerpo"/>
    <w:uiPriority w:val="99"/>
    <w:locked/>
    <w:rsid w:val="00F21CCF"/>
    <w:rPr>
      <w:rFonts w:ascii="Garamond" w:hAnsi="Garamond" w:cs="Times New Roman"/>
      <w:lang w:val="en-US" w:eastAsia="es-ES"/>
    </w:rPr>
  </w:style>
  <w:style w:type="character" w:customStyle="1" w:styleId="sub-sub-seccionCar">
    <w:name w:val="sub-sub-seccion Car"/>
    <w:basedOn w:val="cuerpoCar"/>
    <w:link w:val="sub-sub-seccion"/>
    <w:uiPriority w:val="99"/>
    <w:locked/>
    <w:rsid w:val="00BC1914"/>
    <w:rPr>
      <w:i/>
      <w:iCs/>
      <w:sz w:val="26"/>
    </w:rPr>
  </w:style>
  <w:style w:type="paragraph" w:customStyle="1" w:styleId="fuenteelaboracionpropia">
    <w:name w:val="fuente elaboracion propia"/>
    <w:basedOn w:val="cuerpo"/>
    <w:uiPriority w:val="99"/>
    <w:rsid w:val="00291440"/>
  </w:style>
  <w:style w:type="paragraph" w:customStyle="1" w:styleId="Estilo2">
    <w:name w:val="Estilo2"/>
    <w:basedOn w:val="cuerpo"/>
    <w:next w:val="fuenteelaboracionpropia"/>
    <w:uiPriority w:val="99"/>
    <w:rsid w:val="00291440"/>
  </w:style>
  <w:style w:type="paragraph" w:customStyle="1" w:styleId="seccin">
    <w:name w:val="sección"/>
    <w:basedOn w:val="Heading1"/>
    <w:next w:val="cuerpo"/>
    <w:autoRedefine/>
    <w:uiPriority w:val="99"/>
    <w:rsid w:val="000171BA"/>
    <w:pPr>
      <w:spacing w:line="360" w:lineRule="auto"/>
    </w:pPr>
    <w:rPr>
      <w:rFonts w:ascii="Garamond" w:hAnsi="Garamond"/>
      <w:sz w:val="30"/>
      <w:szCs w:val="22"/>
    </w:rPr>
  </w:style>
  <w:style w:type="paragraph" w:styleId="Header">
    <w:name w:val="header"/>
    <w:basedOn w:val="Normal"/>
    <w:link w:val="HeaderChar"/>
    <w:uiPriority w:val="99"/>
    <w:rsid w:val="00D959AE"/>
    <w:pPr>
      <w:tabs>
        <w:tab w:val="center" w:pos="4252"/>
        <w:tab w:val="right" w:pos="8504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C95CA8"/>
    <w:rPr>
      <w:rFonts w:cs="Times New Roman"/>
      <w:sz w:val="24"/>
      <w:szCs w:val="24"/>
      <w:lang w:val="es-AR" w:eastAsia="es-ES"/>
    </w:rPr>
  </w:style>
  <w:style w:type="paragraph" w:styleId="Footer">
    <w:name w:val="footer"/>
    <w:basedOn w:val="Normal"/>
    <w:link w:val="FooterChar"/>
    <w:uiPriority w:val="99"/>
    <w:rsid w:val="00D959AE"/>
    <w:pPr>
      <w:tabs>
        <w:tab w:val="center" w:pos="4252"/>
        <w:tab w:val="right" w:pos="8504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3C3A97"/>
    <w:rPr>
      <w:rFonts w:cs="Times New Roman"/>
      <w:sz w:val="24"/>
      <w:szCs w:val="24"/>
      <w:lang w:eastAsia="es-ES"/>
    </w:rPr>
  </w:style>
  <w:style w:type="paragraph" w:customStyle="1" w:styleId="objetos">
    <w:name w:val="objetos"/>
    <w:basedOn w:val="cuerpo"/>
    <w:autoRedefine/>
    <w:uiPriority w:val="99"/>
    <w:rsid w:val="00A2705F"/>
    <w:pPr>
      <w:jc w:val="center"/>
    </w:pPr>
  </w:style>
  <w:style w:type="paragraph" w:customStyle="1" w:styleId="fuente">
    <w:name w:val="fuente"/>
    <w:basedOn w:val="cuerpo"/>
    <w:next w:val="cuerpo"/>
    <w:link w:val="fuenteCar"/>
    <w:uiPriority w:val="99"/>
    <w:rsid w:val="00A2705F"/>
    <w:pPr>
      <w:spacing w:line="480" w:lineRule="auto"/>
    </w:pPr>
  </w:style>
  <w:style w:type="paragraph" w:customStyle="1" w:styleId="Ecuacion">
    <w:name w:val="Ecuacion"/>
    <w:basedOn w:val="ListNumber"/>
    <w:next w:val="cuerpo"/>
    <w:uiPriority w:val="99"/>
    <w:rsid w:val="000A1A48"/>
    <w:pPr>
      <w:tabs>
        <w:tab w:val="num" w:pos="397"/>
      </w:tabs>
      <w:spacing w:before="360" w:after="360" w:line="360" w:lineRule="auto"/>
      <w:ind w:left="397" w:hanging="113"/>
    </w:pPr>
  </w:style>
  <w:style w:type="character" w:styleId="Hyperlink">
    <w:name w:val="Hyperlink"/>
    <w:basedOn w:val="DefaultParagraphFont"/>
    <w:uiPriority w:val="99"/>
    <w:rsid w:val="00FC390C"/>
    <w:rPr>
      <w:rFonts w:cs="Times New Roman"/>
      <w:color w:val="0000FF"/>
      <w:u w:val="single"/>
    </w:rPr>
  </w:style>
  <w:style w:type="character" w:styleId="PlaceholderText">
    <w:name w:val="Placeholder Text"/>
    <w:basedOn w:val="DefaultParagraphFont"/>
    <w:uiPriority w:val="99"/>
    <w:semiHidden/>
    <w:rsid w:val="0044313E"/>
    <w:rPr>
      <w:rFonts w:cs="Times New Roman"/>
      <w:color w:val="808080"/>
    </w:rPr>
  </w:style>
  <w:style w:type="paragraph" w:styleId="ListNumber">
    <w:name w:val="List Number"/>
    <w:basedOn w:val="Normal"/>
    <w:uiPriority w:val="99"/>
    <w:rsid w:val="00EB1CEB"/>
  </w:style>
  <w:style w:type="character" w:customStyle="1" w:styleId="MTEquationSection">
    <w:name w:val="MTEquationSection"/>
    <w:basedOn w:val="DefaultParagraphFont"/>
    <w:uiPriority w:val="99"/>
    <w:rsid w:val="00B32AE8"/>
    <w:rPr>
      <w:rFonts w:ascii="Verdana" w:hAnsi="Verdana" w:cs="Times New Roman"/>
      <w:b/>
      <w:vanish/>
      <w:color w:val="FF0000"/>
      <w:sz w:val="20"/>
      <w:szCs w:val="20"/>
    </w:rPr>
  </w:style>
  <w:style w:type="paragraph" w:styleId="ListParagraph">
    <w:name w:val="List Paragraph"/>
    <w:basedOn w:val="Normal"/>
    <w:uiPriority w:val="99"/>
    <w:qFormat/>
    <w:rsid w:val="00960351"/>
    <w:pPr>
      <w:ind w:left="720"/>
      <w:contextualSpacing/>
    </w:pPr>
  </w:style>
  <w:style w:type="character" w:customStyle="1" w:styleId="apple-style-span">
    <w:name w:val="apple-style-span"/>
    <w:basedOn w:val="DefaultParagraphFont"/>
    <w:uiPriority w:val="99"/>
    <w:rsid w:val="007D6A9D"/>
    <w:rPr>
      <w:rFonts w:cs="Times New Roman"/>
    </w:rPr>
  </w:style>
  <w:style w:type="character" w:customStyle="1" w:styleId="apple-converted-space">
    <w:name w:val="apple-converted-space"/>
    <w:basedOn w:val="DefaultParagraphFont"/>
    <w:uiPriority w:val="99"/>
    <w:rsid w:val="007D6A9D"/>
    <w:rPr>
      <w:rFonts w:cs="Times New Roman"/>
    </w:rPr>
  </w:style>
  <w:style w:type="paragraph" w:styleId="EndnoteText">
    <w:name w:val="endnote text"/>
    <w:basedOn w:val="Normal"/>
    <w:link w:val="EndnoteTextChar"/>
    <w:uiPriority w:val="99"/>
    <w:rsid w:val="009B3740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locked/>
    <w:rsid w:val="009B3740"/>
    <w:rPr>
      <w:rFonts w:cs="Times New Roman"/>
      <w:lang w:eastAsia="es-ES"/>
    </w:rPr>
  </w:style>
  <w:style w:type="character" w:styleId="EndnoteReference">
    <w:name w:val="endnote reference"/>
    <w:basedOn w:val="DefaultParagraphFont"/>
    <w:uiPriority w:val="99"/>
    <w:rsid w:val="009B3740"/>
    <w:rPr>
      <w:rFonts w:cs="Times New Roman"/>
      <w:vertAlign w:val="superscript"/>
    </w:rPr>
  </w:style>
  <w:style w:type="paragraph" w:styleId="DocumentMap">
    <w:name w:val="Document Map"/>
    <w:basedOn w:val="Normal"/>
    <w:link w:val="DocumentMapChar"/>
    <w:uiPriority w:val="99"/>
    <w:rsid w:val="00B33B61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locked/>
    <w:rsid w:val="00B33B61"/>
    <w:rPr>
      <w:rFonts w:ascii="Tahoma" w:hAnsi="Tahoma" w:cs="Tahoma"/>
      <w:sz w:val="16"/>
      <w:szCs w:val="16"/>
      <w:lang w:eastAsia="es-ES"/>
    </w:rPr>
  </w:style>
  <w:style w:type="paragraph" w:customStyle="1" w:styleId="CUERPO0">
    <w:name w:val="CUERPO"/>
    <w:basedOn w:val="cuerpo"/>
    <w:link w:val="CUERPOCar0"/>
    <w:uiPriority w:val="99"/>
    <w:rsid w:val="00B53AC6"/>
  </w:style>
  <w:style w:type="paragraph" w:customStyle="1" w:styleId="FUENTE0">
    <w:name w:val="FUENTE"/>
    <w:basedOn w:val="fuente"/>
    <w:link w:val="FUENTECar0"/>
    <w:uiPriority w:val="99"/>
    <w:rsid w:val="00B53AC6"/>
    <w:pPr>
      <w:jc w:val="center"/>
    </w:pPr>
    <w:rPr>
      <w:i/>
    </w:rPr>
  </w:style>
  <w:style w:type="character" w:customStyle="1" w:styleId="CUERPOCar0">
    <w:name w:val="CUERPO Car"/>
    <w:basedOn w:val="cuerpoCar"/>
    <w:link w:val="CUERPO0"/>
    <w:uiPriority w:val="99"/>
    <w:locked/>
    <w:rsid w:val="00B53AC6"/>
    <w:rPr>
      <w:sz w:val="24"/>
      <w:szCs w:val="24"/>
    </w:rPr>
  </w:style>
  <w:style w:type="character" w:customStyle="1" w:styleId="fuenteCar">
    <w:name w:val="fuente Car"/>
    <w:basedOn w:val="cuerpoCar"/>
    <w:link w:val="fuente"/>
    <w:uiPriority w:val="99"/>
    <w:locked/>
    <w:rsid w:val="00B53AC6"/>
  </w:style>
  <w:style w:type="character" w:customStyle="1" w:styleId="FUENTECar0">
    <w:name w:val="FUENTE Car"/>
    <w:basedOn w:val="fuenteCar"/>
    <w:link w:val="FUENTE0"/>
    <w:uiPriority w:val="99"/>
    <w:locked/>
    <w:rsid w:val="00B53AC6"/>
    <w:rPr>
      <w:i/>
    </w:rPr>
  </w:style>
  <w:style w:type="paragraph" w:customStyle="1" w:styleId="tesiscuerpo">
    <w:name w:val="tesis_cuerpo"/>
    <w:basedOn w:val="FUENTE0"/>
    <w:link w:val="tesiscuerpoCar"/>
    <w:uiPriority w:val="99"/>
    <w:rsid w:val="00BC1914"/>
    <w:pPr>
      <w:spacing w:before="240" w:after="240" w:line="360" w:lineRule="auto"/>
      <w:jc w:val="both"/>
    </w:pPr>
    <w:rPr>
      <w:i w:val="0"/>
      <w:sz w:val="24"/>
    </w:rPr>
  </w:style>
  <w:style w:type="paragraph" w:customStyle="1" w:styleId="subsub">
    <w:name w:val="subsub"/>
    <w:basedOn w:val="sub-sub-seccion"/>
    <w:next w:val="tesiscuerpo"/>
    <w:link w:val="subsubCar"/>
    <w:uiPriority w:val="99"/>
    <w:rsid w:val="00BC1914"/>
    <w:pPr>
      <w:spacing w:line="360" w:lineRule="auto"/>
    </w:pPr>
  </w:style>
  <w:style w:type="character" w:customStyle="1" w:styleId="tesiscuerpoCar">
    <w:name w:val="tesis_cuerpo Car"/>
    <w:basedOn w:val="FUENTECar0"/>
    <w:link w:val="tesiscuerpo"/>
    <w:uiPriority w:val="99"/>
    <w:locked/>
    <w:rsid w:val="00BC1914"/>
  </w:style>
  <w:style w:type="character" w:customStyle="1" w:styleId="subsubCar">
    <w:name w:val="subsub Car"/>
    <w:basedOn w:val="sub-sub-seccionCar"/>
    <w:link w:val="subsub"/>
    <w:uiPriority w:val="99"/>
    <w:locked/>
    <w:rsid w:val="00BC1914"/>
  </w:style>
  <w:style w:type="paragraph" w:customStyle="1" w:styleId="SUBtesis">
    <w:name w:val="SUB tesis"/>
    <w:basedOn w:val="Subseccin"/>
    <w:next w:val="tesiscuerpo"/>
    <w:link w:val="SUBtesisCar"/>
    <w:autoRedefine/>
    <w:uiPriority w:val="99"/>
    <w:rsid w:val="00C44AEA"/>
    <w:pPr>
      <w:spacing w:before="120" w:after="120" w:line="360" w:lineRule="auto"/>
    </w:pPr>
    <w:rPr>
      <w:sz w:val="24"/>
      <w:szCs w:val="24"/>
    </w:rPr>
  </w:style>
  <w:style w:type="character" w:customStyle="1" w:styleId="heading10">
    <w:name w:val="heading1"/>
    <w:basedOn w:val="DefaultParagraphFont"/>
    <w:uiPriority w:val="99"/>
    <w:rsid w:val="00726436"/>
    <w:rPr>
      <w:rFonts w:cs="Times New Roman"/>
    </w:rPr>
  </w:style>
  <w:style w:type="character" w:customStyle="1" w:styleId="SubseccinCar">
    <w:name w:val="Subsección Car"/>
    <w:basedOn w:val="cuerpoCar"/>
    <w:link w:val="Subseccin"/>
    <w:uiPriority w:val="99"/>
    <w:locked/>
    <w:rsid w:val="00EA48E2"/>
    <w:rPr>
      <w:b/>
      <w:bCs/>
      <w:i/>
      <w:iCs/>
    </w:rPr>
  </w:style>
  <w:style w:type="character" w:customStyle="1" w:styleId="SUBtesisCar">
    <w:name w:val="SUB tesis Car"/>
    <w:basedOn w:val="SubseccinCar"/>
    <w:link w:val="SUBtesis"/>
    <w:uiPriority w:val="99"/>
    <w:locked/>
    <w:rsid w:val="00C44AEA"/>
    <w:rPr>
      <w:sz w:val="24"/>
      <w:szCs w:val="24"/>
    </w:rPr>
  </w:style>
  <w:style w:type="character" w:customStyle="1" w:styleId="heading4">
    <w:name w:val="heading4"/>
    <w:basedOn w:val="DefaultParagraphFont"/>
    <w:uiPriority w:val="99"/>
    <w:rsid w:val="00726436"/>
    <w:rPr>
      <w:rFonts w:cs="Times New Roman"/>
    </w:rPr>
  </w:style>
  <w:style w:type="paragraph" w:customStyle="1" w:styleId="Default">
    <w:name w:val="Default"/>
    <w:uiPriority w:val="99"/>
    <w:rsid w:val="007B0101"/>
    <w:pPr>
      <w:autoSpaceDE w:val="0"/>
      <w:autoSpaceDN w:val="0"/>
      <w:adjustRightInd w:val="0"/>
    </w:pPr>
    <w:rPr>
      <w:rFonts w:ascii="Code" w:hAnsi="Code" w:cs="Code"/>
      <w:color w:val="000000"/>
      <w:sz w:val="24"/>
      <w:szCs w:val="24"/>
      <w:lang w:val="es-AR" w:eastAsia="es-AR"/>
    </w:rPr>
  </w:style>
  <w:style w:type="paragraph" w:styleId="HTMLPreformatted">
    <w:name w:val="HTML Preformatted"/>
    <w:basedOn w:val="Normal"/>
    <w:link w:val="HTMLPreformattedChar"/>
    <w:uiPriority w:val="99"/>
    <w:rsid w:val="008B476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eastAsia="es-AR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locked/>
    <w:rsid w:val="008B476A"/>
    <w:rPr>
      <w:rFonts w:ascii="Courier New" w:hAnsi="Courier New" w:cs="Courier New"/>
    </w:rPr>
  </w:style>
  <w:style w:type="paragraph" w:customStyle="1" w:styleId="REFERENCIAS">
    <w:name w:val="REFERENCIAS"/>
    <w:basedOn w:val="Normal"/>
    <w:link w:val="REFERENCIASCar"/>
    <w:autoRedefine/>
    <w:uiPriority w:val="99"/>
    <w:rsid w:val="00D708B4"/>
    <w:pPr>
      <w:jc w:val="both"/>
    </w:pPr>
    <w:rPr>
      <w:rFonts w:ascii="Garamond" w:hAnsi="Garamond"/>
      <w:sz w:val="20"/>
      <w:szCs w:val="20"/>
      <w:lang w:val="en-US"/>
    </w:rPr>
  </w:style>
  <w:style w:type="character" w:customStyle="1" w:styleId="REFERENCIASCar">
    <w:name w:val="REFERENCIAS Car"/>
    <w:basedOn w:val="DefaultParagraphFont"/>
    <w:link w:val="REFERENCIAS"/>
    <w:uiPriority w:val="99"/>
    <w:locked/>
    <w:rsid w:val="00D708B4"/>
    <w:rPr>
      <w:rFonts w:ascii="Garamond" w:hAnsi="Garamond" w:cs="Times New Roman"/>
      <w:lang w:val="en-US"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7519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19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19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19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519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7519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19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19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519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7519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519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519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7519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519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7519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519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7519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19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19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519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519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519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519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519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519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519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519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519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519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519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519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</TotalTime>
  <Pages>1</Pages>
  <Words>240</Words>
  <Characters>1372</Characters>
  <Application>Microsoft Office Outlook</Application>
  <DocSecurity>0</DocSecurity>
  <Lines>0</Lines>
  <Paragraphs>0</Paragraphs>
  <ScaleCrop>false</ScaleCrop>
  <Company>Hewlett-Packard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Diego</dc:creator>
  <cp:keywords/>
  <dc:description/>
  <cp:lastModifiedBy>Preferred Customer</cp:lastModifiedBy>
  <cp:revision>3</cp:revision>
  <cp:lastPrinted>2010-08-13T23:58:00Z</cp:lastPrinted>
  <dcterms:created xsi:type="dcterms:W3CDTF">2010-08-13T23:51:00Z</dcterms:created>
  <dcterms:modified xsi:type="dcterms:W3CDTF">2010-08-13T23:59:00Z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EquationSection">
    <vt:lpwstr>1</vt:lpwstr>
  </property>
  <property fmtid="{D5CDD505-2E9C-101B-9397-08002B2CF9AE}" pid="3" name="MTWinEqns">
    <vt:bool>true</vt:bool>
  </property>
  <property fmtid="{D5CDD505-2E9C-101B-9397-08002B2CF9AE}" pid="4" name="MTEquationNumber2">
    <vt:lpwstr>[#E1]</vt:lpwstr>
  </property>
</Properties>
</file>