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52" w:rsidRPr="00D864DC" w:rsidRDefault="00F874A9" w:rsidP="00F874A9">
      <w:pPr>
        <w:pStyle w:val="1"/>
        <w:rPr>
          <w:lang w:val="en-US"/>
        </w:rPr>
      </w:pPr>
      <w:r w:rsidRPr="00D864DC">
        <w:rPr>
          <w:lang w:val="en-US"/>
        </w:rPr>
        <w:t>PocketBook Dictionary Converter</w:t>
      </w:r>
    </w:p>
    <w:p w:rsidR="00F874A9" w:rsidRPr="00D864DC" w:rsidRDefault="00F874A9" w:rsidP="00F874A9">
      <w:pPr>
        <w:rPr>
          <w:lang w:val="en-US" w:eastAsia="zh-CN"/>
        </w:rPr>
      </w:pPr>
      <w:r w:rsidRPr="00D864DC">
        <w:rPr>
          <w:lang w:val="en-US" w:eastAsia="zh-CN"/>
        </w:rPr>
        <w:t xml:space="preserve">This software converts dictionary formats XCXF, </w:t>
      </w:r>
      <w:proofErr w:type="spellStart"/>
      <w:r w:rsidRPr="00D864DC">
        <w:rPr>
          <w:lang w:val="en-US" w:eastAsia="zh-CN"/>
        </w:rPr>
        <w:t>Dict</w:t>
      </w:r>
      <w:proofErr w:type="spellEnd"/>
      <w:r w:rsidRPr="00D864DC">
        <w:rPr>
          <w:lang w:val="en-US" w:eastAsia="zh-CN"/>
        </w:rPr>
        <w:t xml:space="preserve"> and </w:t>
      </w:r>
      <w:proofErr w:type="spellStart"/>
      <w:r w:rsidRPr="00D864DC">
        <w:rPr>
          <w:lang w:val="en-US" w:eastAsia="zh-CN"/>
        </w:rPr>
        <w:t>Lingvo</w:t>
      </w:r>
      <w:proofErr w:type="spellEnd"/>
      <w:r w:rsidRPr="00D864DC">
        <w:rPr>
          <w:lang w:val="en-US" w:eastAsia="zh-CN"/>
        </w:rPr>
        <w:t xml:space="preserve"> DSL to format supported by PocketBook. </w:t>
      </w:r>
    </w:p>
    <w:p w:rsidR="00F874A9" w:rsidRPr="00D864DC" w:rsidRDefault="00F874A9" w:rsidP="00F874A9">
      <w:pPr>
        <w:rPr>
          <w:lang w:val="en-US" w:eastAsia="zh-CN"/>
        </w:rPr>
      </w:pPr>
      <w:r w:rsidRPr="00D864DC">
        <w:rPr>
          <w:lang w:val="en-US" w:eastAsia="zh-CN"/>
        </w:rPr>
        <w:t>To create dictionary it’s necessary to prepare 3 files containing information about dictionary initial language:</w:t>
      </w:r>
    </w:p>
    <w:p w:rsidR="00F874A9" w:rsidRPr="00D864DC" w:rsidRDefault="00F874A9" w:rsidP="00F874A9">
      <w:pPr>
        <w:pStyle w:val="a1"/>
        <w:rPr>
          <w:lang w:val="en-US" w:eastAsia="zh-CN"/>
        </w:rPr>
      </w:pPr>
      <w:r w:rsidRPr="005F44DE">
        <w:rPr>
          <w:rFonts w:ascii="Courier New" w:hAnsi="Courier New" w:cs="Courier New"/>
          <w:lang w:val="en-US" w:eastAsia="zh-CN"/>
        </w:rPr>
        <w:t>collates.txt</w:t>
      </w:r>
      <w:r w:rsidRPr="00D864DC">
        <w:rPr>
          <w:lang w:val="en-US" w:eastAsia="zh-CN"/>
        </w:rPr>
        <w:t xml:space="preserve"> – lowercase and accented to uppercase symbols </w:t>
      </w:r>
      <w:proofErr w:type="spellStart"/>
      <w:r w:rsidRPr="00D864DC">
        <w:rPr>
          <w:lang w:val="en-US" w:eastAsia="zh-CN"/>
        </w:rPr>
        <w:t>convertion</w:t>
      </w:r>
      <w:proofErr w:type="spellEnd"/>
      <w:r w:rsidRPr="00D864DC">
        <w:rPr>
          <w:lang w:val="en-US" w:eastAsia="zh-CN"/>
        </w:rPr>
        <w:t xml:space="preserve"> table</w:t>
      </w:r>
    </w:p>
    <w:p w:rsidR="00F874A9" w:rsidRPr="00D864DC" w:rsidRDefault="00F874A9" w:rsidP="00F874A9">
      <w:pPr>
        <w:pStyle w:val="a1"/>
        <w:rPr>
          <w:lang w:val="en-US" w:eastAsia="zh-CN"/>
        </w:rPr>
      </w:pPr>
      <w:r w:rsidRPr="005F44DE">
        <w:rPr>
          <w:rFonts w:ascii="Courier New" w:hAnsi="Courier New" w:cs="Courier New"/>
          <w:lang w:val="en-US" w:eastAsia="zh-CN"/>
        </w:rPr>
        <w:t>morphems.txt</w:t>
      </w:r>
      <w:r w:rsidRPr="00D864DC">
        <w:rPr>
          <w:lang w:val="en-US" w:eastAsia="zh-CN"/>
        </w:rPr>
        <w:t xml:space="preserve"> – </w:t>
      </w:r>
      <w:proofErr w:type="spellStart"/>
      <w:r w:rsidRPr="00D864DC">
        <w:rPr>
          <w:lang w:val="en-US" w:eastAsia="zh-CN"/>
        </w:rPr>
        <w:t>morphems</w:t>
      </w:r>
      <w:proofErr w:type="spellEnd"/>
      <w:r w:rsidRPr="00D864DC">
        <w:rPr>
          <w:lang w:val="en-US" w:eastAsia="zh-CN"/>
        </w:rPr>
        <w:t xml:space="preserve"> list, </w:t>
      </w:r>
      <w:proofErr w:type="spellStart"/>
      <w:r w:rsidRPr="00D864DC">
        <w:rPr>
          <w:lang w:val="en-US" w:eastAsia="zh-CN"/>
        </w:rPr>
        <w:t>wil</w:t>
      </w:r>
      <w:proofErr w:type="spellEnd"/>
      <w:r w:rsidRPr="00D864DC">
        <w:rPr>
          <w:lang w:val="en-US" w:eastAsia="zh-CN"/>
        </w:rPr>
        <w:t xml:space="preserve"> be used for word forms recognition in next dictionary versions</w:t>
      </w:r>
    </w:p>
    <w:p w:rsidR="00F874A9" w:rsidRPr="00D864DC" w:rsidRDefault="00F874A9" w:rsidP="00F874A9">
      <w:pPr>
        <w:pStyle w:val="a1"/>
        <w:rPr>
          <w:lang w:val="en-US" w:eastAsia="zh-CN"/>
        </w:rPr>
      </w:pPr>
      <w:r w:rsidRPr="005F44DE">
        <w:rPr>
          <w:rFonts w:ascii="Courier New" w:hAnsi="Courier New" w:cs="Courier New"/>
          <w:lang w:val="en-US" w:eastAsia="zh-CN"/>
        </w:rPr>
        <w:t>keyboard.txt</w:t>
      </w:r>
      <w:r w:rsidRPr="00D864DC">
        <w:rPr>
          <w:lang w:val="en-US" w:eastAsia="zh-CN"/>
        </w:rPr>
        <w:t xml:space="preserve"> – keyboard layout for initial language.</w:t>
      </w:r>
    </w:p>
    <w:p w:rsidR="00DB790E" w:rsidRPr="00D864DC" w:rsidRDefault="00F874A9" w:rsidP="00DB790E">
      <w:pPr>
        <w:rPr>
          <w:lang w:val="en-US" w:eastAsia="zh-CN"/>
        </w:rPr>
      </w:pPr>
      <w:r w:rsidRPr="00D864DC">
        <w:rPr>
          <w:lang w:val="en-US" w:eastAsia="zh-CN"/>
        </w:rPr>
        <w:t>Those file</w:t>
      </w:r>
      <w:r w:rsidR="00DB790E" w:rsidRPr="00D864DC">
        <w:rPr>
          <w:lang w:val="en-US" w:eastAsia="zh-CN"/>
        </w:rPr>
        <w:t>s</w:t>
      </w:r>
      <w:r w:rsidRPr="00D864DC">
        <w:rPr>
          <w:lang w:val="en-US" w:eastAsia="zh-CN"/>
        </w:rPr>
        <w:t xml:space="preserve"> should have UTF-8 encoding.</w:t>
      </w:r>
      <w:r w:rsidR="00DB790E" w:rsidRPr="00D864DC">
        <w:rPr>
          <w:lang w:val="en-US" w:eastAsia="zh-CN"/>
        </w:rPr>
        <w:t xml:space="preserve"> Examples for Russian and English are included in archive containing converter (eng and </w:t>
      </w:r>
      <w:proofErr w:type="spellStart"/>
      <w:r w:rsidR="00DB790E" w:rsidRPr="00D864DC">
        <w:rPr>
          <w:lang w:val="en-US" w:eastAsia="zh-CN"/>
        </w:rPr>
        <w:t>rus</w:t>
      </w:r>
      <w:proofErr w:type="spellEnd"/>
      <w:r w:rsidR="00DB790E" w:rsidRPr="00D864DC">
        <w:rPr>
          <w:lang w:val="en-US" w:eastAsia="zh-CN"/>
        </w:rPr>
        <w:t xml:space="preserve"> folders).</w:t>
      </w:r>
    </w:p>
    <w:p w:rsidR="00F874A9" w:rsidRPr="00D864DC" w:rsidRDefault="00DB790E" w:rsidP="00DB790E">
      <w:pPr>
        <w:pStyle w:val="2"/>
        <w:rPr>
          <w:lang w:val="en-US"/>
        </w:rPr>
      </w:pPr>
      <w:r w:rsidRPr="00D864DC">
        <w:rPr>
          <w:lang w:val="en-US"/>
        </w:rPr>
        <w:t xml:space="preserve">Morphemes list </w:t>
      </w:r>
      <w:r w:rsidR="00F874A9" w:rsidRPr="00D864DC">
        <w:rPr>
          <w:lang w:val="en-US"/>
        </w:rPr>
        <w:t xml:space="preserve"> </w:t>
      </w:r>
    </w:p>
    <w:p w:rsidR="00DB790E" w:rsidRPr="00D864DC" w:rsidRDefault="00DB790E" w:rsidP="00DB790E">
      <w:pPr>
        <w:rPr>
          <w:lang w:val="en-US" w:eastAsia="ru-RU"/>
        </w:rPr>
      </w:pPr>
      <w:r w:rsidRPr="00D864DC">
        <w:rPr>
          <w:lang w:val="en-US" w:eastAsia="ru-RU"/>
        </w:rPr>
        <w:t>File morphemes.txt can contain next items.</w:t>
      </w:r>
    </w:p>
    <w:p w:rsidR="00DB790E" w:rsidRPr="00D864DC" w:rsidRDefault="00DB790E" w:rsidP="00DB790E">
      <w:pPr>
        <w:pStyle w:val="a0"/>
        <w:rPr>
          <w:lang w:val="en-US" w:eastAsia="ru-RU"/>
        </w:rPr>
      </w:pPr>
      <w:r w:rsidRPr="00D864DC">
        <w:rPr>
          <w:lang w:val="en-US" w:eastAsia="ru-RU"/>
        </w:rPr>
        <w:t>Symbol classes</w:t>
      </w:r>
    </w:p>
    <w:p w:rsidR="00DB790E" w:rsidRPr="005F44DE" w:rsidRDefault="00DB790E" w:rsidP="00DB790E">
      <w:pPr>
        <w:pStyle w:val="af2"/>
        <w:rPr>
          <w:rFonts w:ascii="Courier New" w:hAnsi="Courier New" w:cs="Courier New"/>
          <w:color w:val="000000"/>
          <w:szCs w:val="24"/>
          <w:lang w:val="en-US" w:eastAsia="zh-CN"/>
        </w:rPr>
      </w:pPr>
      <w:r w:rsidRPr="005F44DE">
        <w:rPr>
          <w:rFonts w:ascii="Courier New" w:hAnsi="Courier New" w:cs="Courier New"/>
          <w:color w:val="000000"/>
          <w:szCs w:val="24"/>
          <w:lang w:val="en-US" w:eastAsia="zh-CN"/>
        </w:rPr>
        <w:t>%number=</w:t>
      </w:r>
      <w:proofErr w:type="spellStart"/>
      <w:r w:rsidRPr="005F44DE">
        <w:rPr>
          <w:rFonts w:ascii="Courier New" w:hAnsi="Courier New" w:cs="Courier New"/>
          <w:color w:val="000000"/>
          <w:szCs w:val="24"/>
          <w:lang w:val="en-US" w:eastAsia="zh-CN"/>
        </w:rPr>
        <w:t>symbols_list</w:t>
      </w:r>
      <w:proofErr w:type="spellEnd"/>
    </w:p>
    <w:p w:rsidR="00DB790E" w:rsidRPr="00D864DC" w:rsidRDefault="00DB790E" w:rsidP="008E5E74">
      <w:pPr>
        <w:pStyle w:val="af2"/>
        <w:rPr>
          <w:lang w:val="en-US" w:eastAsia="ru-RU"/>
        </w:rPr>
      </w:pPr>
      <w:r w:rsidRPr="00D864DC">
        <w:rPr>
          <w:lang w:val="en-US" w:eastAsia="ru-RU"/>
        </w:rPr>
        <w:t xml:space="preserve">For example, symbol classes ‘English </w:t>
      </w:r>
      <w:r w:rsidR="008E5E74" w:rsidRPr="00D864DC">
        <w:rPr>
          <w:lang w:val="en-US" w:eastAsia="ru-RU"/>
        </w:rPr>
        <w:t>vowels</w:t>
      </w:r>
      <w:r w:rsidRPr="00D864DC">
        <w:rPr>
          <w:lang w:val="en-US" w:eastAsia="ru-RU"/>
        </w:rPr>
        <w:t>’</w:t>
      </w:r>
      <w:r w:rsidR="008E5E74" w:rsidRPr="00D864DC">
        <w:rPr>
          <w:lang w:val="en-US" w:eastAsia="ru-RU"/>
        </w:rPr>
        <w:t>,</w:t>
      </w:r>
      <w:r w:rsidRPr="00D864DC">
        <w:rPr>
          <w:lang w:val="en-US" w:eastAsia="ru-RU"/>
        </w:rPr>
        <w:t xml:space="preserve"> ‘English </w:t>
      </w:r>
      <w:r w:rsidR="008E5E74" w:rsidRPr="00D864DC">
        <w:rPr>
          <w:lang w:val="en-US" w:eastAsia="ru-RU"/>
        </w:rPr>
        <w:t>consonants</w:t>
      </w:r>
      <w:r w:rsidRPr="00D864DC">
        <w:rPr>
          <w:lang w:val="en-US" w:eastAsia="ru-RU"/>
        </w:rPr>
        <w:t>’ described by next strings:</w:t>
      </w:r>
    </w:p>
    <w:p w:rsidR="008E5E74" w:rsidRPr="00FA049D" w:rsidRDefault="00DB790E" w:rsidP="008E5E74">
      <w:pPr>
        <w:pStyle w:val="af2"/>
        <w:rPr>
          <w:rFonts w:ascii="Courier New" w:hAnsi="Courier New" w:cs="Courier New"/>
          <w:color w:val="000000"/>
          <w:szCs w:val="24"/>
          <w:lang w:val="en-US" w:eastAsia="zh-CN"/>
        </w:rPr>
      </w:pPr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%1=</w:t>
      </w:r>
      <w:proofErr w:type="spellStart"/>
      <w:r w:rsidR="008E5E74" w:rsidRPr="00FA049D">
        <w:rPr>
          <w:rFonts w:ascii="Courier New" w:hAnsi="Courier New" w:cs="Courier New"/>
          <w:color w:val="000000"/>
          <w:szCs w:val="24"/>
          <w:lang w:val="en-US" w:eastAsia="zh-CN"/>
        </w:rPr>
        <w:t>aeiou</w:t>
      </w:r>
      <w:proofErr w:type="spellEnd"/>
    </w:p>
    <w:p w:rsidR="008E5E74" w:rsidRPr="00FA049D" w:rsidRDefault="008E5E74" w:rsidP="008E5E74">
      <w:pPr>
        <w:pStyle w:val="af2"/>
        <w:rPr>
          <w:rFonts w:ascii="Courier New" w:hAnsi="Courier New" w:cs="Courier New"/>
          <w:color w:val="000000"/>
          <w:szCs w:val="24"/>
          <w:lang w:val="en-US" w:eastAsia="zh-CN"/>
        </w:rPr>
      </w:pPr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%2=</w:t>
      </w:r>
      <w:proofErr w:type="spellStart"/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bcdfghjklmnpqrst</w:t>
      </w:r>
      <w:r w:rsidR="00D54D58" w:rsidRPr="00FA049D">
        <w:rPr>
          <w:rFonts w:ascii="Courier New" w:hAnsi="Courier New" w:cs="Courier New"/>
          <w:color w:val="000000"/>
          <w:szCs w:val="24"/>
          <w:lang w:val="en-US" w:eastAsia="zh-CN"/>
        </w:rPr>
        <w:t>vwxz</w:t>
      </w:r>
      <w:proofErr w:type="spellEnd"/>
    </w:p>
    <w:p w:rsidR="003F07DA" w:rsidRPr="00D864DC" w:rsidRDefault="003F07DA" w:rsidP="003F07DA">
      <w:pPr>
        <w:pStyle w:val="a0"/>
        <w:rPr>
          <w:lang w:val="en-US" w:eastAsia="ru-RU"/>
        </w:rPr>
      </w:pPr>
      <w:r w:rsidRPr="00D864DC">
        <w:rPr>
          <w:lang w:val="en-US" w:eastAsia="ru-RU"/>
        </w:rPr>
        <w:lastRenderedPageBreak/>
        <w:t xml:space="preserve">Morphemes </w:t>
      </w:r>
    </w:p>
    <w:p w:rsidR="003F07DA" w:rsidRPr="00FA049D" w:rsidRDefault="003F07DA" w:rsidP="003F07DA">
      <w:pPr>
        <w:pStyle w:val="af2"/>
        <w:rPr>
          <w:rFonts w:ascii="Courier New" w:hAnsi="Courier New" w:cs="Courier New"/>
          <w:color w:val="000000"/>
          <w:szCs w:val="24"/>
          <w:lang w:val="en-US" w:eastAsia="zh-CN"/>
        </w:rPr>
      </w:pPr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^suffix1/suffix2/...=variant1/variant2/...</w:t>
      </w:r>
    </w:p>
    <w:p w:rsidR="003F07DA" w:rsidRPr="00D864DC" w:rsidRDefault="003F07DA" w:rsidP="002D144C">
      <w:pPr>
        <w:rPr>
          <w:lang w:val="en-US" w:eastAsia="ru-RU"/>
        </w:rPr>
      </w:pPr>
      <w:r w:rsidRPr="00D864DC">
        <w:rPr>
          <w:lang w:val="en-US" w:eastAsia="ru-RU"/>
        </w:rPr>
        <w:t xml:space="preserve">If suffix matches with one from the left side, search </w:t>
      </w:r>
      <w:r w:rsidR="002D144C" w:rsidRPr="00D864DC">
        <w:rPr>
          <w:lang w:val="en-US" w:eastAsia="ru-RU"/>
        </w:rPr>
        <w:t xml:space="preserve">among all suffix variants in the right side will be performed. The highest priority has the initial word form, then </w:t>
      </w:r>
      <w:proofErr w:type="spellStart"/>
      <w:r w:rsidR="002D144C" w:rsidRPr="00D864DC">
        <w:rPr>
          <w:lang w:val="en-US" w:eastAsia="ru-RU"/>
        </w:rPr>
        <w:t>varinats</w:t>
      </w:r>
      <w:proofErr w:type="spellEnd"/>
      <w:r w:rsidR="002D144C" w:rsidRPr="00D864DC">
        <w:rPr>
          <w:lang w:val="en-US" w:eastAsia="ru-RU"/>
        </w:rPr>
        <w:t xml:space="preserve"> from the left to the right. </w:t>
      </w:r>
    </w:p>
    <w:p w:rsidR="002D144C" w:rsidRPr="00D864DC" w:rsidRDefault="002D144C" w:rsidP="002D144C">
      <w:pPr>
        <w:rPr>
          <w:lang w:val="en-US" w:eastAsia="ru-RU"/>
        </w:rPr>
      </w:pPr>
      <w:r w:rsidRPr="00D864DC">
        <w:rPr>
          <w:lang w:val="en-US" w:eastAsia="ru-RU"/>
        </w:rPr>
        <w:t xml:space="preserve">Mask ‘?’ and digits 0-9 can be used in the left side. </w:t>
      </w:r>
      <w:proofErr w:type="gramStart"/>
      <w:r w:rsidRPr="00D864DC">
        <w:rPr>
          <w:lang w:val="en-US" w:eastAsia="ru-RU"/>
        </w:rPr>
        <w:t>‘.’ in the right side means initial symbol in suffix to replace.</w:t>
      </w:r>
      <w:proofErr w:type="gramEnd"/>
    </w:p>
    <w:p w:rsidR="002D144C" w:rsidRPr="00D864DC" w:rsidRDefault="002D144C" w:rsidP="002D144C">
      <w:pPr>
        <w:rPr>
          <w:lang w:val="en-US" w:eastAsia="ru-RU"/>
        </w:rPr>
      </w:pPr>
      <w:r w:rsidRPr="00D864DC">
        <w:rPr>
          <w:lang w:val="en-US" w:eastAsia="ru-RU"/>
        </w:rPr>
        <w:t>Examples:</w:t>
      </w:r>
    </w:p>
    <w:p w:rsidR="002D144C" w:rsidRPr="00D864DC" w:rsidRDefault="002D144C" w:rsidP="002D144C">
      <w:pPr>
        <w:rPr>
          <w:lang w:val="en-US" w:eastAsia="ru-RU"/>
        </w:rPr>
      </w:pPr>
      <w:proofErr w:type="gramStart"/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^?</w:t>
      </w:r>
      <w:proofErr w:type="spellStart"/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ly</w:t>
      </w:r>
      <w:proofErr w:type="spellEnd"/>
      <w:proofErr w:type="gramEnd"/>
      <w:r w:rsidRPr="00FA049D">
        <w:rPr>
          <w:rFonts w:ascii="Courier New" w:hAnsi="Courier New" w:cs="Courier New"/>
          <w:color w:val="000000"/>
          <w:szCs w:val="24"/>
          <w:lang w:val="en-US" w:eastAsia="zh-CN"/>
        </w:rPr>
        <w:t>=</w:t>
      </w:r>
      <w:r w:rsidRPr="00D864DC">
        <w:rPr>
          <w:lang w:val="en-US" w:eastAsia="ru-RU"/>
        </w:rPr>
        <w:t>.</w:t>
      </w:r>
    </w:p>
    <w:p w:rsidR="002D144C" w:rsidRPr="00D864DC" w:rsidRDefault="002D144C" w:rsidP="002D144C">
      <w:pPr>
        <w:rPr>
          <w:lang w:val="en-US" w:eastAsia="ru-RU"/>
        </w:rPr>
      </w:pPr>
      <w:r w:rsidRPr="00D864DC">
        <w:rPr>
          <w:lang w:val="en-US" w:eastAsia="ru-RU"/>
        </w:rPr>
        <w:t>Words ‘recently’, ‘rapidly’ will be replaced with ‘recent’, ‘rapid’.</w:t>
      </w:r>
    </w:p>
    <w:p w:rsidR="002D144C" w:rsidRPr="00D864DC" w:rsidRDefault="002D144C" w:rsidP="002D144C">
      <w:pPr>
        <w:pStyle w:val="2"/>
        <w:rPr>
          <w:lang w:val="en-US"/>
        </w:rPr>
      </w:pPr>
      <w:r w:rsidRPr="00D864DC">
        <w:rPr>
          <w:lang w:val="en-US"/>
        </w:rPr>
        <w:t>Dictionary Creation</w:t>
      </w:r>
    </w:p>
    <w:p w:rsidR="002D144C" w:rsidRPr="00D864DC" w:rsidRDefault="002D144C" w:rsidP="002D144C">
      <w:pPr>
        <w:rPr>
          <w:lang w:val="en-US" w:eastAsia="ru-RU"/>
        </w:rPr>
      </w:pPr>
      <w:proofErr w:type="gramStart"/>
      <w:r w:rsidRPr="00D864DC">
        <w:rPr>
          <w:lang w:val="en-US" w:eastAsia="ru-RU"/>
        </w:rPr>
        <w:t xml:space="preserve">Copy initial dictionary to the folder </w:t>
      </w:r>
      <w:proofErr w:type="spellStart"/>
      <w:r w:rsidRPr="00D864DC">
        <w:rPr>
          <w:lang w:val="en-US" w:eastAsia="ru-RU"/>
        </w:rPr>
        <w:t>DictionaryConverter</w:t>
      </w:r>
      <w:proofErr w:type="spellEnd"/>
      <w:r w:rsidRPr="00D864DC">
        <w:rPr>
          <w:lang w:val="en-US" w:eastAsia="ru-RU"/>
        </w:rPr>
        <w:t>.</w:t>
      </w:r>
      <w:proofErr w:type="gramEnd"/>
      <w:r w:rsidRPr="00D864DC">
        <w:rPr>
          <w:lang w:val="en-US" w:eastAsia="ru-RU"/>
        </w:rPr>
        <w:t xml:space="preserve"> Converter launches from the command line:</w:t>
      </w:r>
    </w:p>
    <w:p w:rsidR="002D144C" w:rsidRPr="00FA049D" w:rsidRDefault="002D144C" w:rsidP="00FA049D">
      <w:pPr>
        <w:jc w:val="left"/>
        <w:rPr>
          <w:rFonts w:ascii="Courier New" w:hAnsi="Courier New" w:cs="Courier New"/>
          <w:color w:val="000000"/>
          <w:sz w:val="24"/>
          <w:szCs w:val="22"/>
          <w:lang w:val="en-US" w:eastAsia="zh-CN"/>
        </w:rPr>
      </w:pPr>
      <w:r w:rsidRPr="00FA049D">
        <w:rPr>
          <w:rFonts w:ascii="Courier New" w:hAnsi="Courier New" w:cs="Courier New"/>
          <w:color w:val="000000"/>
          <w:sz w:val="24"/>
          <w:szCs w:val="22"/>
          <w:lang w:val="en-US" w:eastAsia="zh-CN"/>
        </w:rPr>
        <w:t xml:space="preserve">converter.exe </w:t>
      </w:r>
      <w:proofErr w:type="spellStart"/>
      <w:r w:rsidRPr="00FA049D">
        <w:rPr>
          <w:rFonts w:ascii="Courier New" w:hAnsi="Courier New" w:cs="Courier New"/>
          <w:color w:val="000000"/>
          <w:sz w:val="24"/>
          <w:szCs w:val="22"/>
          <w:lang w:val="en-US" w:eastAsia="zh-CN"/>
        </w:rPr>
        <w:t>initial_dictionaty</w:t>
      </w:r>
      <w:proofErr w:type="spellEnd"/>
      <w:r w:rsidRPr="00FA049D">
        <w:rPr>
          <w:rFonts w:ascii="Courier New" w:hAnsi="Courier New" w:cs="Courier New"/>
          <w:color w:val="000000"/>
          <w:sz w:val="24"/>
          <w:szCs w:val="22"/>
          <w:lang w:val="en-US" w:eastAsia="zh-CN"/>
        </w:rPr>
        <w:t xml:space="preserve"> </w:t>
      </w:r>
      <w:proofErr w:type="spellStart"/>
      <w:r w:rsidRPr="00FA049D">
        <w:rPr>
          <w:rFonts w:ascii="Courier New" w:hAnsi="Courier New" w:cs="Courier New"/>
          <w:color w:val="000000"/>
          <w:sz w:val="24"/>
          <w:szCs w:val="22"/>
          <w:lang w:val="en-US" w:eastAsia="zh-CN"/>
        </w:rPr>
        <w:t>language_info_folder</w:t>
      </w:r>
      <w:proofErr w:type="spellEnd"/>
    </w:p>
    <w:p w:rsidR="002D144C" w:rsidRPr="00D864DC" w:rsidRDefault="002D144C" w:rsidP="002D144C">
      <w:pPr>
        <w:rPr>
          <w:lang w:val="en-US" w:eastAsia="ru-RU"/>
        </w:rPr>
      </w:pPr>
      <w:r w:rsidRPr="00D864DC">
        <w:rPr>
          <w:lang w:val="en-US" w:eastAsia="ru-RU"/>
        </w:rPr>
        <w:t>Example:</w:t>
      </w:r>
    </w:p>
    <w:p w:rsidR="002D144C" w:rsidRPr="00FA049D" w:rsidRDefault="002D144C" w:rsidP="002D144C">
      <w:pPr>
        <w:rPr>
          <w:rFonts w:ascii="Courier New" w:hAnsi="Courier New" w:cs="Courier New"/>
          <w:lang w:val="en-US" w:eastAsia="ru-RU"/>
        </w:rPr>
      </w:pPr>
      <w:r w:rsidRPr="00FA049D">
        <w:rPr>
          <w:rFonts w:ascii="Courier New" w:hAnsi="Courier New" w:cs="Courier New"/>
          <w:lang w:val="en-US" w:eastAsia="ru-RU"/>
        </w:rPr>
        <w:t>converter.</w:t>
      </w:r>
      <w:r w:rsidR="00D864DC" w:rsidRPr="00FA049D">
        <w:rPr>
          <w:rFonts w:ascii="Courier New" w:hAnsi="Courier New" w:cs="Courier New"/>
          <w:lang w:val="en-US" w:eastAsia="ru-RU"/>
        </w:rPr>
        <w:t xml:space="preserve">exe </w:t>
      </w:r>
      <w:proofErr w:type="spellStart"/>
      <w:r w:rsidR="00D864DC" w:rsidRPr="00FA049D">
        <w:rPr>
          <w:rFonts w:ascii="Courier New" w:hAnsi="Courier New" w:cs="Courier New"/>
          <w:lang w:val="en-US" w:eastAsia="ru-RU"/>
        </w:rPr>
        <w:t>dict.xdxf</w:t>
      </w:r>
      <w:proofErr w:type="spellEnd"/>
      <w:r w:rsidR="00D864DC" w:rsidRPr="00FA049D">
        <w:rPr>
          <w:rFonts w:ascii="Courier New" w:hAnsi="Courier New" w:cs="Courier New"/>
          <w:lang w:val="en-US" w:eastAsia="ru-RU"/>
        </w:rPr>
        <w:t xml:space="preserve"> eng</w:t>
      </w:r>
    </w:p>
    <w:p w:rsidR="00D864DC" w:rsidRPr="00D864DC" w:rsidRDefault="002D144C" w:rsidP="00D864DC">
      <w:pPr>
        <w:rPr>
          <w:lang w:val="en-US" w:eastAsia="ru-RU"/>
        </w:rPr>
      </w:pPr>
      <w:r w:rsidRPr="00D864DC">
        <w:rPr>
          <w:lang w:val="en-US" w:eastAsia="ru-RU"/>
        </w:rPr>
        <w:t>Alternatively, in Explorer drag-and-drop</w:t>
      </w:r>
      <w:r w:rsidR="00D864DC" w:rsidRPr="00D864DC">
        <w:rPr>
          <w:lang w:val="en-US" w:eastAsia="ru-RU"/>
        </w:rPr>
        <w:t xml:space="preserve"> initial dictionary and language info folder to converter.exe simultaneously (holding Ctrl button).</w:t>
      </w:r>
    </w:p>
    <w:p w:rsidR="002D144C" w:rsidRPr="00D864DC" w:rsidRDefault="00D864DC" w:rsidP="005F44DE">
      <w:pPr>
        <w:rPr>
          <w:lang w:val="en-US" w:eastAsia="ru-RU"/>
        </w:rPr>
      </w:pPr>
      <w:r w:rsidRPr="00D864DC">
        <w:rPr>
          <w:lang w:val="en-US" w:eastAsia="ru-RU"/>
        </w:rPr>
        <w:lastRenderedPageBreak/>
        <w:t>If conversion succeeded</w:t>
      </w:r>
      <w:r>
        <w:rPr>
          <w:lang w:val="en-US" w:eastAsia="ru-RU"/>
        </w:rPr>
        <w:t>, a .</w:t>
      </w:r>
      <w:proofErr w:type="spellStart"/>
      <w:r>
        <w:rPr>
          <w:lang w:val="en-US" w:eastAsia="ru-RU"/>
        </w:rPr>
        <w:t>dic</w:t>
      </w:r>
      <w:proofErr w:type="spellEnd"/>
      <w:r>
        <w:rPr>
          <w:lang w:val="en-US" w:eastAsia="ru-RU"/>
        </w:rPr>
        <w:t xml:space="preserve"> </w:t>
      </w:r>
      <w:r w:rsidR="005F44DE">
        <w:rPr>
          <w:lang w:val="en-US" w:eastAsia="ru-RU"/>
        </w:rPr>
        <w:t>file</w:t>
      </w:r>
      <w:r>
        <w:rPr>
          <w:lang w:val="en-US" w:eastAsia="ru-RU"/>
        </w:rPr>
        <w:t xml:space="preserve"> should be created. </w:t>
      </w:r>
      <w:r w:rsidR="005F44DE">
        <w:rPr>
          <w:lang w:val="en-US" w:eastAsia="ru-RU"/>
        </w:rPr>
        <w:t>Copy it to the \system\dictionaries.</w:t>
      </w:r>
    </w:p>
    <w:sectPr w:rsidR="002D144C" w:rsidRPr="00D864DC" w:rsidSect="004E289A">
      <w:headerReference w:type="default" r:id="rId8"/>
      <w:footerReference w:type="even" r:id="rId9"/>
      <w:headerReference w:type="first" r:id="rId10"/>
      <w:type w:val="continuous"/>
      <w:pgSz w:w="8386" w:h="11057" w:code="182"/>
      <w:pgMar w:top="992" w:right="589" w:bottom="568" w:left="284" w:header="0" w:footer="0" w:gutter="0"/>
      <w:pgNumType w:start="1" w:chapStyle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6D1" w:rsidRDefault="007816D1" w:rsidP="005E4849">
      <w:pPr>
        <w:spacing w:after="0"/>
      </w:pPr>
      <w:r>
        <w:separator/>
      </w:r>
    </w:p>
  </w:endnote>
  <w:endnote w:type="continuationSeparator" w:id="0">
    <w:p w:rsidR="007816D1" w:rsidRDefault="007816D1" w:rsidP="005E48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D7" w:rsidRDefault="00B45CC0" w:rsidP="005E4849">
    <w:pPr>
      <w:pStyle w:val="a9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B26BD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26BD7" w:rsidRDefault="00B26BD7" w:rsidP="005E484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6D1" w:rsidRDefault="007816D1" w:rsidP="005E4849">
      <w:pPr>
        <w:spacing w:after="0"/>
      </w:pPr>
      <w:r>
        <w:separator/>
      </w:r>
    </w:p>
  </w:footnote>
  <w:footnote w:type="continuationSeparator" w:id="0">
    <w:p w:rsidR="007816D1" w:rsidRDefault="007816D1" w:rsidP="005E484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BD7" w:rsidRPr="00087DB7" w:rsidRDefault="00B26BD7" w:rsidP="00087DB7">
    <w:pPr>
      <w:pStyle w:val="a7"/>
    </w:pPr>
    <w:r>
      <w:rPr>
        <w:noProof/>
        <w:lang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-180340</wp:posOffset>
          </wp:positionH>
          <wp:positionV relativeFrom="paragraph">
            <wp:posOffset>0</wp:posOffset>
          </wp:positionV>
          <wp:extent cx="5064760" cy="850265"/>
          <wp:effectExtent l="19050" t="0" r="2540" b="0"/>
          <wp:wrapSquare wrapText="bothSides"/>
          <wp:docPr id="7" name="Рисунок 7" descr="blanck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lanckI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4760" cy="850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AFB" w:rsidRDefault="00FC3AFB">
    <w:pPr>
      <w:pStyle w:val="a7"/>
    </w:pPr>
    <w:r w:rsidRPr="00FC3AFB">
      <w:rPr>
        <w:noProof/>
        <w:lang w:eastAsia="ru-RU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152400</wp:posOffset>
          </wp:positionV>
          <wp:extent cx="5067995" cy="854015"/>
          <wp:effectExtent l="19050" t="0" r="2540" b="0"/>
          <wp:wrapSquare wrapText="bothSides"/>
          <wp:docPr id="11" name="Рисунок 7" descr="blanck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lanckI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4760" cy="850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C9D"/>
    <w:multiLevelType w:val="hybridMultilevel"/>
    <w:tmpl w:val="3D8A2E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F067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CD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D35D8"/>
    <w:multiLevelType w:val="hybridMultilevel"/>
    <w:tmpl w:val="A9025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F067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CD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4455C"/>
    <w:multiLevelType w:val="hybridMultilevel"/>
    <w:tmpl w:val="55A4E40C"/>
    <w:lvl w:ilvl="0" w:tplc="63E6CDE0">
      <w:start w:val="1"/>
      <w:numFmt w:val="decimal"/>
      <w:pStyle w:val="a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2223686"/>
    <w:multiLevelType w:val="hybridMultilevel"/>
    <w:tmpl w:val="DCA8C1B6"/>
    <w:lvl w:ilvl="0" w:tplc="B9D80178">
      <w:start w:val="1"/>
      <w:numFmt w:val="decimal"/>
      <w:pStyle w:val="a0"/>
      <w:suff w:val="space"/>
      <w:lvlText w:val="%1."/>
      <w:lvlJc w:val="left"/>
      <w:pPr>
        <w:ind w:left="113" w:firstLine="24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90003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E04D8"/>
    <w:multiLevelType w:val="hybridMultilevel"/>
    <w:tmpl w:val="17AA5A9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8563047"/>
    <w:multiLevelType w:val="hybridMultilevel"/>
    <w:tmpl w:val="F7E6E500"/>
    <w:lvl w:ilvl="0" w:tplc="DA6CE9FC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F23DE"/>
    <w:multiLevelType w:val="hybridMultilevel"/>
    <w:tmpl w:val="B9DEF2CC"/>
    <w:lvl w:ilvl="0" w:tplc="46243C72">
      <w:start w:val="1"/>
      <w:numFmt w:val="bullet"/>
      <w:pStyle w:val="a2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76D32"/>
    <w:multiLevelType w:val="hybridMultilevel"/>
    <w:tmpl w:val="E3E0925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BE4CB0"/>
    <w:multiLevelType w:val="hybridMultilevel"/>
    <w:tmpl w:val="712C436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72664EC"/>
    <w:multiLevelType w:val="hybridMultilevel"/>
    <w:tmpl w:val="2EBAE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865AF"/>
    <w:multiLevelType w:val="hybridMultilevel"/>
    <w:tmpl w:val="8FF05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97842"/>
    <w:multiLevelType w:val="hybridMultilevel"/>
    <w:tmpl w:val="B1E4EC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DF3EDD"/>
    <w:multiLevelType w:val="hybridMultilevel"/>
    <w:tmpl w:val="A8EA8A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ED05700"/>
    <w:multiLevelType w:val="hybridMultilevel"/>
    <w:tmpl w:val="A9D6E8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04124"/>
    <w:multiLevelType w:val="hybridMultilevel"/>
    <w:tmpl w:val="C88E8590"/>
    <w:lvl w:ilvl="0" w:tplc="B75E1196">
      <w:start w:val="1"/>
      <w:numFmt w:val="russianLower"/>
      <w:pStyle w:val="Cambria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CD2E1A"/>
    <w:multiLevelType w:val="hybridMultilevel"/>
    <w:tmpl w:val="9260D69E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0D2948"/>
    <w:multiLevelType w:val="hybridMultilevel"/>
    <w:tmpl w:val="F154BA24"/>
    <w:lvl w:ilvl="0" w:tplc="0419000D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7F0675AE" w:tentative="1">
      <w:start w:val="1"/>
      <w:numFmt w:val="bullet"/>
      <w:lvlText w:val="o"/>
      <w:lvlJc w:val="left"/>
      <w:pPr>
        <w:tabs>
          <w:tab w:val="num" w:pos="2782"/>
        </w:tabs>
        <w:ind w:left="2782" w:hanging="360"/>
      </w:pPr>
      <w:rPr>
        <w:rFonts w:ascii="Courier New" w:hAnsi="Courier New" w:cs="Courier New" w:hint="default"/>
      </w:rPr>
    </w:lvl>
    <w:lvl w:ilvl="2" w:tplc="DB7CDD0E" w:tentative="1">
      <w:start w:val="1"/>
      <w:numFmt w:val="bullet"/>
      <w:lvlText w:val=""/>
      <w:lvlJc w:val="left"/>
      <w:pPr>
        <w:tabs>
          <w:tab w:val="num" w:pos="3502"/>
        </w:tabs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2"/>
        </w:tabs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2"/>
        </w:tabs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2"/>
        </w:tabs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2"/>
        </w:tabs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2"/>
        </w:tabs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2"/>
        </w:tabs>
        <w:ind w:left="7822" w:hanging="360"/>
      </w:pPr>
      <w:rPr>
        <w:rFonts w:ascii="Wingdings" w:hAnsi="Wingdings" w:hint="default"/>
      </w:rPr>
    </w:lvl>
  </w:abstractNum>
  <w:abstractNum w:abstractNumId="17">
    <w:nsid w:val="7E5423AF"/>
    <w:multiLevelType w:val="hybridMultilevel"/>
    <w:tmpl w:val="659A4E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7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15"/>
  </w:num>
  <w:num w:numId="9">
    <w:abstractNumId w:val="0"/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1"/>
  </w:num>
  <w:num w:numId="14">
    <w:abstractNumId w:val="7"/>
  </w:num>
  <w:num w:numId="15">
    <w:abstractNumId w:val="12"/>
  </w:num>
  <w:num w:numId="16">
    <w:abstractNumId w:val="5"/>
  </w:num>
  <w:num w:numId="17">
    <w:abstractNumId w:val="3"/>
  </w:num>
  <w:num w:numId="18">
    <w:abstractNumId w:val="5"/>
  </w:num>
  <w:num w:numId="19">
    <w:abstractNumId w:val="2"/>
  </w:num>
  <w:num w:numId="20">
    <w:abstractNumId w:val="3"/>
  </w:num>
  <w:num w:numId="21">
    <w:abstractNumId w:val="5"/>
  </w:num>
  <w:num w:numId="22">
    <w:abstractNumId w:val="2"/>
  </w:num>
  <w:num w:numId="23">
    <w:abstractNumId w:val="9"/>
  </w:num>
  <w:num w:numId="24">
    <w:abstractNumId w:val="10"/>
  </w:num>
  <w:num w:numId="25">
    <w:abstractNumId w:val="3"/>
  </w:num>
  <w:num w:numId="26">
    <w:abstractNumId w:val="5"/>
  </w:num>
  <w:num w:numId="27">
    <w:abstractNumId w:val="2"/>
  </w:num>
  <w:num w:numId="28">
    <w:abstractNumId w:val="17"/>
  </w:num>
  <w:num w:numId="29">
    <w:abstractNumId w:val="4"/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8"/>
  </w:num>
  <w:num w:numId="33">
    <w:abstractNumId w:val="3"/>
  </w:num>
  <w:num w:numId="34">
    <w:abstractNumId w:val="5"/>
  </w:num>
  <w:num w:numId="35">
    <w:abstractNumId w:val="2"/>
  </w:num>
  <w:num w:numId="36">
    <w:abstractNumId w:val="6"/>
  </w:num>
  <w:num w:numId="37">
    <w:abstractNumId w:val="13"/>
  </w:num>
  <w:num w:numId="38">
    <w:abstractNumId w:val="3"/>
  </w:num>
  <w:num w:numId="39">
    <w:abstractNumId w:val="5"/>
  </w:num>
  <w:num w:numId="40">
    <w:abstractNumId w:val="2"/>
  </w:num>
  <w:num w:numId="41">
    <w:abstractNumId w:val="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B790E"/>
    <w:rsid w:val="000045E8"/>
    <w:rsid w:val="00013663"/>
    <w:rsid w:val="00015FA6"/>
    <w:rsid w:val="00025990"/>
    <w:rsid w:val="00027F2E"/>
    <w:rsid w:val="00036144"/>
    <w:rsid w:val="00036785"/>
    <w:rsid w:val="000449D2"/>
    <w:rsid w:val="0005233D"/>
    <w:rsid w:val="00055045"/>
    <w:rsid w:val="000563B9"/>
    <w:rsid w:val="000564AB"/>
    <w:rsid w:val="0006509E"/>
    <w:rsid w:val="00073497"/>
    <w:rsid w:val="00077B49"/>
    <w:rsid w:val="00087DB7"/>
    <w:rsid w:val="000948D4"/>
    <w:rsid w:val="00096010"/>
    <w:rsid w:val="000A3167"/>
    <w:rsid w:val="000A3769"/>
    <w:rsid w:val="000A3AF3"/>
    <w:rsid w:val="000A4B29"/>
    <w:rsid w:val="000B4B57"/>
    <w:rsid w:val="000B59A5"/>
    <w:rsid w:val="000B6C8E"/>
    <w:rsid w:val="000C4FF1"/>
    <w:rsid w:val="000D2FBF"/>
    <w:rsid w:val="000D4246"/>
    <w:rsid w:val="000D5C95"/>
    <w:rsid w:val="000E1379"/>
    <w:rsid w:val="000E2617"/>
    <w:rsid w:val="000E76B0"/>
    <w:rsid w:val="000F01D5"/>
    <w:rsid w:val="000F33F3"/>
    <w:rsid w:val="000F6E73"/>
    <w:rsid w:val="00100E62"/>
    <w:rsid w:val="00101061"/>
    <w:rsid w:val="00102F9A"/>
    <w:rsid w:val="0011750D"/>
    <w:rsid w:val="00120954"/>
    <w:rsid w:val="0012585F"/>
    <w:rsid w:val="00131457"/>
    <w:rsid w:val="001328E5"/>
    <w:rsid w:val="0013311B"/>
    <w:rsid w:val="00136E27"/>
    <w:rsid w:val="0014676D"/>
    <w:rsid w:val="00153744"/>
    <w:rsid w:val="00154540"/>
    <w:rsid w:val="00156329"/>
    <w:rsid w:val="00166A94"/>
    <w:rsid w:val="001713F3"/>
    <w:rsid w:val="0017537C"/>
    <w:rsid w:val="00176089"/>
    <w:rsid w:val="00177611"/>
    <w:rsid w:val="001816A5"/>
    <w:rsid w:val="00191EE2"/>
    <w:rsid w:val="001A0054"/>
    <w:rsid w:val="001A065B"/>
    <w:rsid w:val="001A3D6D"/>
    <w:rsid w:val="001A4366"/>
    <w:rsid w:val="001B5456"/>
    <w:rsid w:val="001B5556"/>
    <w:rsid w:val="001C5866"/>
    <w:rsid w:val="001D0338"/>
    <w:rsid w:val="001D2322"/>
    <w:rsid w:val="001D38D0"/>
    <w:rsid w:val="001D7A7D"/>
    <w:rsid w:val="001E095D"/>
    <w:rsid w:val="001E5B32"/>
    <w:rsid w:val="001F1AF4"/>
    <w:rsid w:val="001F5578"/>
    <w:rsid w:val="001F777F"/>
    <w:rsid w:val="00200FFC"/>
    <w:rsid w:val="00203AD9"/>
    <w:rsid w:val="00204439"/>
    <w:rsid w:val="002044C3"/>
    <w:rsid w:val="00204D24"/>
    <w:rsid w:val="00210BDB"/>
    <w:rsid w:val="00213111"/>
    <w:rsid w:val="0021708E"/>
    <w:rsid w:val="00233213"/>
    <w:rsid w:val="00240CF9"/>
    <w:rsid w:val="00247026"/>
    <w:rsid w:val="00250638"/>
    <w:rsid w:val="00255F13"/>
    <w:rsid w:val="00256C69"/>
    <w:rsid w:val="002636FB"/>
    <w:rsid w:val="0026464C"/>
    <w:rsid w:val="00267D9D"/>
    <w:rsid w:val="002739D2"/>
    <w:rsid w:val="00275AA2"/>
    <w:rsid w:val="00287776"/>
    <w:rsid w:val="002910D6"/>
    <w:rsid w:val="0029356F"/>
    <w:rsid w:val="00293FA8"/>
    <w:rsid w:val="0029542A"/>
    <w:rsid w:val="002962B4"/>
    <w:rsid w:val="00297ECD"/>
    <w:rsid w:val="002A1205"/>
    <w:rsid w:val="002A1282"/>
    <w:rsid w:val="002A3324"/>
    <w:rsid w:val="002B0BDF"/>
    <w:rsid w:val="002B1DD5"/>
    <w:rsid w:val="002B22C7"/>
    <w:rsid w:val="002B60EC"/>
    <w:rsid w:val="002C0E31"/>
    <w:rsid w:val="002D144C"/>
    <w:rsid w:val="002E0FF3"/>
    <w:rsid w:val="002E1EEE"/>
    <w:rsid w:val="002E31D6"/>
    <w:rsid w:val="002F1182"/>
    <w:rsid w:val="002F770C"/>
    <w:rsid w:val="00311A5E"/>
    <w:rsid w:val="00316BC4"/>
    <w:rsid w:val="00320B45"/>
    <w:rsid w:val="003306D4"/>
    <w:rsid w:val="00330820"/>
    <w:rsid w:val="00336A5D"/>
    <w:rsid w:val="00354D08"/>
    <w:rsid w:val="00354EF5"/>
    <w:rsid w:val="0035605D"/>
    <w:rsid w:val="00366C8A"/>
    <w:rsid w:val="00370DFA"/>
    <w:rsid w:val="00375DD1"/>
    <w:rsid w:val="00376076"/>
    <w:rsid w:val="00376DBC"/>
    <w:rsid w:val="00382E99"/>
    <w:rsid w:val="00383A16"/>
    <w:rsid w:val="00397249"/>
    <w:rsid w:val="0039745E"/>
    <w:rsid w:val="003A04E5"/>
    <w:rsid w:val="003B0AD6"/>
    <w:rsid w:val="003B1C94"/>
    <w:rsid w:val="003B4B16"/>
    <w:rsid w:val="003C2C1A"/>
    <w:rsid w:val="003C386B"/>
    <w:rsid w:val="003C5D16"/>
    <w:rsid w:val="003D2852"/>
    <w:rsid w:val="003D727A"/>
    <w:rsid w:val="003E1E17"/>
    <w:rsid w:val="003E2349"/>
    <w:rsid w:val="003E5543"/>
    <w:rsid w:val="003F07DA"/>
    <w:rsid w:val="003F0A0E"/>
    <w:rsid w:val="003F2EE5"/>
    <w:rsid w:val="003F2FEB"/>
    <w:rsid w:val="003F39C0"/>
    <w:rsid w:val="003F6C9B"/>
    <w:rsid w:val="00403C75"/>
    <w:rsid w:val="00406A68"/>
    <w:rsid w:val="00406C13"/>
    <w:rsid w:val="004109F0"/>
    <w:rsid w:val="004200A3"/>
    <w:rsid w:val="00421A60"/>
    <w:rsid w:val="00424138"/>
    <w:rsid w:val="004243F3"/>
    <w:rsid w:val="00436E67"/>
    <w:rsid w:val="00437509"/>
    <w:rsid w:val="004378E9"/>
    <w:rsid w:val="00443C2E"/>
    <w:rsid w:val="004468D8"/>
    <w:rsid w:val="00452BD5"/>
    <w:rsid w:val="00454B46"/>
    <w:rsid w:val="004607D5"/>
    <w:rsid w:val="0046100E"/>
    <w:rsid w:val="00461A95"/>
    <w:rsid w:val="00463D96"/>
    <w:rsid w:val="00464C97"/>
    <w:rsid w:val="004736F2"/>
    <w:rsid w:val="0047551F"/>
    <w:rsid w:val="0047602C"/>
    <w:rsid w:val="00484760"/>
    <w:rsid w:val="00485431"/>
    <w:rsid w:val="00495775"/>
    <w:rsid w:val="004A0D7D"/>
    <w:rsid w:val="004A796C"/>
    <w:rsid w:val="004B5331"/>
    <w:rsid w:val="004B5939"/>
    <w:rsid w:val="004C598A"/>
    <w:rsid w:val="004D6F18"/>
    <w:rsid w:val="004E018B"/>
    <w:rsid w:val="004E1ABC"/>
    <w:rsid w:val="004E289A"/>
    <w:rsid w:val="004E3287"/>
    <w:rsid w:val="004E6616"/>
    <w:rsid w:val="004F1331"/>
    <w:rsid w:val="00500132"/>
    <w:rsid w:val="00500A34"/>
    <w:rsid w:val="005051B6"/>
    <w:rsid w:val="00517321"/>
    <w:rsid w:val="00521660"/>
    <w:rsid w:val="005355A2"/>
    <w:rsid w:val="00545CD8"/>
    <w:rsid w:val="00552353"/>
    <w:rsid w:val="0055405B"/>
    <w:rsid w:val="00554DD5"/>
    <w:rsid w:val="00563231"/>
    <w:rsid w:val="00566B0C"/>
    <w:rsid w:val="00566B80"/>
    <w:rsid w:val="00570712"/>
    <w:rsid w:val="0057117D"/>
    <w:rsid w:val="00572FFF"/>
    <w:rsid w:val="00574FB0"/>
    <w:rsid w:val="00581FD0"/>
    <w:rsid w:val="00592046"/>
    <w:rsid w:val="00593E2D"/>
    <w:rsid w:val="00596876"/>
    <w:rsid w:val="005A2456"/>
    <w:rsid w:val="005A38AA"/>
    <w:rsid w:val="005A4A8A"/>
    <w:rsid w:val="005A772A"/>
    <w:rsid w:val="005C1A15"/>
    <w:rsid w:val="005C4339"/>
    <w:rsid w:val="005E1541"/>
    <w:rsid w:val="005E4849"/>
    <w:rsid w:val="005F34DC"/>
    <w:rsid w:val="005F44DE"/>
    <w:rsid w:val="005F4AD6"/>
    <w:rsid w:val="00601A3C"/>
    <w:rsid w:val="00606675"/>
    <w:rsid w:val="00612969"/>
    <w:rsid w:val="00614FDE"/>
    <w:rsid w:val="00616F9B"/>
    <w:rsid w:val="0062000E"/>
    <w:rsid w:val="00620B6C"/>
    <w:rsid w:val="00624562"/>
    <w:rsid w:val="00627689"/>
    <w:rsid w:val="0062781D"/>
    <w:rsid w:val="00630853"/>
    <w:rsid w:val="006405CC"/>
    <w:rsid w:val="00640D90"/>
    <w:rsid w:val="00645F07"/>
    <w:rsid w:val="00646CB4"/>
    <w:rsid w:val="00652678"/>
    <w:rsid w:val="006555C0"/>
    <w:rsid w:val="0065725C"/>
    <w:rsid w:val="006670F3"/>
    <w:rsid w:val="006763B2"/>
    <w:rsid w:val="006774B4"/>
    <w:rsid w:val="00681D9C"/>
    <w:rsid w:val="00692621"/>
    <w:rsid w:val="00694F4E"/>
    <w:rsid w:val="006A4FAA"/>
    <w:rsid w:val="006A5AB3"/>
    <w:rsid w:val="006A718C"/>
    <w:rsid w:val="006B2688"/>
    <w:rsid w:val="006C39B6"/>
    <w:rsid w:val="006C4174"/>
    <w:rsid w:val="006D2EF7"/>
    <w:rsid w:val="006E432C"/>
    <w:rsid w:val="006E6FCB"/>
    <w:rsid w:val="006F4E5D"/>
    <w:rsid w:val="006F6EA4"/>
    <w:rsid w:val="006F7E96"/>
    <w:rsid w:val="00703EE8"/>
    <w:rsid w:val="0070697D"/>
    <w:rsid w:val="00711FCD"/>
    <w:rsid w:val="00713094"/>
    <w:rsid w:val="00713F34"/>
    <w:rsid w:val="007157D3"/>
    <w:rsid w:val="00715D9D"/>
    <w:rsid w:val="007200B8"/>
    <w:rsid w:val="007242AB"/>
    <w:rsid w:val="00730FEF"/>
    <w:rsid w:val="00731F7A"/>
    <w:rsid w:val="007445F4"/>
    <w:rsid w:val="007457D5"/>
    <w:rsid w:val="007552A4"/>
    <w:rsid w:val="00756D3D"/>
    <w:rsid w:val="0076080B"/>
    <w:rsid w:val="00764DA0"/>
    <w:rsid w:val="00765939"/>
    <w:rsid w:val="00770099"/>
    <w:rsid w:val="00777482"/>
    <w:rsid w:val="007802E7"/>
    <w:rsid w:val="007816D1"/>
    <w:rsid w:val="0079012D"/>
    <w:rsid w:val="00790D93"/>
    <w:rsid w:val="007940FF"/>
    <w:rsid w:val="007B2B25"/>
    <w:rsid w:val="007B31B0"/>
    <w:rsid w:val="007B5C4E"/>
    <w:rsid w:val="007C3502"/>
    <w:rsid w:val="007D07F9"/>
    <w:rsid w:val="007D6C57"/>
    <w:rsid w:val="007D702C"/>
    <w:rsid w:val="007D738E"/>
    <w:rsid w:val="007E3421"/>
    <w:rsid w:val="007F00B2"/>
    <w:rsid w:val="007F22DA"/>
    <w:rsid w:val="007F2B6C"/>
    <w:rsid w:val="00800D12"/>
    <w:rsid w:val="008037E2"/>
    <w:rsid w:val="0080428D"/>
    <w:rsid w:val="0080554F"/>
    <w:rsid w:val="00805CC6"/>
    <w:rsid w:val="00811592"/>
    <w:rsid w:val="008213EA"/>
    <w:rsid w:val="00824328"/>
    <w:rsid w:val="00824889"/>
    <w:rsid w:val="00825D2C"/>
    <w:rsid w:val="00830982"/>
    <w:rsid w:val="008317A0"/>
    <w:rsid w:val="00833413"/>
    <w:rsid w:val="008350C2"/>
    <w:rsid w:val="00840E1D"/>
    <w:rsid w:val="00844439"/>
    <w:rsid w:val="00851DCF"/>
    <w:rsid w:val="00860FDB"/>
    <w:rsid w:val="008627D5"/>
    <w:rsid w:val="00862E24"/>
    <w:rsid w:val="008678F2"/>
    <w:rsid w:val="00871396"/>
    <w:rsid w:val="00873740"/>
    <w:rsid w:val="00873929"/>
    <w:rsid w:val="00874048"/>
    <w:rsid w:val="00890108"/>
    <w:rsid w:val="00897C36"/>
    <w:rsid w:val="008A0B87"/>
    <w:rsid w:val="008A1C35"/>
    <w:rsid w:val="008A201D"/>
    <w:rsid w:val="008B6B05"/>
    <w:rsid w:val="008B7667"/>
    <w:rsid w:val="008C0B98"/>
    <w:rsid w:val="008C6CCC"/>
    <w:rsid w:val="008D2571"/>
    <w:rsid w:val="008D33AA"/>
    <w:rsid w:val="008D355B"/>
    <w:rsid w:val="008D6345"/>
    <w:rsid w:val="008D70A8"/>
    <w:rsid w:val="008E2070"/>
    <w:rsid w:val="008E281A"/>
    <w:rsid w:val="008E48AD"/>
    <w:rsid w:val="008E5E74"/>
    <w:rsid w:val="008E6E24"/>
    <w:rsid w:val="00906D98"/>
    <w:rsid w:val="0090759E"/>
    <w:rsid w:val="0091038D"/>
    <w:rsid w:val="0091077D"/>
    <w:rsid w:val="0091223C"/>
    <w:rsid w:val="009138E6"/>
    <w:rsid w:val="00916FE7"/>
    <w:rsid w:val="00923C26"/>
    <w:rsid w:val="00930E08"/>
    <w:rsid w:val="00934608"/>
    <w:rsid w:val="00951121"/>
    <w:rsid w:val="00957C37"/>
    <w:rsid w:val="00973381"/>
    <w:rsid w:val="009771CE"/>
    <w:rsid w:val="00987B8E"/>
    <w:rsid w:val="00990118"/>
    <w:rsid w:val="00991F19"/>
    <w:rsid w:val="00993619"/>
    <w:rsid w:val="009A2067"/>
    <w:rsid w:val="009A4904"/>
    <w:rsid w:val="009A6418"/>
    <w:rsid w:val="009B071C"/>
    <w:rsid w:val="009B166E"/>
    <w:rsid w:val="009C2372"/>
    <w:rsid w:val="009C4FEB"/>
    <w:rsid w:val="009D43C7"/>
    <w:rsid w:val="009D532B"/>
    <w:rsid w:val="009E042C"/>
    <w:rsid w:val="009E25F5"/>
    <w:rsid w:val="009E62EA"/>
    <w:rsid w:val="009F2CBC"/>
    <w:rsid w:val="009F3687"/>
    <w:rsid w:val="009F7274"/>
    <w:rsid w:val="00A04C8B"/>
    <w:rsid w:val="00A04E00"/>
    <w:rsid w:val="00A059C7"/>
    <w:rsid w:val="00A21E66"/>
    <w:rsid w:val="00A267E2"/>
    <w:rsid w:val="00A36233"/>
    <w:rsid w:val="00A37000"/>
    <w:rsid w:val="00A428AC"/>
    <w:rsid w:val="00A54459"/>
    <w:rsid w:val="00A5633C"/>
    <w:rsid w:val="00A669AA"/>
    <w:rsid w:val="00A76B12"/>
    <w:rsid w:val="00A774EE"/>
    <w:rsid w:val="00A84FE4"/>
    <w:rsid w:val="00A91C6A"/>
    <w:rsid w:val="00A927A2"/>
    <w:rsid w:val="00AA40D4"/>
    <w:rsid w:val="00AA61BC"/>
    <w:rsid w:val="00AA754A"/>
    <w:rsid w:val="00AB091A"/>
    <w:rsid w:val="00AC198A"/>
    <w:rsid w:val="00AC2F5D"/>
    <w:rsid w:val="00AD24AE"/>
    <w:rsid w:val="00AD685F"/>
    <w:rsid w:val="00AE3E57"/>
    <w:rsid w:val="00AF089D"/>
    <w:rsid w:val="00AF0FFD"/>
    <w:rsid w:val="00AF2038"/>
    <w:rsid w:val="00AF3334"/>
    <w:rsid w:val="00AF49C6"/>
    <w:rsid w:val="00B00D42"/>
    <w:rsid w:val="00B02566"/>
    <w:rsid w:val="00B10A61"/>
    <w:rsid w:val="00B14B04"/>
    <w:rsid w:val="00B2243A"/>
    <w:rsid w:val="00B2381D"/>
    <w:rsid w:val="00B23F52"/>
    <w:rsid w:val="00B26BD7"/>
    <w:rsid w:val="00B32DC6"/>
    <w:rsid w:val="00B33DA2"/>
    <w:rsid w:val="00B350FC"/>
    <w:rsid w:val="00B418EC"/>
    <w:rsid w:val="00B4565F"/>
    <w:rsid w:val="00B45CC0"/>
    <w:rsid w:val="00B53286"/>
    <w:rsid w:val="00B53BB6"/>
    <w:rsid w:val="00B57560"/>
    <w:rsid w:val="00B60B13"/>
    <w:rsid w:val="00B60C93"/>
    <w:rsid w:val="00B61382"/>
    <w:rsid w:val="00B720E8"/>
    <w:rsid w:val="00B77763"/>
    <w:rsid w:val="00B85D36"/>
    <w:rsid w:val="00B863A7"/>
    <w:rsid w:val="00B90680"/>
    <w:rsid w:val="00B93CB7"/>
    <w:rsid w:val="00B94300"/>
    <w:rsid w:val="00B97E05"/>
    <w:rsid w:val="00BA05E3"/>
    <w:rsid w:val="00BA2AAF"/>
    <w:rsid w:val="00BC215D"/>
    <w:rsid w:val="00BC4F98"/>
    <w:rsid w:val="00BC6B17"/>
    <w:rsid w:val="00BD1192"/>
    <w:rsid w:val="00BE0EEF"/>
    <w:rsid w:val="00BE49EA"/>
    <w:rsid w:val="00BE6747"/>
    <w:rsid w:val="00BE797A"/>
    <w:rsid w:val="00BF3FC2"/>
    <w:rsid w:val="00BF7263"/>
    <w:rsid w:val="00C0277E"/>
    <w:rsid w:val="00C12586"/>
    <w:rsid w:val="00C15E55"/>
    <w:rsid w:val="00C20486"/>
    <w:rsid w:val="00C20688"/>
    <w:rsid w:val="00C243FE"/>
    <w:rsid w:val="00C259DF"/>
    <w:rsid w:val="00C31C83"/>
    <w:rsid w:val="00C332F4"/>
    <w:rsid w:val="00C34EB6"/>
    <w:rsid w:val="00C416CF"/>
    <w:rsid w:val="00C473CF"/>
    <w:rsid w:val="00C47782"/>
    <w:rsid w:val="00C51CC5"/>
    <w:rsid w:val="00C55143"/>
    <w:rsid w:val="00C61616"/>
    <w:rsid w:val="00C71133"/>
    <w:rsid w:val="00C72E76"/>
    <w:rsid w:val="00C76C96"/>
    <w:rsid w:val="00C87734"/>
    <w:rsid w:val="00CA06E0"/>
    <w:rsid w:val="00CA33CD"/>
    <w:rsid w:val="00CA79A2"/>
    <w:rsid w:val="00CB1770"/>
    <w:rsid w:val="00CB40D4"/>
    <w:rsid w:val="00CB63F4"/>
    <w:rsid w:val="00CC6059"/>
    <w:rsid w:val="00CC62C6"/>
    <w:rsid w:val="00CD2E62"/>
    <w:rsid w:val="00CD5952"/>
    <w:rsid w:val="00CD612A"/>
    <w:rsid w:val="00CE2100"/>
    <w:rsid w:val="00CE24A3"/>
    <w:rsid w:val="00CE2C7A"/>
    <w:rsid w:val="00CF2DF5"/>
    <w:rsid w:val="00CF4894"/>
    <w:rsid w:val="00D01BAC"/>
    <w:rsid w:val="00D030CA"/>
    <w:rsid w:val="00D12FDD"/>
    <w:rsid w:val="00D13A8B"/>
    <w:rsid w:val="00D13E98"/>
    <w:rsid w:val="00D162BE"/>
    <w:rsid w:val="00D35ECB"/>
    <w:rsid w:val="00D40101"/>
    <w:rsid w:val="00D44411"/>
    <w:rsid w:val="00D4688A"/>
    <w:rsid w:val="00D529BF"/>
    <w:rsid w:val="00D53940"/>
    <w:rsid w:val="00D53A7B"/>
    <w:rsid w:val="00D54D58"/>
    <w:rsid w:val="00D63724"/>
    <w:rsid w:val="00D64082"/>
    <w:rsid w:val="00D67167"/>
    <w:rsid w:val="00D7515A"/>
    <w:rsid w:val="00D864DC"/>
    <w:rsid w:val="00D867C0"/>
    <w:rsid w:val="00DA132D"/>
    <w:rsid w:val="00DA7AD9"/>
    <w:rsid w:val="00DB4145"/>
    <w:rsid w:val="00DB790E"/>
    <w:rsid w:val="00DC3CF3"/>
    <w:rsid w:val="00DC4573"/>
    <w:rsid w:val="00DC61A0"/>
    <w:rsid w:val="00DC7A18"/>
    <w:rsid w:val="00DD009B"/>
    <w:rsid w:val="00DD1DFA"/>
    <w:rsid w:val="00DE2D1F"/>
    <w:rsid w:val="00DE463D"/>
    <w:rsid w:val="00DE5263"/>
    <w:rsid w:val="00DE5394"/>
    <w:rsid w:val="00DE7EF1"/>
    <w:rsid w:val="00DF2844"/>
    <w:rsid w:val="00DF2953"/>
    <w:rsid w:val="00E038E4"/>
    <w:rsid w:val="00E03CC7"/>
    <w:rsid w:val="00E11890"/>
    <w:rsid w:val="00E255B7"/>
    <w:rsid w:val="00E25F6F"/>
    <w:rsid w:val="00E3000B"/>
    <w:rsid w:val="00E307A6"/>
    <w:rsid w:val="00E34A21"/>
    <w:rsid w:val="00E437E7"/>
    <w:rsid w:val="00E43905"/>
    <w:rsid w:val="00E43C92"/>
    <w:rsid w:val="00E53EB9"/>
    <w:rsid w:val="00E54CCE"/>
    <w:rsid w:val="00E627E4"/>
    <w:rsid w:val="00E651A3"/>
    <w:rsid w:val="00E71AF3"/>
    <w:rsid w:val="00E80E15"/>
    <w:rsid w:val="00E85C22"/>
    <w:rsid w:val="00E86183"/>
    <w:rsid w:val="00E90B43"/>
    <w:rsid w:val="00E913D6"/>
    <w:rsid w:val="00E95441"/>
    <w:rsid w:val="00EA0E5C"/>
    <w:rsid w:val="00EA1A60"/>
    <w:rsid w:val="00EA479A"/>
    <w:rsid w:val="00ED080C"/>
    <w:rsid w:val="00ED2736"/>
    <w:rsid w:val="00ED50BE"/>
    <w:rsid w:val="00EE290B"/>
    <w:rsid w:val="00EE5ED1"/>
    <w:rsid w:val="00EE73B9"/>
    <w:rsid w:val="00EF223C"/>
    <w:rsid w:val="00EF2622"/>
    <w:rsid w:val="00EF4B57"/>
    <w:rsid w:val="00EF71DB"/>
    <w:rsid w:val="00F07126"/>
    <w:rsid w:val="00F1607F"/>
    <w:rsid w:val="00F16749"/>
    <w:rsid w:val="00F2026A"/>
    <w:rsid w:val="00F216AE"/>
    <w:rsid w:val="00F227A1"/>
    <w:rsid w:val="00F25E5D"/>
    <w:rsid w:val="00F2645C"/>
    <w:rsid w:val="00F327A5"/>
    <w:rsid w:val="00F353CA"/>
    <w:rsid w:val="00F372E9"/>
    <w:rsid w:val="00F41EAD"/>
    <w:rsid w:val="00F41F3B"/>
    <w:rsid w:val="00F44C22"/>
    <w:rsid w:val="00F4536B"/>
    <w:rsid w:val="00F50686"/>
    <w:rsid w:val="00F65E8C"/>
    <w:rsid w:val="00F70341"/>
    <w:rsid w:val="00F70633"/>
    <w:rsid w:val="00F7123C"/>
    <w:rsid w:val="00F76F28"/>
    <w:rsid w:val="00F77375"/>
    <w:rsid w:val="00F8311B"/>
    <w:rsid w:val="00F846A1"/>
    <w:rsid w:val="00F848F6"/>
    <w:rsid w:val="00F85494"/>
    <w:rsid w:val="00F874A9"/>
    <w:rsid w:val="00F93CC8"/>
    <w:rsid w:val="00FA049D"/>
    <w:rsid w:val="00FA2955"/>
    <w:rsid w:val="00FA5955"/>
    <w:rsid w:val="00FA7BE4"/>
    <w:rsid w:val="00FB1461"/>
    <w:rsid w:val="00FB42DB"/>
    <w:rsid w:val="00FB6284"/>
    <w:rsid w:val="00FB7641"/>
    <w:rsid w:val="00FC0C28"/>
    <w:rsid w:val="00FC3AFB"/>
    <w:rsid w:val="00FC4D4B"/>
    <w:rsid w:val="00FC52C4"/>
    <w:rsid w:val="00FE0DA4"/>
    <w:rsid w:val="00FE1BE1"/>
    <w:rsid w:val="00FE3888"/>
    <w:rsid w:val="00FE7229"/>
    <w:rsid w:val="00FE796F"/>
    <w:rsid w:val="00FF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/>
    <w:lsdException w:name="heading 7" w:locked="1"/>
    <w:lsdException w:name="heading 8" w:locked="1"/>
    <w:lsdException w:name="heading 9" w:semiHidden="1" w:unhideWhenUsed="1"/>
    <w:lsdException w:name="toc 1" w:locked="1" w:uiPriority="39" w:qFormat="1"/>
    <w:lsdException w:name="toc 2" w:locked="1" w:uiPriority="39" w:qFormat="1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semiHidden="1" w:unhideWhenUsed="1" w:qFormat="1"/>
    <w:lsdException w:name="Title" w:locked="1" w:uiPriority="10" w:qFormat="1"/>
    <w:lsdException w:name="Default Paragraph Font" w:locked="1"/>
    <w:lsdException w:name="Subtitle" w:locked="1" w:uiPriority="11" w:qFormat="1"/>
    <w:lsdException w:name="Hyperlink" w:uiPriority="99"/>
    <w:lsdException w:name="Strong" w:locked="1" w:qFormat="1"/>
    <w:lsdException w:name="Emphasis" w:locked="1" w:uiPriority="20" w:qFormat="1"/>
    <w:lsdException w:name="HTML Acronym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FC3AFB"/>
    <w:pPr>
      <w:spacing w:before="120" w:after="120"/>
      <w:ind w:firstLine="426"/>
      <w:jc w:val="both"/>
    </w:pPr>
    <w:rPr>
      <w:rFonts w:ascii="Liberation Sans" w:hAnsi="Liberation Sans" w:cs="Arial"/>
      <w:sz w:val="28"/>
      <w:szCs w:val="28"/>
      <w:lang w:eastAsia="en-US"/>
    </w:rPr>
  </w:style>
  <w:style w:type="paragraph" w:styleId="1">
    <w:name w:val="heading 1"/>
    <w:basedOn w:val="a3"/>
    <w:next w:val="a3"/>
    <w:link w:val="10"/>
    <w:autoRedefine/>
    <w:qFormat/>
    <w:rsid w:val="00FC3AFB"/>
    <w:pPr>
      <w:keepNext/>
      <w:keepLines/>
      <w:spacing w:before="0" w:after="240"/>
      <w:ind w:firstLine="0"/>
      <w:jc w:val="center"/>
      <w:outlineLvl w:val="0"/>
    </w:pPr>
    <w:rPr>
      <w:rFonts w:eastAsia="SimSun"/>
      <w:b/>
      <w:bCs/>
      <w:sz w:val="32"/>
      <w:szCs w:val="24"/>
      <w:lang w:eastAsia="zh-CN"/>
    </w:rPr>
  </w:style>
  <w:style w:type="paragraph" w:styleId="2">
    <w:name w:val="heading 2"/>
    <w:basedOn w:val="a3"/>
    <w:next w:val="a3"/>
    <w:link w:val="20"/>
    <w:qFormat/>
    <w:rsid w:val="00FC3AFB"/>
    <w:pPr>
      <w:keepNext/>
      <w:keepLines/>
      <w:spacing w:before="240" w:after="240"/>
      <w:ind w:firstLine="0"/>
      <w:jc w:val="center"/>
      <w:outlineLvl w:val="1"/>
    </w:pPr>
    <w:rPr>
      <w:rFonts w:eastAsia="SimSun"/>
      <w:b/>
      <w:bCs/>
      <w:sz w:val="30"/>
      <w:szCs w:val="24"/>
      <w:lang w:val="fr-FR" w:eastAsia="ru-RU"/>
    </w:rPr>
  </w:style>
  <w:style w:type="paragraph" w:styleId="3">
    <w:name w:val="heading 3"/>
    <w:basedOn w:val="a3"/>
    <w:next w:val="a3"/>
    <w:link w:val="30"/>
    <w:qFormat/>
    <w:rsid w:val="00FC3AFB"/>
    <w:pPr>
      <w:keepNext/>
      <w:keepLines/>
      <w:spacing w:after="240"/>
      <w:ind w:firstLine="425"/>
      <w:jc w:val="center"/>
      <w:outlineLvl w:val="2"/>
    </w:pPr>
    <w:rPr>
      <w:rFonts w:eastAsia="SimSun"/>
      <w:b/>
      <w:bCs/>
      <w:lang w:eastAsia="ru-RU"/>
    </w:rPr>
  </w:style>
  <w:style w:type="paragraph" w:styleId="4">
    <w:name w:val="heading 4"/>
    <w:basedOn w:val="a3"/>
    <w:next w:val="a3"/>
    <w:link w:val="40"/>
    <w:qFormat/>
    <w:rsid w:val="00FC3AFB"/>
    <w:pPr>
      <w:jc w:val="center"/>
      <w:outlineLvl w:val="3"/>
    </w:pPr>
    <w:rPr>
      <w:rFonts w:eastAsia="SimSun"/>
      <w:b/>
      <w:bCs/>
      <w:iCs/>
      <w:sz w:val="26"/>
    </w:rPr>
  </w:style>
  <w:style w:type="paragraph" w:styleId="5">
    <w:name w:val="heading 5"/>
    <w:basedOn w:val="a3"/>
    <w:next w:val="a3"/>
    <w:link w:val="50"/>
    <w:qFormat/>
    <w:rsid w:val="00FC3AFB"/>
    <w:pPr>
      <w:spacing w:before="200" w:after="0"/>
      <w:outlineLvl w:val="4"/>
    </w:pPr>
    <w:rPr>
      <w:rFonts w:eastAsia="SimSun" w:cs="Times New Roman"/>
      <w:b/>
      <w:smallCaps/>
      <w:spacing w:val="10"/>
      <w:sz w:val="26"/>
      <w:szCs w:val="26"/>
      <w:lang w:val="en-US" w:eastAsia="ru-RU"/>
    </w:rPr>
  </w:style>
  <w:style w:type="paragraph" w:styleId="6">
    <w:name w:val="heading 6"/>
    <w:basedOn w:val="a3"/>
    <w:next w:val="a3"/>
    <w:link w:val="60"/>
    <w:rsid w:val="001B056A"/>
    <w:pPr>
      <w:keepNext/>
      <w:keepLines/>
      <w:spacing w:before="200" w:after="0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paragraph" w:styleId="7">
    <w:name w:val="heading 7"/>
    <w:basedOn w:val="a3"/>
    <w:next w:val="a3"/>
    <w:locked/>
    <w:rsid w:val="00CE24A3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lang w:val="en-US" w:bidi="en-US"/>
    </w:rPr>
  </w:style>
  <w:style w:type="paragraph" w:styleId="8">
    <w:name w:val="heading 8"/>
    <w:basedOn w:val="a3"/>
    <w:next w:val="a3"/>
    <w:locked/>
    <w:rsid w:val="00CE24A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  <w:lang w:val="en-US" w:bidi="en-US"/>
    </w:rPr>
  </w:style>
  <w:style w:type="paragraph" w:styleId="9">
    <w:name w:val="heading 9"/>
    <w:basedOn w:val="a3"/>
    <w:next w:val="a3"/>
    <w:semiHidden/>
    <w:unhideWhenUsed/>
    <w:rsid w:val="00CE24A3"/>
    <w:p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C3AFB"/>
    <w:rPr>
      <w:rFonts w:ascii="Liberation Sans" w:eastAsia="SimSun" w:hAnsi="Liberation Sans" w:cs="Arial"/>
      <w:b/>
      <w:bCs/>
      <w:sz w:val="32"/>
      <w:szCs w:val="24"/>
      <w:lang w:eastAsia="zh-CN"/>
    </w:rPr>
  </w:style>
  <w:style w:type="character" w:customStyle="1" w:styleId="20">
    <w:name w:val="Заголовок 2 Знак"/>
    <w:link w:val="2"/>
    <w:locked/>
    <w:rsid w:val="00FC3AFB"/>
    <w:rPr>
      <w:rFonts w:ascii="Liberation Sans" w:eastAsia="SimSun" w:hAnsi="Liberation Sans" w:cs="Arial"/>
      <w:b/>
      <w:bCs/>
      <w:sz w:val="30"/>
      <w:szCs w:val="24"/>
      <w:lang w:val="fr-FR"/>
    </w:rPr>
  </w:style>
  <w:style w:type="character" w:customStyle="1" w:styleId="30">
    <w:name w:val="Заголовок 3 Знак"/>
    <w:link w:val="3"/>
    <w:locked/>
    <w:rsid w:val="00FC3AFB"/>
    <w:rPr>
      <w:rFonts w:ascii="Liberation Sans" w:eastAsia="SimSun" w:hAnsi="Liberation Sans" w:cs="Arial"/>
      <w:b/>
      <w:bCs/>
      <w:sz w:val="28"/>
      <w:szCs w:val="28"/>
    </w:rPr>
  </w:style>
  <w:style w:type="character" w:customStyle="1" w:styleId="40">
    <w:name w:val="Заголовок 4 Знак"/>
    <w:link w:val="4"/>
    <w:locked/>
    <w:rsid w:val="00FC3AFB"/>
    <w:rPr>
      <w:rFonts w:ascii="Liberation Sans" w:eastAsia="SimSun" w:hAnsi="Liberation Sans" w:cs="Arial"/>
      <w:b/>
      <w:bCs/>
      <w:iCs/>
      <w:sz w:val="26"/>
      <w:szCs w:val="28"/>
      <w:lang w:eastAsia="en-US"/>
    </w:rPr>
  </w:style>
  <w:style w:type="character" w:customStyle="1" w:styleId="50">
    <w:name w:val="Заголовок 5 Знак"/>
    <w:link w:val="5"/>
    <w:locked/>
    <w:rsid w:val="00FC3AFB"/>
    <w:rPr>
      <w:rFonts w:ascii="Liberation Sans" w:eastAsia="SimSun" w:hAnsi="Liberation Sans"/>
      <w:b/>
      <w:smallCaps/>
      <w:spacing w:val="10"/>
      <w:sz w:val="26"/>
      <w:szCs w:val="26"/>
      <w:lang w:val="en-US"/>
    </w:rPr>
  </w:style>
  <w:style w:type="character" w:customStyle="1" w:styleId="60">
    <w:name w:val="Заголовок 6 Знак"/>
    <w:link w:val="6"/>
    <w:locked/>
    <w:rsid w:val="001B056A"/>
    <w:rPr>
      <w:rFonts w:ascii="Cambria" w:hAnsi="Cambria" w:cs="Times New Roman"/>
      <w:i/>
      <w:iCs/>
      <w:color w:val="243F60"/>
    </w:rPr>
  </w:style>
  <w:style w:type="paragraph" w:customStyle="1" w:styleId="Default">
    <w:name w:val="Default"/>
    <w:rsid w:val="00B0698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-12">
    <w:name w:val="Цветной список - Акцент 12"/>
    <w:basedOn w:val="a3"/>
    <w:rsid w:val="00706F9D"/>
    <w:pPr>
      <w:ind w:left="720"/>
    </w:pPr>
    <w:rPr>
      <w:rFonts w:ascii="Verdana" w:eastAsia="Calibri" w:hAnsi="Verdana"/>
      <w:color w:val="404040"/>
      <w:sz w:val="20"/>
      <w:szCs w:val="20"/>
      <w:lang w:val="en-US"/>
    </w:rPr>
  </w:style>
  <w:style w:type="character" w:customStyle="1" w:styleId="longtext1">
    <w:name w:val="long_text1"/>
    <w:rsid w:val="00706F9D"/>
    <w:rPr>
      <w:rFonts w:cs="Times New Roman"/>
      <w:sz w:val="20"/>
      <w:szCs w:val="20"/>
    </w:rPr>
  </w:style>
  <w:style w:type="paragraph" w:styleId="a7">
    <w:name w:val="header"/>
    <w:basedOn w:val="a3"/>
    <w:link w:val="a8"/>
    <w:uiPriority w:val="99"/>
    <w:rsid w:val="0036407E"/>
    <w:pPr>
      <w:tabs>
        <w:tab w:val="center" w:pos="4677"/>
        <w:tab w:val="right" w:pos="9355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36407E"/>
    <w:rPr>
      <w:rFonts w:cs="Times New Roman"/>
    </w:rPr>
  </w:style>
  <w:style w:type="paragraph" w:styleId="a9">
    <w:name w:val="footer"/>
    <w:basedOn w:val="a3"/>
    <w:link w:val="aa"/>
    <w:uiPriority w:val="99"/>
    <w:rsid w:val="0036407E"/>
    <w:pPr>
      <w:tabs>
        <w:tab w:val="center" w:pos="4677"/>
        <w:tab w:val="right" w:pos="9355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6407E"/>
    <w:rPr>
      <w:rFonts w:cs="Times New Roman"/>
    </w:rPr>
  </w:style>
  <w:style w:type="paragraph" w:customStyle="1" w:styleId="BasicParagraph">
    <w:name w:val="[Basic Paragraph]"/>
    <w:basedOn w:val="Default"/>
    <w:next w:val="Default"/>
    <w:rsid w:val="00A13FEE"/>
    <w:rPr>
      <w:rFonts w:cs="Times New Roman"/>
      <w:color w:val="auto"/>
    </w:rPr>
  </w:style>
  <w:style w:type="paragraph" w:styleId="ab">
    <w:name w:val="Balloon Text"/>
    <w:basedOn w:val="a3"/>
    <w:link w:val="ac"/>
    <w:semiHidden/>
    <w:rsid w:val="008528F9"/>
    <w:pPr>
      <w:spacing w:after="0"/>
    </w:pPr>
    <w:rPr>
      <w:rFonts w:ascii="Tahoma" w:hAnsi="Tahoma" w:cs="Times New Roman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8528F9"/>
    <w:rPr>
      <w:rFonts w:ascii="Tahoma" w:hAnsi="Tahoma" w:cs="Tahoma"/>
      <w:sz w:val="16"/>
      <w:szCs w:val="16"/>
    </w:rPr>
  </w:style>
  <w:style w:type="paragraph" w:customStyle="1" w:styleId="11">
    <w:name w:val="Заголовок оглавления1"/>
    <w:basedOn w:val="1"/>
    <w:next w:val="a3"/>
    <w:rsid w:val="00175C25"/>
    <w:pPr>
      <w:outlineLvl w:val="9"/>
    </w:pPr>
  </w:style>
  <w:style w:type="paragraph" w:styleId="12">
    <w:name w:val="toc 1"/>
    <w:basedOn w:val="a3"/>
    <w:next w:val="a3"/>
    <w:autoRedefine/>
    <w:uiPriority w:val="39"/>
    <w:qFormat/>
    <w:rsid w:val="00FC3AFB"/>
    <w:pPr>
      <w:tabs>
        <w:tab w:val="right" w:leader="dot" w:pos="7513"/>
        <w:tab w:val="right" w:leader="dot" w:pos="7808"/>
      </w:tabs>
      <w:spacing w:before="60" w:after="60"/>
      <w:ind w:firstLine="425"/>
      <w:jc w:val="left"/>
    </w:pPr>
    <w:rPr>
      <w:rFonts w:eastAsia="SimSun"/>
      <w:b/>
      <w:noProof/>
      <w:sz w:val="24"/>
      <w:szCs w:val="24"/>
    </w:rPr>
  </w:style>
  <w:style w:type="character" w:styleId="ad">
    <w:name w:val="Hyperlink"/>
    <w:uiPriority w:val="99"/>
    <w:rsid w:val="00175C25"/>
    <w:rPr>
      <w:rFonts w:cs="Times New Roman"/>
      <w:color w:val="0000FF"/>
      <w:u w:val="single"/>
    </w:rPr>
  </w:style>
  <w:style w:type="paragraph" w:styleId="21">
    <w:name w:val="toc 2"/>
    <w:basedOn w:val="a3"/>
    <w:next w:val="a3"/>
    <w:autoRedefine/>
    <w:uiPriority w:val="39"/>
    <w:qFormat/>
    <w:rsid w:val="00FC3AFB"/>
    <w:pPr>
      <w:tabs>
        <w:tab w:val="right" w:leader="dot" w:pos="7513"/>
      </w:tabs>
      <w:spacing w:before="60" w:after="60"/>
      <w:ind w:left="170" w:firstLine="425"/>
      <w:jc w:val="left"/>
    </w:pPr>
    <w:rPr>
      <w:rFonts w:eastAsia="SimSun"/>
      <w:iCs/>
      <w:noProof/>
      <w:sz w:val="22"/>
      <w:lang w:val="en-US"/>
    </w:rPr>
  </w:style>
  <w:style w:type="character" w:styleId="ae">
    <w:name w:val="FollowedHyperlink"/>
    <w:semiHidden/>
    <w:rsid w:val="00117140"/>
    <w:rPr>
      <w:rFonts w:cs="Times New Roman"/>
      <w:color w:val="800080"/>
      <w:u w:val="single"/>
    </w:rPr>
  </w:style>
  <w:style w:type="character" w:styleId="af">
    <w:name w:val="page number"/>
    <w:basedOn w:val="a4"/>
    <w:rsid w:val="00F659D6"/>
  </w:style>
  <w:style w:type="character" w:customStyle="1" w:styleId="skypepnhmark">
    <w:name w:val="skype_pnh_mark"/>
    <w:rsid w:val="00BE3F13"/>
    <w:rPr>
      <w:vanish/>
      <w:webHidden w:val="0"/>
      <w:specVanish w:val="0"/>
    </w:rPr>
  </w:style>
  <w:style w:type="character" w:customStyle="1" w:styleId="center1">
    <w:name w:val="center1"/>
    <w:rsid w:val="00BE3F13"/>
    <w:rPr>
      <w:vanish w:val="0"/>
      <w:webHidden w:val="0"/>
      <w:specVanish w:val="0"/>
    </w:rPr>
  </w:style>
  <w:style w:type="character" w:customStyle="1" w:styleId="skypepnhprintcontainer">
    <w:name w:val="skype_pnh_print_container"/>
    <w:basedOn w:val="a4"/>
    <w:rsid w:val="00BE3F13"/>
  </w:style>
  <w:style w:type="character" w:customStyle="1" w:styleId="skypepnhcontainer">
    <w:name w:val="skype_pnh_container"/>
    <w:basedOn w:val="a4"/>
    <w:rsid w:val="00BE3F13"/>
  </w:style>
  <w:style w:type="character" w:customStyle="1" w:styleId="skypepnhleftspan">
    <w:name w:val="skype_pnh_left_span"/>
    <w:basedOn w:val="a4"/>
    <w:rsid w:val="00BE3F13"/>
  </w:style>
  <w:style w:type="character" w:customStyle="1" w:styleId="skypepnhdropartspan">
    <w:name w:val="skype_pnh_dropart_span"/>
    <w:basedOn w:val="a4"/>
    <w:rsid w:val="00BE3F13"/>
  </w:style>
  <w:style w:type="character" w:customStyle="1" w:styleId="skypepnhdropartflagspan">
    <w:name w:val="skype_pnh_dropart_flag_span"/>
    <w:basedOn w:val="a4"/>
    <w:rsid w:val="00BE3F13"/>
  </w:style>
  <w:style w:type="character" w:customStyle="1" w:styleId="skypepnhtextspan">
    <w:name w:val="skype_pnh_text_span"/>
    <w:basedOn w:val="a4"/>
    <w:rsid w:val="00BE3F13"/>
  </w:style>
  <w:style w:type="character" w:customStyle="1" w:styleId="skypepnhrightspan">
    <w:name w:val="skype_pnh_right_span"/>
    <w:basedOn w:val="a4"/>
    <w:rsid w:val="00BE3F13"/>
  </w:style>
  <w:style w:type="table" w:styleId="af0">
    <w:name w:val="Table Grid"/>
    <w:basedOn w:val="a5"/>
    <w:locked/>
    <w:rsid w:val="00BE3F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Dark List Accent 5"/>
    <w:basedOn w:val="a5"/>
    <w:uiPriority w:val="61"/>
    <w:rsid w:val="00977B8A"/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31">
    <w:name w:val="toc 3"/>
    <w:basedOn w:val="a3"/>
    <w:next w:val="a3"/>
    <w:autoRedefine/>
    <w:uiPriority w:val="39"/>
    <w:locked/>
    <w:rsid w:val="00B61382"/>
    <w:pPr>
      <w:tabs>
        <w:tab w:val="right" w:leader="dot" w:pos="7513"/>
        <w:tab w:val="right" w:leader="dot" w:pos="10450"/>
      </w:tabs>
      <w:spacing w:before="20" w:after="20"/>
      <w:ind w:left="170" w:firstLine="964"/>
    </w:pPr>
    <w:rPr>
      <w:sz w:val="20"/>
    </w:rPr>
  </w:style>
  <w:style w:type="paragraph" w:customStyle="1" w:styleId="Cambria">
    <w:name w:val="Обычный + Cambria"/>
    <w:aliases w:val="12 пт,Черный,По ширине"/>
    <w:basedOn w:val="a3"/>
    <w:link w:val="Cambria0"/>
    <w:rsid w:val="00993497"/>
    <w:pPr>
      <w:numPr>
        <w:numId w:val="1"/>
      </w:numPr>
      <w:autoSpaceDE w:val="0"/>
      <w:autoSpaceDN w:val="0"/>
      <w:adjustRightInd w:val="0"/>
      <w:spacing w:after="0"/>
    </w:pPr>
    <w:rPr>
      <w:rFonts w:ascii="Calibri" w:eastAsia="SimSun" w:hAnsi="Calibri" w:cs="Times New Roman"/>
      <w:sz w:val="22"/>
      <w:szCs w:val="22"/>
    </w:rPr>
  </w:style>
  <w:style w:type="character" w:customStyle="1" w:styleId="Cambria0">
    <w:name w:val="Обычный + Cambria Знак"/>
    <w:aliases w:val="12 пт Знак,Черный Знак"/>
    <w:link w:val="Cambria"/>
    <w:rsid w:val="00993497"/>
    <w:rPr>
      <w:rFonts w:ascii="Calibri" w:eastAsia="SimSun" w:hAnsi="Calibri"/>
      <w:sz w:val="22"/>
      <w:szCs w:val="22"/>
      <w:lang w:eastAsia="en-US"/>
    </w:rPr>
  </w:style>
  <w:style w:type="paragraph" w:customStyle="1" w:styleId="-11">
    <w:name w:val="Цветной список - Акцент 11"/>
    <w:basedOn w:val="a3"/>
    <w:link w:val="-110"/>
    <w:qFormat/>
    <w:rsid w:val="00FC3AFB"/>
    <w:pPr>
      <w:ind w:left="708"/>
    </w:pPr>
    <w:rPr>
      <w:rFonts w:ascii="Arial" w:eastAsia="Calibri" w:hAnsi="Arial"/>
    </w:rPr>
  </w:style>
  <w:style w:type="character" w:styleId="af1">
    <w:name w:val="Emphasis"/>
    <w:uiPriority w:val="20"/>
    <w:qFormat/>
    <w:locked/>
    <w:rsid w:val="00FC3AF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2">
    <w:name w:val="List Paragraph"/>
    <w:basedOn w:val="a3"/>
    <w:link w:val="af3"/>
    <w:qFormat/>
    <w:rsid w:val="00FC3AFB"/>
    <w:pPr>
      <w:ind w:left="425" w:firstLine="0"/>
    </w:pPr>
  </w:style>
  <w:style w:type="character" w:customStyle="1" w:styleId="100">
    <w:name w:val="Знак Знак10"/>
    <w:basedOn w:val="a4"/>
    <w:rsid w:val="008037E2"/>
    <w:rPr>
      <w:rFonts w:ascii="Cambria" w:hAnsi="Cambria"/>
      <w:b/>
      <w:bCs/>
      <w:color w:val="365F91"/>
      <w:sz w:val="28"/>
      <w:szCs w:val="28"/>
      <w:lang w:val="en-US" w:eastAsia="en-US" w:bidi="en-US"/>
    </w:rPr>
  </w:style>
  <w:style w:type="paragraph" w:styleId="af4">
    <w:name w:val="Plain Text"/>
    <w:basedOn w:val="a3"/>
    <w:rsid w:val="00CE24A3"/>
    <w:rPr>
      <w:rFonts w:ascii="Courier New" w:hAnsi="Courier New" w:cs="Courier New"/>
      <w:sz w:val="20"/>
      <w:szCs w:val="20"/>
      <w:lang w:val="en-US" w:bidi="en-US"/>
    </w:rPr>
  </w:style>
  <w:style w:type="paragraph" w:styleId="af5">
    <w:name w:val="Normal (Web)"/>
    <w:basedOn w:val="a3"/>
    <w:rsid w:val="00CE24A3"/>
    <w:pPr>
      <w:spacing w:before="100" w:beforeAutospacing="1" w:after="100" w:afterAutospacing="1"/>
    </w:pPr>
    <w:rPr>
      <w:lang w:val="en-US" w:bidi="en-US"/>
    </w:rPr>
  </w:style>
  <w:style w:type="paragraph" w:styleId="13">
    <w:name w:val="index 1"/>
    <w:basedOn w:val="a3"/>
    <w:next w:val="a3"/>
    <w:autoRedefine/>
    <w:semiHidden/>
    <w:rsid w:val="00CE24A3"/>
    <w:pPr>
      <w:ind w:left="240" w:hanging="240"/>
    </w:pPr>
    <w:rPr>
      <w:lang w:val="en-US" w:bidi="en-US"/>
    </w:rPr>
  </w:style>
  <w:style w:type="character" w:styleId="af6">
    <w:name w:val="Book Title"/>
    <w:uiPriority w:val="33"/>
    <w:qFormat/>
    <w:rsid w:val="00FC3AFB"/>
    <w:rPr>
      <w:b/>
      <w:sz w:val="52"/>
      <w:szCs w:val="52"/>
    </w:rPr>
  </w:style>
  <w:style w:type="character" w:customStyle="1" w:styleId="90">
    <w:name w:val="Знак Знак9"/>
    <w:basedOn w:val="a4"/>
    <w:rsid w:val="00CE24A3"/>
    <w:rPr>
      <w:rFonts w:ascii="Cambria" w:hAnsi="Cambria"/>
      <w:b/>
      <w:bCs/>
      <w:color w:val="4F81BD"/>
      <w:sz w:val="26"/>
      <w:szCs w:val="26"/>
      <w:lang w:val="en-US" w:eastAsia="en-US" w:bidi="en-US"/>
    </w:rPr>
  </w:style>
  <w:style w:type="paragraph" w:styleId="af7">
    <w:name w:val="Title"/>
    <w:aliases w:val="Заголовок2"/>
    <w:basedOn w:val="2"/>
    <w:next w:val="a3"/>
    <w:link w:val="af8"/>
    <w:autoRedefine/>
    <w:uiPriority w:val="10"/>
    <w:qFormat/>
    <w:locked/>
    <w:rsid w:val="00FC3AFB"/>
    <w:pPr>
      <w:keepNext w:val="0"/>
      <w:keepLines w:val="0"/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24"/>
      <w:szCs w:val="52"/>
      <w:lang w:val="en-US" w:eastAsia="en-US" w:bidi="en-US"/>
    </w:rPr>
  </w:style>
  <w:style w:type="paragraph" w:styleId="af9">
    <w:name w:val="Subtitle"/>
    <w:aliases w:val="Заголовок3"/>
    <w:basedOn w:val="3"/>
    <w:next w:val="a3"/>
    <w:link w:val="afa"/>
    <w:uiPriority w:val="11"/>
    <w:qFormat/>
    <w:locked/>
    <w:rsid w:val="00FC3AFB"/>
    <w:pPr>
      <w:keepNext w:val="0"/>
      <w:keepLines w:val="0"/>
      <w:spacing w:after="600" w:line="271" w:lineRule="auto"/>
    </w:pPr>
    <w:rPr>
      <w:rFonts w:ascii="Cambria" w:eastAsia="Times New Roman" w:hAnsi="Cambria"/>
      <w:b w:val="0"/>
      <w:iCs/>
      <w:spacing w:val="13"/>
      <w:sz w:val="24"/>
      <w:szCs w:val="24"/>
      <w:lang w:val="en-US" w:eastAsia="en-US" w:bidi="en-US"/>
    </w:rPr>
  </w:style>
  <w:style w:type="character" w:styleId="afb">
    <w:name w:val="Strong"/>
    <w:qFormat/>
    <w:locked/>
    <w:rsid w:val="00FC3AFB"/>
    <w:rPr>
      <w:rFonts w:ascii="Arial" w:hAnsi="Arial"/>
      <w:sz w:val="28"/>
    </w:rPr>
  </w:style>
  <w:style w:type="paragraph" w:styleId="afc">
    <w:name w:val="No Spacing"/>
    <w:uiPriority w:val="1"/>
    <w:qFormat/>
    <w:rsid w:val="00FC3AFB"/>
    <w:pPr>
      <w:ind w:firstLine="426"/>
      <w:jc w:val="both"/>
    </w:pPr>
    <w:rPr>
      <w:rFonts w:ascii="Liberation Sans" w:hAnsi="Liberation Sans" w:cs="Arial"/>
      <w:sz w:val="28"/>
      <w:szCs w:val="28"/>
      <w:lang w:eastAsia="en-US"/>
    </w:rPr>
  </w:style>
  <w:style w:type="paragraph" w:styleId="22">
    <w:name w:val="Quote"/>
    <w:basedOn w:val="a3"/>
    <w:next w:val="a3"/>
    <w:link w:val="23"/>
    <w:uiPriority w:val="29"/>
    <w:qFormat/>
    <w:rsid w:val="00FC3AFB"/>
    <w:pPr>
      <w:jc w:val="center"/>
    </w:pPr>
    <w:rPr>
      <w:b/>
    </w:rPr>
  </w:style>
  <w:style w:type="character" w:customStyle="1" w:styleId="23">
    <w:name w:val="Цитата 2 Знак"/>
    <w:basedOn w:val="a4"/>
    <w:link w:val="22"/>
    <w:uiPriority w:val="29"/>
    <w:rsid w:val="00FC3AFB"/>
    <w:rPr>
      <w:rFonts w:ascii="Liberation Sans" w:hAnsi="Liberation Sans" w:cs="Arial"/>
      <w:b/>
      <w:sz w:val="28"/>
      <w:szCs w:val="28"/>
      <w:lang w:eastAsia="en-US"/>
    </w:rPr>
  </w:style>
  <w:style w:type="paragraph" w:styleId="afd">
    <w:name w:val="Intense Quote"/>
    <w:basedOn w:val="a3"/>
    <w:next w:val="a3"/>
    <w:link w:val="afe"/>
    <w:uiPriority w:val="30"/>
    <w:qFormat/>
    <w:rsid w:val="00FC3AF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e">
    <w:name w:val="Выделенная цитата Знак"/>
    <w:basedOn w:val="a4"/>
    <w:link w:val="afd"/>
    <w:uiPriority w:val="30"/>
    <w:rsid w:val="00FC3AFB"/>
    <w:rPr>
      <w:rFonts w:ascii="Liberation Sans" w:hAnsi="Liberation Sans" w:cs="Arial"/>
      <w:b/>
      <w:bCs/>
      <w:i/>
      <w:iCs/>
      <w:color w:val="4F81BD"/>
      <w:sz w:val="28"/>
      <w:szCs w:val="28"/>
      <w:lang w:eastAsia="en-US"/>
    </w:rPr>
  </w:style>
  <w:style w:type="character" w:styleId="aff">
    <w:name w:val="Subtle Emphasis"/>
    <w:basedOn w:val="20"/>
    <w:uiPriority w:val="19"/>
    <w:qFormat/>
    <w:rsid w:val="00FC3AFB"/>
    <w:rPr>
      <w:rFonts w:eastAsia="Times New Roman" w:cs="Times New Roman"/>
      <w:i/>
      <w:iCs/>
    </w:rPr>
  </w:style>
  <w:style w:type="character" w:styleId="aff0">
    <w:name w:val="Intense Emphasis"/>
    <w:basedOn w:val="a4"/>
    <w:uiPriority w:val="21"/>
    <w:qFormat/>
    <w:rsid w:val="00FC3AFB"/>
    <w:rPr>
      <w:b/>
      <w:bCs/>
      <w:i/>
      <w:iCs/>
      <w:color w:val="4F81BD"/>
    </w:rPr>
  </w:style>
  <w:style w:type="character" w:styleId="aff1">
    <w:name w:val="Subtle Reference"/>
    <w:basedOn w:val="a4"/>
    <w:uiPriority w:val="31"/>
    <w:qFormat/>
    <w:rsid w:val="00FC3AFB"/>
    <w:rPr>
      <w:smallCaps/>
      <w:color w:val="C0504D"/>
      <w:u w:val="single"/>
    </w:rPr>
  </w:style>
  <w:style w:type="character" w:styleId="aff2">
    <w:name w:val="Intense Reference"/>
    <w:basedOn w:val="a4"/>
    <w:uiPriority w:val="32"/>
    <w:qFormat/>
    <w:rsid w:val="00FC3AFB"/>
    <w:rPr>
      <w:b/>
      <w:bCs/>
      <w:smallCaps/>
      <w:color w:val="C0504D"/>
      <w:spacing w:val="5"/>
      <w:u w:val="single"/>
    </w:rPr>
  </w:style>
  <w:style w:type="paragraph" w:customStyle="1" w:styleId="14">
    <w:name w:val="Абзац списка1"/>
    <w:basedOn w:val="a3"/>
    <w:rsid w:val="00CE24A3"/>
    <w:pPr>
      <w:ind w:left="720"/>
    </w:pPr>
    <w:rPr>
      <w:rFonts w:ascii="Verdana" w:eastAsia="Calibri" w:hAnsi="Verdana"/>
      <w:color w:val="404040"/>
      <w:sz w:val="20"/>
      <w:szCs w:val="20"/>
      <w:lang w:val="en-US"/>
    </w:rPr>
  </w:style>
  <w:style w:type="character" w:customStyle="1" w:styleId="110">
    <w:name w:val="Заголовок 1 Знак1"/>
    <w:basedOn w:val="a4"/>
    <w:locked/>
    <w:rsid w:val="00CE24A3"/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character" w:styleId="HTML">
    <w:name w:val="HTML Acronym"/>
    <w:basedOn w:val="a4"/>
    <w:uiPriority w:val="99"/>
    <w:unhideWhenUsed/>
    <w:rsid w:val="00E11890"/>
  </w:style>
  <w:style w:type="character" w:customStyle="1" w:styleId="af8">
    <w:name w:val="Название Знак"/>
    <w:aliases w:val="Заголовок2 Знак"/>
    <w:basedOn w:val="a4"/>
    <w:link w:val="af7"/>
    <w:uiPriority w:val="10"/>
    <w:rsid w:val="00FC3AFB"/>
    <w:rPr>
      <w:rFonts w:ascii="Cambria" w:hAnsi="Cambria" w:cs="Arial"/>
      <w:b/>
      <w:bCs/>
      <w:spacing w:val="5"/>
      <w:sz w:val="24"/>
      <w:szCs w:val="52"/>
      <w:lang w:val="en-US" w:eastAsia="en-US" w:bidi="en-US"/>
    </w:rPr>
  </w:style>
  <w:style w:type="character" w:customStyle="1" w:styleId="afa">
    <w:name w:val="Подзаголовок Знак"/>
    <w:aliases w:val="Заголовок3 Знак"/>
    <w:basedOn w:val="a4"/>
    <w:link w:val="af9"/>
    <w:uiPriority w:val="11"/>
    <w:rsid w:val="00FC3AFB"/>
    <w:rPr>
      <w:rFonts w:ascii="Cambria" w:hAnsi="Cambria" w:cs="Arial"/>
      <w:bCs/>
      <w:iCs/>
      <w:spacing w:val="13"/>
      <w:sz w:val="24"/>
      <w:szCs w:val="24"/>
      <w:lang w:val="en-US" w:eastAsia="en-US" w:bidi="en-US"/>
    </w:rPr>
  </w:style>
  <w:style w:type="paragraph" w:styleId="aff3">
    <w:name w:val="TOC Heading"/>
    <w:basedOn w:val="1"/>
    <w:next w:val="a3"/>
    <w:uiPriority w:val="39"/>
    <w:qFormat/>
    <w:rsid w:val="00FC3AFB"/>
    <w:pPr>
      <w:keepLines w:val="0"/>
      <w:spacing w:after="60"/>
      <w:outlineLvl w:val="9"/>
    </w:pPr>
    <w:rPr>
      <w:kern w:val="32"/>
      <w:szCs w:val="32"/>
      <w:lang w:eastAsia="en-US"/>
    </w:rPr>
  </w:style>
  <w:style w:type="character" w:customStyle="1" w:styleId="-110">
    <w:name w:val="Цветной список - Акцент 11 Знак"/>
    <w:basedOn w:val="a4"/>
    <w:link w:val="-11"/>
    <w:rsid w:val="00FC3AFB"/>
    <w:rPr>
      <w:rFonts w:ascii="Arial" w:eastAsia="Calibri" w:hAnsi="Arial" w:cs="Arial"/>
      <w:sz w:val="28"/>
      <w:szCs w:val="28"/>
      <w:lang w:eastAsia="en-US"/>
    </w:rPr>
  </w:style>
  <w:style w:type="character" w:customStyle="1" w:styleId="15">
    <w:name w:val="Слабое выделение1"/>
    <w:aliases w:val="Заголовок4"/>
    <w:basedOn w:val="20"/>
    <w:uiPriority w:val="19"/>
    <w:rsid w:val="00EA479A"/>
    <w:rPr>
      <w:rFonts w:eastAsia="Times New Roman" w:cs="Times New Roman"/>
      <w:i/>
      <w:iCs/>
    </w:rPr>
  </w:style>
  <w:style w:type="paragraph" w:customStyle="1" w:styleId="a0">
    <w:name w:val="нумерованный список"/>
    <w:basedOn w:val="BasicParagraph"/>
    <w:link w:val="aff4"/>
    <w:qFormat/>
    <w:rsid w:val="00FC3AFB"/>
    <w:pPr>
      <w:numPr>
        <w:numId w:val="38"/>
      </w:numPr>
      <w:spacing w:before="120" w:after="120"/>
      <w:jc w:val="both"/>
    </w:pPr>
    <w:rPr>
      <w:rFonts w:ascii="Liberation Sans" w:hAnsi="Liberation Sans" w:cs="Arial"/>
      <w:bCs/>
      <w:iCs/>
      <w:sz w:val="28"/>
      <w:szCs w:val="28"/>
    </w:rPr>
  </w:style>
  <w:style w:type="character" w:customStyle="1" w:styleId="aff4">
    <w:name w:val="нумерованный список Знак"/>
    <w:basedOn w:val="a4"/>
    <w:link w:val="a0"/>
    <w:rsid w:val="00FC3AFB"/>
    <w:rPr>
      <w:rFonts w:ascii="Liberation Sans" w:hAnsi="Liberation Sans" w:cs="Arial"/>
      <w:bCs/>
      <w:iCs/>
      <w:sz w:val="28"/>
      <w:szCs w:val="28"/>
      <w:lang w:eastAsia="en-US"/>
    </w:rPr>
  </w:style>
  <w:style w:type="paragraph" w:customStyle="1" w:styleId="a1">
    <w:name w:val="Обуллет список"/>
    <w:basedOn w:val="BasicParagraph"/>
    <w:link w:val="aff5"/>
    <w:qFormat/>
    <w:rsid w:val="00FC3AFB"/>
    <w:pPr>
      <w:numPr>
        <w:numId w:val="39"/>
      </w:numPr>
      <w:spacing w:before="120" w:after="120"/>
      <w:jc w:val="both"/>
    </w:pPr>
    <w:rPr>
      <w:rFonts w:ascii="Liberation Sans" w:hAnsi="Liberation Sans" w:cs="Verdana"/>
      <w:color w:val="000000"/>
      <w:sz w:val="28"/>
      <w:lang w:val="fr-FR"/>
    </w:rPr>
  </w:style>
  <w:style w:type="character" w:customStyle="1" w:styleId="aff5">
    <w:name w:val="Обуллет список Знак"/>
    <w:basedOn w:val="a4"/>
    <w:link w:val="a1"/>
    <w:rsid w:val="00FC3AFB"/>
    <w:rPr>
      <w:rFonts w:ascii="Liberation Sans" w:hAnsi="Liberation Sans" w:cs="Verdana"/>
      <w:color w:val="000000"/>
      <w:sz w:val="28"/>
      <w:szCs w:val="24"/>
      <w:lang w:val="fr-FR" w:eastAsia="en-US"/>
    </w:rPr>
  </w:style>
  <w:style w:type="paragraph" w:customStyle="1" w:styleId="aff6">
    <w:name w:val="Примечание"/>
    <w:basedOn w:val="BasicParagraph"/>
    <w:link w:val="aff7"/>
    <w:qFormat/>
    <w:rsid w:val="00FC3AFB"/>
    <w:pPr>
      <w:tabs>
        <w:tab w:val="left" w:pos="340"/>
      </w:tabs>
      <w:ind w:left="708"/>
      <w:jc w:val="both"/>
    </w:pPr>
    <w:rPr>
      <w:rFonts w:ascii="Liberation Sans" w:hAnsi="Liberation Sans" w:cs="Verdana"/>
      <w:bCs/>
      <w:i/>
      <w:iCs/>
      <w:color w:val="000000"/>
      <w:sz w:val="26"/>
    </w:rPr>
  </w:style>
  <w:style w:type="character" w:customStyle="1" w:styleId="aff7">
    <w:name w:val="Примечание Знак"/>
    <w:basedOn w:val="a4"/>
    <w:link w:val="aff6"/>
    <w:rsid w:val="00FC3AFB"/>
    <w:rPr>
      <w:rFonts w:ascii="Liberation Sans" w:hAnsi="Liberation Sans" w:cs="Verdana"/>
      <w:bCs/>
      <w:i/>
      <w:iCs/>
      <w:color w:val="000000"/>
      <w:sz w:val="26"/>
      <w:szCs w:val="24"/>
      <w:lang w:eastAsia="en-US"/>
    </w:rPr>
  </w:style>
  <w:style w:type="paragraph" w:customStyle="1" w:styleId="aff8">
    <w:name w:val="Список словарей"/>
    <w:basedOn w:val="a3"/>
    <w:link w:val="aff9"/>
    <w:qFormat/>
    <w:rsid w:val="00FC3AFB"/>
    <w:pPr>
      <w:spacing w:before="40" w:after="0"/>
      <w:ind w:firstLine="425"/>
    </w:pPr>
    <w:rPr>
      <w:rFonts w:ascii="Arial" w:eastAsia="Calibri" w:hAnsi="Arial"/>
      <w:color w:val="000000"/>
      <w:sz w:val="20"/>
      <w:szCs w:val="20"/>
      <w:lang w:val="en-US"/>
    </w:rPr>
  </w:style>
  <w:style w:type="character" w:customStyle="1" w:styleId="aff9">
    <w:name w:val="Список словарей Знак"/>
    <w:basedOn w:val="a4"/>
    <w:link w:val="aff8"/>
    <w:rsid w:val="00FC3AFB"/>
    <w:rPr>
      <w:rFonts w:ascii="Arial" w:eastAsia="Calibri" w:hAnsi="Arial" w:cs="Arial"/>
      <w:color w:val="000000"/>
      <w:lang w:val="en-US" w:eastAsia="en-US"/>
    </w:rPr>
  </w:style>
  <w:style w:type="character" w:styleId="affa">
    <w:name w:val="annotation reference"/>
    <w:basedOn w:val="a4"/>
    <w:rsid w:val="00BE0EEF"/>
    <w:rPr>
      <w:sz w:val="16"/>
      <w:szCs w:val="16"/>
    </w:rPr>
  </w:style>
  <w:style w:type="paragraph" w:styleId="affb">
    <w:name w:val="annotation text"/>
    <w:basedOn w:val="a3"/>
    <w:link w:val="affc"/>
    <w:rsid w:val="00BE0EEF"/>
    <w:pPr>
      <w:spacing w:before="0" w:after="200" w:line="276" w:lineRule="auto"/>
      <w:ind w:firstLine="284"/>
      <w:jc w:val="left"/>
    </w:pPr>
    <w:rPr>
      <w:rFonts w:cs="Times New Roman"/>
      <w:sz w:val="20"/>
      <w:szCs w:val="20"/>
    </w:rPr>
  </w:style>
  <w:style w:type="character" w:customStyle="1" w:styleId="affc">
    <w:name w:val="Текст примечания Знак"/>
    <w:basedOn w:val="a4"/>
    <w:link w:val="affb"/>
    <w:rsid w:val="00BE0EEF"/>
    <w:rPr>
      <w:rFonts w:ascii="Arial" w:hAnsi="Arial"/>
      <w:lang w:eastAsia="en-US"/>
    </w:rPr>
  </w:style>
  <w:style w:type="paragraph" w:customStyle="1" w:styleId="affd">
    <w:name w:val="ПРимечание"/>
    <w:basedOn w:val="-11"/>
    <w:link w:val="affe"/>
    <w:rsid w:val="00153744"/>
    <w:pPr>
      <w:autoSpaceDE w:val="0"/>
      <w:autoSpaceDN w:val="0"/>
      <w:adjustRightInd w:val="0"/>
      <w:spacing w:before="0" w:after="0"/>
      <w:ind w:left="720" w:firstLine="0"/>
    </w:pPr>
    <w:rPr>
      <w:b/>
      <w:bCs/>
      <w:i/>
      <w:iCs/>
      <w:sz w:val="26"/>
      <w:szCs w:val="26"/>
    </w:rPr>
  </w:style>
  <w:style w:type="character" w:customStyle="1" w:styleId="affe">
    <w:name w:val="ПРимечание Знак"/>
    <w:basedOn w:val="a4"/>
    <w:link w:val="affd"/>
    <w:rsid w:val="00153744"/>
    <w:rPr>
      <w:rFonts w:ascii="Arial" w:eastAsia="Calibri" w:hAnsi="Arial" w:cs="Arial"/>
      <w:b/>
      <w:bCs/>
      <w:i/>
      <w:iCs/>
      <w:sz w:val="26"/>
      <w:szCs w:val="26"/>
      <w:lang w:eastAsia="en-US"/>
    </w:rPr>
  </w:style>
  <w:style w:type="character" w:customStyle="1" w:styleId="af3">
    <w:name w:val="Абзац списка Знак"/>
    <w:basedOn w:val="a4"/>
    <w:link w:val="af2"/>
    <w:rsid w:val="00FC3AFB"/>
    <w:rPr>
      <w:rFonts w:ascii="Liberation Sans" w:hAnsi="Liberation Sans" w:cs="Arial"/>
      <w:sz w:val="28"/>
      <w:szCs w:val="28"/>
      <w:lang w:eastAsia="en-US"/>
    </w:rPr>
  </w:style>
  <w:style w:type="paragraph" w:customStyle="1" w:styleId="afff">
    <w:name w:val="Меры предосторожности"/>
    <w:basedOn w:val="a3"/>
    <w:link w:val="afff0"/>
    <w:qFormat/>
    <w:rsid w:val="00FC3AFB"/>
    <w:rPr>
      <w:sz w:val="24"/>
    </w:rPr>
  </w:style>
  <w:style w:type="character" w:customStyle="1" w:styleId="afff0">
    <w:name w:val="Меры предосторожности Знак"/>
    <w:basedOn w:val="a4"/>
    <w:link w:val="afff"/>
    <w:rsid w:val="00FC3AFB"/>
    <w:rPr>
      <w:rFonts w:ascii="Liberation Sans" w:hAnsi="Liberation Sans" w:cs="Arial"/>
      <w:sz w:val="24"/>
      <w:szCs w:val="28"/>
      <w:lang w:eastAsia="en-US"/>
    </w:rPr>
  </w:style>
  <w:style w:type="paragraph" w:customStyle="1" w:styleId="a">
    <w:name w:val="жирный список"/>
    <w:basedOn w:val="3"/>
    <w:link w:val="afff1"/>
    <w:qFormat/>
    <w:rsid w:val="00FC3AFB"/>
    <w:pPr>
      <w:numPr>
        <w:numId w:val="40"/>
      </w:numPr>
      <w:jc w:val="left"/>
    </w:pPr>
  </w:style>
  <w:style w:type="character" w:customStyle="1" w:styleId="afff1">
    <w:name w:val="жирный список Знак"/>
    <w:basedOn w:val="30"/>
    <w:link w:val="a"/>
    <w:rsid w:val="00FC3AFB"/>
  </w:style>
  <w:style w:type="paragraph" w:customStyle="1" w:styleId="afff2">
    <w:name w:val="буллет список"/>
    <w:basedOn w:val="BasicParagraph"/>
    <w:link w:val="afff3"/>
    <w:qFormat/>
    <w:rsid w:val="00FC3AFB"/>
    <w:pPr>
      <w:tabs>
        <w:tab w:val="left" w:pos="340"/>
      </w:tabs>
      <w:jc w:val="both"/>
    </w:pPr>
    <w:rPr>
      <w:rFonts w:ascii="Arial" w:hAnsi="Arial" w:cs="Verdana"/>
      <w:color w:val="000000"/>
      <w:sz w:val="28"/>
    </w:rPr>
  </w:style>
  <w:style w:type="character" w:customStyle="1" w:styleId="afff3">
    <w:name w:val="буллет список Знак"/>
    <w:basedOn w:val="a4"/>
    <w:link w:val="afff2"/>
    <w:rsid w:val="00FC3AFB"/>
    <w:rPr>
      <w:rFonts w:ascii="Arial" w:hAnsi="Arial" w:cs="Verdana"/>
      <w:color w:val="000000"/>
      <w:sz w:val="28"/>
      <w:szCs w:val="24"/>
      <w:lang w:eastAsia="en-US"/>
    </w:rPr>
  </w:style>
  <w:style w:type="paragraph" w:styleId="51">
    <w:name w:val="toc 5"/>
    <w:basedOn w:val="a3"/>
    <w:next w:val="a3"/>
    <w:autoRedefine/>
    <w:uiPriority w:val="39"/>
    <w:locked/>
    <w:rsid w:val="00D63724"/>
    <w:pPr>
      <w:ind w:left="1120"/>
    </w:pPr>
  </w:style>
  <w:style w:type="paragraph" w:styleId="41">
    <w:name w:val="toc 4"/>
    <w:basedOn w:val="a3"/>
    <w:next w:val="a3"/>
    <w:autoRedefine/>
    <w:uiPriority w:val="39"/>
    <w:locked/>
    <w:rsid w:val="00D63724"/>
    <w:pPr>
      <w:ind w:left="840"/>
    </w:pPr>
  </w:style>
  <w:style w:type="paragraph" w:styleId="afff4">
    <w:name w:val="annotation subject"/>
    <w:basedOn w:val="affb"/>
    <w:next w:val="affb"/>
    <w:link w:val="afff5"/>
    <w:rsid w:val="00D63724"/>
    <w:pPr>
      <w:spacing w:before="120" w:after="120" w:line="240" w:lineRule="auto"/>
      <w:ind w:firstLine="426"/>
      <w:jc w:val="both"/>
    </w:pPr>
    <w:rPr>
      <w:rFonts w:cs="Arial"/>
      <w:b/>
      <w:bCs/>
    </w:rPr>
  </w:style>
  <w:style w:type="character" w:customStyle="1" w:styleId="afff5">
    <w:name w:val="Тема примечания Знак"/>
    <w:basedOn w:val="affc"/>
    <w:link w:val="afff4"/>
    <w:rsid w:val="00D63724"/>
    <w:rPr>
      <w:rFonts w:ascii="Liberation Sans" w:hAnsi="Liberation Sans" w:cs="Arial"/>
      <w:b/>
      <w:bCs/>
    </w:rPr>
  </w:style>
  <w:style w:type="character" w:customStyle="1" w:styleId="apple-style-span">
    <w:name w:val="apple-style-span"/>
    <w:basedOn w:val="a4"/>
    <w:rsid w:val="00F4536B"/>
  </w:style>
  <w:style w:type="paragraph" w:customStyle="1" w:styleId="a2">
    <w:name w:val="Приложения"/>
    <w:basedOn w:val="a1"/>
    <w:link w:val="afff6"/>
    <w:qFormat/>
    <w:rsid w:val="00FC3AFB"/>
    <w:pPr>
      <w:numPr>
        <w:numId w:val="41"/>
      </w:numPr>
    </w:pPr>
    <w:rPr>
      <w:bCs/>
      <w:lang w:val="en-US" w:eastAsia="uk-UA"/>
    </w:rPr>
  </w:style>
  <w:style w:type="character" w:customStyle="1" w:styleId="afff6">
    <w:name w:val="Приложения Знак"/>
    <w:basedOn w:val="aff5"/>
    <w:link w:val="a2"/>
    <w:rsid w:val="00FC3AFB"/>
    <w:rPr>
      <w:bCs/>
      <w:lang w:val="en-US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70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48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169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53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04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4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3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7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5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58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66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8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5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66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8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123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9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63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5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02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2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8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09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66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738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4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9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00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06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14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9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1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02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8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7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707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5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4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2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70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26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49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152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9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0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13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96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1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3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547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49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0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60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74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1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7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6431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95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787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37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21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24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2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83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06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3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81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5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330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7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7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77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06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4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996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6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992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0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40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3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0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4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9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7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78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63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7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11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55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7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541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2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6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6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3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9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9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9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922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4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602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5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93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28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7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33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7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9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991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86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02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08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1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7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79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86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14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0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8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44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6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14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18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1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19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6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4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8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3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1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71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5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9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1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9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42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3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8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13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8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5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53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6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8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6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1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2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8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0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67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5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24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72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73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09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7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2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5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5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8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40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23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8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16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0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09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4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50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0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9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52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3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9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8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8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77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83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3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6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9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9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9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07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2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2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8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3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1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01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6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Template\IQ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3316-E56F-465B-AD9B-A702A0E6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IQ</Template>
  <TotalTime>62</TotalTime>
  <Pages>3</Pages>
  <Words>238</Words>
  <Characters>1513</Characters>
  <Application>Microsoft Office Word</Application>
  <DocSecurity>0</DocSecurity>
  <Lines>45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 Pocketbook IQ 701</vt:lpstr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PocketBook Dictionary Converter Manual</dc:title>
  <dc:creator>PocketBook</dc:creator>
  <cp:lastModifiedBy>PocketBook</cp:lastModifiedBy>
  <cp:revision>4</cp:revision>
  <cp:lastPrinted>2011-06-17T14:13:00Z</cp:lastPrinted>
  <dcterms:created xsi:type="dcterms:W3CDTF">2011-06-22T11:06:00Z</dcterms:created>
  <dcterms:modified xsi:type="dcterms:W3CDTF">2011-06-22T12:12:00Z</dcterms:modified>
</cp:coreProperties>
</file>