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0C3" w:rsidRDefault="00592E9A" w:rsidP="003D62B6">
      <w:r>
        <w:t>Hello World</w:t>
      </w:r>
    </w:p>
    <w:p w:rsidR="00592E9A" w:rsidRDefault="00592E9A" w:rsidP="00592E9A">
      <w:pPr>
        <w:keepNext/>
      </w:pPr>
      <w:r>
        <w:t>Goodbye Sun</w:t>
      </w:r>
    </w:p>
    <w:p w:rsidR="00592E9A" w:rsidRDefault="00592E9A" w:rsidP="003D62B6">
      <w:r>
        <w:t>So long Moon</w:t>
      </w:r>
    </w:p>
    <w:p w:rsidR="00592E9A" w:rsidRDefault="00592E9A" w:rsidP="00592E9A">
      <w:pPr>
        <w:keepNext/>
      </w:pPr>
      <w:proofErr w:type="spellStart"/>
      <w:r>
        <w:t>G’Day</w:t>
      </w:r>
      <w:proofErr w:type="spellEnd"/>
      <w:r>
        <w:t xml:space="preserve"> Mars</w:t>
      </w:r>
    </w:p>
    <w:p w:rsidR="00592E9A" w:rsidRPr="001D7B33" w:rsidRDefault="00592E9A" w:rsidP="003D62B6">
      <w:r>
        <w:t>Evening Venus</w:t>
      </w:r>
    </w:p>
    <w:sectPr w:rsidR="00592E9A" w:rsidRPr="001D7B33" w:rsidSect="00FA2A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attachedTemplate r:id="rId1"/>
  <w:linkStyles/>
  <w:defaultTabStop w:val="720"/>
  <w:characterSpacingControl w:val="doNotCompress"/>
  <w:doNotValidateAgainstSchema/>
  <w:compat/>
  <w:rsids>
    <w:rsidRoot w:val="00F00A90"/>
    <w:rsid w:val="000009B3"/>
    <w:rsid w:val="00001569"/>
    <w:rsid w:val="000015D4"/>
    <w:rsid w:val="00002052"/>
    <w:rsid w:val="000024A5"/>
    <w:rsid w:val="00002784"/>
    <w:rsid w:val="000028B6"/>
    <w:rsid w:val="0000327D"/>
    <w:rsid w:val="00004731"/>
    <w:rsid w:val="00005196"/>
    <w:rsid w:val="0000531F"/>
    <w:rsid w:val="00010053"/>
    <w:rsid w:val="00010074"/>
    <w:rsid w:val="000101EB"/>
    <w:rsid w:val="00010690"/>
    <w:rsid w:val="00011048"/>
    <w:rsid w:val="0001197E"/>
    <w:rsid w:val="00011CB0"/>
    <w:rsid w:val="00012F51"/>
    <w:rsid w:val="0001331F"/>
    <w:rsid w:val="0001419A"/>
    <w:rsid w:val="000142D6"/>
    <w:rsid w:val="000149A5"/>
    <w:rsid w:val="000150A0"/>
    <w:rsid w:val="00015239"/>
    <w:rsid w:val="00015923"/>
    <w:rsid w:val="00015AB3"/>
    <w:rsid w:val="00015BFD"/>
    <w:rsid w:val="00016615"/>
    <w:rsid w:val="0001736B"/>
    <w:rsid w:val="00017450"/>
    <w:rsid w:val="000174E8"/>
    <w:rsid w:val="000175F1"/>
    <w:rsid w:val="00020811"/>
    <w:rsid w:val="00021746"/>
    <w:rsid w:val="000218E9"/>
    <w:rsid w:val="0002190E"/>
    <w:rsid w:val="00022A69"/>
    <w:rsid w:val="00022DB9"/>
    <w:rsid w:val="00023455"/>
    <w:rsid w:val="000236DF"/>
    <w:rsid w:val="00024A62"/>
    <w:rsid w:val="00024A98"/>
    <w:rsid w:val="00025483"/>
    <w:rsid w:val="00025C5B"/>
    <w:rsid w:val="000262D4"/>
    <w:rsid w:val="00027FA9"/>
    <w:rsid w:val="00030414"/>
    <w:rsid w:val="00030DCF"/>
    <w:rsid w:val="000316F3"/>
    <w:rsid w:val="00031DE8"/>
    <w:rsid w:val="00032322"/>
    <w:rsid w:val="00032ACC"/>
    <w:rsid w:val="00032DED"/>
    <w:rsid w:val="00032FF5"/>
    <w:rsid w:val="000334B5"/>
    <w:rsid w:val="00034109"/>
    <w:rsid w:val="00034305"/>
    <w:rsid w:val="000361D5"/>
    <w:rsid w:val="000367B3"/>
    <w:rsid w:val="000368D0"/>
    <w:rsid w:val="00037484"/>
    <w:rsid w:val="000374EE"/>
    <w:rsid w:val="00037530"/>
    <w:rsid w:val="000377B2"/>
    <w:rsid w:val="00037D9B"/>
    <w:rsid w:val="00040B66"/>
    <w:rsid w:val="00040E24"/>
    <w:rsid w:val="00041380"/>
    <w:rsid w:val="0004227A"/>
    <w:rsid w:val="00042F6B"/>
    <w:rsid w:val="00043034"/>
    <w:rsid w:val="0004376B"/>
    <w:rsid w:val="000447DF"/>
    <w:rsid w:val="0004541F"/>
    <w:rsid w:val="000456F1"/>
    <w:rsid w:val="000457A7"/>
    <w:rsid w:val="0004582A"/>
    <w:rsid w:val="000460E9"/>
    <w:rsid w:val="000465FA"/>
    <w:rsid w:val="00046975"/>
    <w:rsid w:val="00046F11"/>
    <w:rsid w:val="00047611"/>
    <w:rsid w:val="0004775B"/>
    <w:rsid w:val="000519D8"/>
    <w:rsid w:val="00052E3D"/>
    <w:rsid w:val="000542E6"/>
    <w:rsid w:val="0005448E"/>
    <w:rsid w:val="00054795"/>
    <w:rsid w:val="00054B1D"/>
    <w:rsid w:val="00055B21"/>
    <w:rsid w:val="00056803"/>
    <w:rsid w:val="00056CA2"/>
    <w:rsid w:val="000571C6"/>
    <w:rsid w:val="00057DBB"/>
    <w:rsid w:val="00060132"/>
    <w:rsid w:val="00061238"/>
    <w:rsid w:val="00061828"/>
    <w:rsid w:val="00062956"/>
    <w:rsid w:val="00062F2B"/>
    <w:rsid w:val="00063A01"/>
    <w:rsid w:val="00063D5D"/>
    <w:rsid w:val="00063D86"/>
    <w:rsid w:val="0006439B"/>
    <w:rsid w:val="00065039"/>
    <w:rsid w:val="00065A6C"/>
    <w:rsid w:val="00066BD2"/>
    <w:rsid w:val="00066C85"/>
    <w:rsid w:val="00067133"/>
    <w:rsid w:val="00067196"/>
    <w:rsid w:val="00067307"/>
    <w:rsid w:val="000674E8"/>
    <w:rsid w:val="0006765A"/>
    <w:rsid w:val="00070594"/>
    <w:rsid w:val="000722FC"/>
    <w:rsid w:val="00072E53"/>
    <w:rsid w:val="000731EE"/>
    <w:rsid w:val="00073C8D"/>
    <w:rsid w:val="00074BB0"/>
    <w:rsid w:val="00075485"/>
    <w:rsid w:val="000759B8"/>
    <w:rsid w:val="0007608C"/>
    <w:rsid w:val="00076231"/>
    <w:rsid w:val="00076289"/>
    <w:rsid w:val="000762BE"/>
    <w:rsid w:val="00076696"/>
    <w:rsid w:val="00077AD0"/>
    <w:rsid w:val="00080AB6"/>
    <w:rsid w:val="00080B78"/>
    <w:rsid w:val="000811CD"/>
    <w:rsid w:val="000812B6"/>
    <w:rsid w:val="000814C5"/>
    <w:rsid w:val="00081C0C"/>
    <w:rsid w:val="00082140"/>
    <w:rsid w:val="00082257"/>
    <w:rsid w:val="000825CA"/>
    <w:rsid w:val="0008360C"/>
    <w:rsid w:val="00083952"/>
    <w:rsid w:val="000850B8"/>
    <w:rsid w:val="000860D7"/>
    <w:rsid w:val="00086FA4"/>
    <w:rsid w:val="00087280"/>
    <w:rsid w:val="00087964"/>
    <w:rsid w:val="00091F07"/>
    <w:rsid w:val="0009299E"/>
    <w:rsid w:val="000931E5"/>
    <w:rsid w:val="000942B0"/>
    <w:rsid w:val="00094488"/>
    <w:rsid w:val="000948B0"/>
    <w:rsid w:val="0009532A"/>
    <w:rsid w:val="0009542E"/>
    <w:rsid w:val="0009572F"/>
    <w:rsid w:val="000957ED"/>
    <w:rsid w:val="00096685"/>
    <w:rsid w:val="00096AF3"/>
    <w:rsid w:val="00096D7F"/>
    <w:rsid w:val="000971C2"/>
    <w:rsid w:val="000975D2"/>
    <w:rsid w:val="000A06CD"/>
    <w:rsid w:val="000A08CA"/>
    <w:rsid w:val="000A0F3D"/>
    <w:rsid w:val="000A0FCA"/>
    <w:rsid w:val="000A1193"/>
    <w:rsid w:val="000A18B5"/>
    <w:rsid w:val="000A2657"/>
    <w:rsid w:val="000A280B"/>
    <w:rsid w:val="000A3AFC"/>
    <w:rsid w:val="000A40DF"/>
    <w:rsid w:val="000A421F"/>
    <w:rsid w:val="000A52D3"/>
    <w:rsid w:val="000A5A39"/>
    <w:rsid w:val="000A5F6D"/>
    <w:rsid w:val="000A63F7"/>
    <w:rsid w:val="000A6527"/>
    <w:rsid w:val="000A6E0E"/>
    <w:rsid w:val="000A74BC"/>
    <w:rsid w:val="000B0184"/>
    <w:rsid w:val="000B062B"/>
    <w:rsid w:val="000B26F2"/>
    <w:rsid w:val="000B2814"/>
    <w:rsid w:val="000B2A69"/>
    <w:rsid w:val="000B2E77"/>
    <w:rsid w:val="000B3D72"/>
    <w:rsid w:val="000B4385"/>
    <w:rsid w:val="000B4835"/>
    <w:rsid w:val="000B4D92"/>
    <w:rsid w:val="000B5083"/>
    <w:rsid w:val="000B50FE"/>
    <w:rsid w:val="000B7634"/>
    <w:rsid w:val="000B7C78"/>
    <w:rsid w:val="000C1D4A"/>
    <w:rsid w:val="000C349D"/>
    <w:rsid w:val="000C38EC"/>
    <w:rsid w:val="000C523A"/>
    <w:rsid w:val="000C535A"/>
    <w:rsid w:val="000C63E6"/>
    <w:rsid w:val="000C7867"/>
    <w:rsid w:val="000D15FC"/>
    <w:rsid w:val="000D16FD"/>
    <w:rsid w:val="000D1E44"/>
    <w:rsid w:val="000D1EAC"/>
    <w:rsid w:val="000D2434"/>
    <w:rsid w:val="000D2436"/>
    <w:rsid w:val="000D37BA"/>
    <w:rsid w:val="000D45DC"/>
    <w:rsid w:val="000D48D1"/>
    <w:rsid w:val="000D4BE2"/>
    <w:rsid w:val="000D53C6"/>
    <w:rsid w:val="000D5486"/>
    <w:rsid w:val="000D65EF"/>
    <w:rsid w:val="000D7710"/>
    <w:rsid w:val="000E0F7A"/>
    <w:rsid w:val="000E19C8"/>
    <w:rsid w:val="000E1F43"/>
    <w:rsid w:val="000E2955"/>
    <w:rsid w:val="000E45E1"/>
    <w:rsid w:val="000E4EA9"/>
    <w:rsid w:val="000E51BD"/>
    <w:rsid w:val="000E5228"/>
    <w:rsid w:val="000E5422"/>
    <w:rsid w:val="000E5B54"/>
    <w:rsid w:val="000E6038"/>
    <w:rsid w:val="000E6912"/>
    <w:rsid w:val="000E7BA7"/>
    <w:rsid w:val="000E7D76"/>
    <w:rsid w:val="000F0446"/>
    <w:rsid w:val="000F239D"/>
    <w:rsid w:val="000F2A9D"/>
    <w:rsid w:val="000F2ACE"/>
    <w:rsid w:val="000F2B8E"/>
    <w:rsid w:val="000F2E80"/>
    <w:rsid w:val="000F3B76"/>
    <w:rsid w:val="000F423D"/>
    <w:rsid w:val="000F4339"/>
    <w:rsid w:val="000F49A3"/>
    <w:rsid w:val="000F59BE"/>
    <w:rsid w:val="000F5C66"/>
    <w:rsid w:val="000F5D6E"/>
    <w:rsid w:val="000F611F"/>
    <w:rsid w:val="000F6387"/>
    <w:rsid w:val="000F6451"/>
    <w:rsid w:val="000F6936"/>
    <w:rsid w:val="000F6D89"/>
    <w:rsid w:val="000F7251"/>
    <w:rsid w:val="000F72ED"/>
    <w:rsid w:val="00101020"/>
    <w:rsid w:val="0010199B"/>
    <w:rsid w:val="00101B08"/>
    <w:rsid w:val="00102159"/>
    <w:rsid w:val="0010228B"/>
    <w:rsid w:val="001024FB"/>
    <w:rsid w:val="00102ED7"/>
    <w:rsid w:val="00103C6A"/>
    <w:rsid w:val="00104038"/>
    <w:rsid w:val="00104D5F"/>
    <w:rsid w:val="0010511C"/>
    <w:rsid w:val="001051F5"/>
    <w:rsid w:val="00105569"/>
    <w:rsid w:val="0010679F"/>
    <w:rsid w:val="00107660"/>
    <w:rsid w:val="00107AF2"/>
    <w:rsid w:val="00110B76"/>
    <w:rsid w:val="00110D01"/>
    <w:rsid w:val="001113EF"/>
    <w:rsid w:val="0011172C"/>
    <w:rsid w:val="00113544"/>
    <w:rsid w:val="00115461"/>
    <w:rsid w:val="0011589F"/>
    <w:rsid w:val="00116BD9"/>
    <w:rsid w:val="0011716D"/>
    <w:rsid w:val="00117527"/>
    <w:rsid w:val="00117B17"/>
    <w:rsid w:val="00120C75"/>
    <w:rsid w:val="00120E26"/>
    <w:rsid w:val="00120E31"/>
    <w:rsid w:val="00121843"/>
    <w:rsid w:val="00121CEC"/>
    <w:rsid w:val="00122197"/>
    <w:rsid w:val="00122343"/>
    <w:rsid w:val="0012443C"/>
    <w:rsid w:val="00124F17"/>
    <w:rsid w:val="00125757"/>
    <w:rsid w:val="00126244"/>
    <w:rsid w:val="00126425"/>
    <w:rsid w:val="00126771"/>
    <w:rsid w:val="00126F4D"/>
    <w:rsid w:val="0013016C"/>
    <w:rsid w:val="00131326"/>
    <w:rsid w:val="00131A9F"/>
    <w:rsid w:val="0013277C"/>
    <w:rsid w:val="00133159"/>
    <w:rsid w:val="00133C86"/>
    <w:rsid w:val="00133CB1"/>
    <w:rsid w:val="00133E78"/>
    <w:rsid w:val="001358F6"/>
    <w:rsid w:val="00137602"/>
    <w:rsid w:val="00137751"/>
    <w:rsid w:val="00137A3D"/>
    <w:rsid w:val="001414A9"/>
    <w:rsid w:val="0014200B"/>
    <w:rsid w:val="00142C76"/>
    <w:rsid w:val="00142CDB"/>
    <w:rsid w:val="00142FAC"/>
    <w:rsid w:val="001432B1"/>
    <w:rsid w:val="00143906"/>
    <w:rsid w:val="001441B4"/>
    <w:rsid w:val="0014528C"/>
    <w:rsid w:val="00146125"/>
    <w:rsid w:val="001477E8"/>
    <w:rsid w:val="00147F3C"/>
    <w:rsid w:val="00150154"/>
    <w:rsid w:val="00150315"/>
    <w:rsid w:val="001512ED"/>
    <w:rsid w:val="00151F9D"/>
    <w:rsid w:val="0015301F"/>
    <w:rsid w:val="00153B85"/>
    <w:rsid w:val="001543B5"/>
    <w:rsid w:val="00154669"/>
    <w:rsid w:val="0015567A"/>
    <w:rsid w:val="001563F8"/>
    <w:rsid w:val="00156F22"/>
    <w:rsid w:val="0016036C"/>
    <w:rsid w:val="00160558"/>
    <w:rsid w:val="001609BD"/>
    <w:rsid w:val="00162FBF"/>
    <w:rsid w:val="00163238"/>
    <w:rsid w:val="00163C3E"/>
    <w:rsid w:val="00164143"/>
    <w:rsid w:val="0016474E"/>
    <w:rsid w:val="00165043"/>
    <w:rsid w:val="0016557F"/>
    <w:rsid w:val="001659D8"/>
    <w:rsid w:val="0016626D"/>
    <w:rsid w:val="001668C2"/>
    <w:rsid w:val="001668C3"/>
    <w:rsid w:val="00166F65"/>
    <w:rsid w:val="00166F78"/>
    <w:rsid w:val="00167972"/>
    <w:rsid w:val="00167EFA"/>
    <w:rsid w:val="00171851"/>
    <w:rsid w:val="00171C60"/>
    <w:rsid w:val="00172B81"/>
    <w:rsid w:val="00172EA4"/>
    <w:rsid w:val="0017448D"/>
    <w:rsid w:val="00174627"/>
    <w:rsid w:val="00174874"/>
    <w:rsid w:val="001748B0"/>
    <w:rsid w:val="00174902"/>
    <w:rsid w:val="00175237"/>
    <w:rsid w:val="001762F3"/>
    <w:rsid w:val="00176492"/>
    <w:rsid w:val="00177522"/>
    <w:rsid w:val="00177742"/>
    <w:rsid w:val="00180419"/>
    <w:rsid w:val="00180D80"/>
    <w:rsid w:val="00181611"/>
    <w:rsid w:val="001817ED"/>
    <w:rsid w:val="00181ADE"/>
    <w:rsid w:val="001823AB"/>
    <w:rsid w:val="00183113"/>
    <w:rsid w:val="00183540"/>
    <w:rsid w:val="00183C5B"/>
    <w:rsid w:val="00184479"/>
    <w:rsid w:val="001844D1"/>
    <w:rsid w:val="001846DB"/>
    <w:rsid w:val="00184A49"/>
    <w:rsid w:val="00185854"/>
    <w:rsid w:val="00186E9D"/>
    <w:rsid w:val="001875B8"/>
    <w:rsid w:val="0018764E"/>
    <w:rsid w:val="001878AB"/>
    <w:rsid w:val="00190A77"/>
    <w:rsid w:val="00191202"/>
    <w:rsid w:val="0019150C"/>
    <w:rsid w:val="00191F63"/>
    <w:rsid w:val="0019204A"/>
    <w:rsid w:val="00192B32"/>
    <w:rsid w:val="0019367B"/>
    <w:rsid w:val="0019419C"/>
    <w:rsid w:val="001943F8"/>
    <w:rsid w:val="001947FC"/>
    <w:rsid w:val="00195DDF"/>
    <w:rsid w:val="001968F3"/>
    <w:rsid w:val="00197147"/>
    <w:rsid w:val="00197380"/>
    <w:rsid w:val="00197432"/>
    <w:rsid w:val="001974FD"/>
    <w:rsid w:val="00197BBF"/>
    <w:rsid w:val="00197DA8"/>
    <w:rsid w:val="001A081E"/>
    <w:rsid w:val="001A0E9E"/>
    <w:rsid w:val="001A0FDF"/>
    <w:rsid w:val="001A108A"/>
    <w:rsid w:val="001A1915"/>
    <w:rsid w:val="001A2421"/>
    <w:rsid w:val="001A2F37"/>
    <w:rsid w:val="001A30FE"/>
    <w:rsid w:val="001A3497"/>
    <w:rsid w:val="001A4AA1"/>
    <w:rsid w:val="001A4F00"/>
    <w:rsid w:val="001A63FC"/>
    <w:rsid w:val="001A700B"/>
    <w:rsid w:val="001A7F93"/>
    <w:rsid w:val="001B0619"/>
    <w:rsid w:val="001B1278"/>
    <w:rsid w:val="001B12FB"/>
    <w:rsid w:val="001B17AB"/>
    <w:rsid w:val="001B2101"/>
    <w:rsid w:val="001B2494"/>
    <w:rsid w:val="001B2609"/>
    <w:rsid w:val="001B277B"/>
    <w:rsid w:val="001B39D1"/>
    <w:rsid w:val="001B49C4"/>
    <w:rsid w:val="001B5557"/>
    <w:rsid w:val="001B6992"/>
    <w:rsid w:val="001B7738"/>
    <w:rsid w:val="001C056E"/>
    <w:rsid w:val="001C06E7"/>
    <w:rsid w:val="001C073C"/>
    <w:rsid w:val="001C0902"/>
    <w:rsid w:val="001C0DB1"/>
    <w:rsid w:val="001C0F5E"/>
    <w:rsid w:val="001C16D8"/>
    <w:rsid w:val="001C2052"/>
    <w:rsid w:val="001C2596"/>
    <w:rsid w:val="001C2D07"/>
    <w:rsid w:val="001C2D10"/>
    <w:rsid w:val="001C3576"/>
    <w:rsid w:val="001C489E"/>
    <w:rsid w:val="001C4B79"/>
    <w:rsid w:val="001C5985"/>
    <w:rsid w:val="001C5F8B"/>
    <w:rsid w:val="001C6306"/>
    <w:rsid w:val="001C78E2"/>
    <w:rsid w:val="001D00B0"/>
    <w:rsid w:val="001D0908"/>
    <w:rsid w:val="001D0CA0"/>
    <w:rsid w:val="001D1414"/>
    <w:rsid w:val="001D14F1"/>
    <w:rsid w:val="001D1554"/>
    <w:rsid w:val="001D1953"/>
    <w:rsid w:val="001D2A9A"/>
    <w:rsid w:val="001D3404"/>
    <w:rsid w:val="001D3BF3"/>
    <w:rsid w:val="001D45D2"/>
    <w:rsid w:val="001D47D0"/>
    <w:rsid w:val="001D4B5C"/>
    <w:rsid w:val="001D4C83"/>
    <w:rsid w:val="001D5F47"/>
    <w:rsid w:val="001D5F5D"/>
    <w:rsid w:val="001D6186"/>
    <w:rsid w:val="001D79C8"/>
    <w:rsid w:val="001D7B33"/>
    <w:rsid w:val="001D7C34"/>
    <w:rsid w:val="001D7DAF"/>
    <w:rsid w:val="001E0892"/>
    <w:rsid w:val="001E0AF8"/>
    <w:rsid w:val="001E2375"/>
    <w:rsid w:val="001E2629"/>
    <w:rsid w:val="001E2D06"/>
    <w:rsid w:val="001E395A"/>
    <w:rsid w:val="001E472A"/>
    <w:rsid w:val="001E4BF4"/>
    <w:rsid w:val="001E5700"/>
    <w:rsid w:val="001E748C"/>
    <w:rsid w:val="001E77B2"/>
    <w:rsid w:val="001E7850"/>
    <w:rsid w:val="001E79E3"/>
    <w:rsid w:val="001E7A1D"/>
    <w:rsid w:val="001E7A95"/>
    <w:rsid w:val="001E7D77"/>
    <w:rsid w:val="001F00D8"/>
    <w:rsid w:val="001F1DDC"/>
    <w:rsid w:val="001F2364"/>
    <w:rsid w:val="001F3313"/>
    <w:rsid w:val="001F36DB"/>
    <w:rsid w:val="001F382F"/>
    <w:rsid w:val="001F3A96"/>
    <w:rsid w:val="001F459B"/>
    <w:rsid w:val="001F501A"/>
    <w:rsid w:val="001F534F"/>
    <w:rsid w:val="001F5889"/>
    <w:rsid w:val="001F61BB"/>
    <w:rsid w:val="001F64B7"/>
    <w:rsid w:val="001F6A05"/>
    <w:rsid w:val="001F71ED"/>
    <w:rsid w:val="001F727C"/>
    <w:rsid w:val="00200845"/>
    <w:rsid w:val="00200C95"/>
    <w:rsid w:val="0020130E"/>
    <w:rsid w:val="00203054"/>
    <w:rsid w:val="00203321"/>
    <w:rsid w:val="00203ED6"/>
    <w:rsid w:val="00204889"/>
    <w:rsid w:val="00204A26"/>
    <w:rsid w:val="002051FA"/>
    <w:rsid w:val="00205421"/>
    <w:rsid w:val="00205A9E"/>
    <w:rsid w:val="002077F7"/>
    <w:rsid w:val="002103A1"/>
    <w:rsid w:val="00210696"/>
    <w:rsid w:val="00210796"/>
    <w:rsid w:val="00210FDE"/>
    <w:rsid w:val="002113AB"/>
    <w:rsid w:val="002119EC"/>
    <w:rsid w:val="00211BCA"/>
    <w:rsid w:val="00211E9C"/>
    <w:rsid w:val="00212F49"/>
    <w:rsid w:val="002136B8"/>
    <w:rsid w:val="00214445"/>
    <w:rsid w:val="0021474C"/>
    <w:rsid w:val="002151E1"/>
    <w:rsid w:val="00216806"/>
    <w:rsid w:val="002168BB"/>
    <w:rsid w:val="00217054"/>
    <w:rsid w:val="00217237"/>
    <w:rsid w:val="002172C1"/>
    <w:rsid w:val="0021763B"/>
    <w:rsid w:val="00220B67"/>
    <w:rsid w:val="00220DFB"/>
    <w:rsid w:val="002214F9"/>
    <w:rsid w:val="002218C0"/>
    <w:rsid w:val="00221B71"/>
    <w:rsid w:val="00221EA7"/>
    <w:rsid w:val="00222541"/>
    <w:rsid w:val="002228D6"/>
    <w:rsid w:val="0022402E"/>
    <w:rsid w:val="002242EE"/>
    <w:rsid w:val="00224726"/>
    <w:rsid w:val="002249D2"/>
    <w:rsid w:val="002250F6"/>
    <w:rsid w:val="00225147"/>
    <w:rsid w:val="0022542F"/>
    <w:rsid w:val="00227104"/>
    <w:rsid w:val="002276DD"/>
    <w:rsid w:val="00227E93"/>
    <w:rsid w:val="00227F2D"/>
    <w:rsid w:val="002301D8"/>
    <w:rsid w:val="0023080A"/>
    <w:rsid w:val="00230EF7"/>
    <w:rsid w:val="00231739"/>
    <w:rsid w:val="00231917"/>
    <w:rsid w:val="0023210F"/>
    <w:rsid w:val="00232DD4"/>
    <w:rsid w:val="00234AAF"/>
    <w:rsid w:val="00234D45"/>
    <w:rsid w:val="0023668A"/>
    <w:rsid w:val="0023678E"/>
    <w:rsid w:val="00236A6A"/>
    <w:rsid w:val="002403AF"/>
    <w:rsid w:val="002408B8"/>
    <w:rsid w:val="00240C79"/>
    <w:rsid w:val="0024306C"/>
    <w:rsid w:val="00243FC4"/>
    <w:rsid w:val="00244A9E"/>
    <w:rsid w:val="00244E9B"/>
    <w:rsid w:val="00244F6E"/>
    <w:rsid w:val="002451AD"/>
    <w:rsid w:val="00245623"/>
    <w:rsid w:val="00245744"/>
    <w:rsid w:val="00245861"/>
    <w:rsid w:val="00246088"/>
    <w:rsid w:val="002467B1"/>
    <w:rsid w:val="00246B48"/>
    <w:rsid w:val="00247AC6"/>
    <w:rsid w:val="002519AD"/>
    <w:rsid w:val="002523FB"/>
    <w:rsid w:val="0025393D"/>
    <w:rsid w:val="00254247"/>
    <w:rsid w:val="00254ADB"/>
    <w:rsid w:val="00254D0F"/>
    <w:rsid w:val="0025507A"/>
    <w:rsid w:val="002554D3"/>
    <w:rsid w:val="00255C57"/>
    <w:rsid w:val="00255F33"/>
    <w:rsid w:val="00256410"/>
    <w:rsid w:val="002566C7"/>
    <w:rsid w:val="002569EF"/>
    <w:rsid w:val="00257294"/>
    <w:rsid w:val="002607E8"/>
    <w:rsid w:val="0026273D"/>
    <w:rsid w:val="00262DFA"/>
    <w:rsid w:val="0026317B"/>
    <w:rsid w:val="00263470"/>
    <w:rsid w:val="002634A8"/>
    <w:rsid w:val="002639EC"/>
    <w:rsid w:val="00263A7C"/>
    <w:rsid w:val="00263FFF"/>
    <w:rsid w:val="002643F5"/>
    <w:rsid w:val="00264561"/>
    <w:rsid w:val="00264957"/>
    <w:rsid w:val="00264C6F"/>
    <w:rsid w:val="0026537A"/>
    <w:rsid w:val="00270DF2"/>
    <w:rsid w:val="00271265"/>
    <w:rsid w:val="00272652"/>
    <w:rsid w:val="00272CC6"/>
    <w:rsid w:val="00272D48"/>
    <w:rsid w:val="00272EE4"/>
    <w:rsid w:val="00273282"/>
    <w:rsid w:val="00273907"/>
    <w:rsid w:val="002739B2"/>
    <w:rsid w:val="002743F4"/>
    <w:rsid w:val="00274782"/>
    <w:rsid w:val="00275668"/>
    <w:rsid w:val="00275A6F"/>
    <w:rsid w:val="00275D1B"/>
    <w:rsid w:val="0027638E"/>
    <w:rsid w:val="0027666D"/>
    <w:rsid w:val="002766F9"/>
    <w:rsid w:val="002767BD"/>
    <w:rsid w:val="002769AC"/>
    <w:rsid w:val="00276B04"/>
    <w:rsid w:val="00277264"/>
    <w:rsid w:val="00277CC5"/>
    <w:rsid w:val="00277F63"/>
    <w:rsid w:val="0028039E"/>
    <w:rsid w:val="00280AE2"/>
    <w:rsid w:val="00281119"/>
    <w:rsid w:val="0028122B"/>
    <w:rsid w:val="00281402"/>
    <w:rsid w:val="002827FE"/>
    <w:rsid w:val="00283436"/>
    <w:rsid w:val="00283D95"/>
    <w:rsid w:val="00284F05"/>
    <w:rsid w:val="00287538"/>
    <w:rsid w:val="00287A59"/>
    <w:rsid w:val="00290319"/>
    <w:rsid w:val="00291A31"/>
    <w:rsid w:val="00291EB5"/>
    <w:rsid w:val="00292399"/>
    <w:rsid w:val="00292675"/>
    <w:rsid w:val="0029389C"/>
    <w:rsid w:val="00295C8D"/>
    <w:rsid w:val="00295D68"/>
    <w:rsid w:val="00296B60"/>
    <w:rsid w:val="00296C4C"/>
    <w:rsid w:val="002973FA"/>
    <w:rsid w:val="00297735"/>
    <w:rsid w:val="002A0847"/>
    <w:rsid w:val="002A0B78"/>
    <w:rsid w:val="002A13C1"/>
    <w:rsid w:val="002A1A49"/>
    <w:rsid w:val="002A2071"/>
    <w:rsid w:val="002A3166"/>
    <w:rsid w:val="002A3355"/>
    <w:rsid w:val="002A3683"/>
    <w:rsid w:val="002A3D51"/>
    <w:rsid w:val="002A4852"/>
    <w:rsid w:val="002A4FE2"/>
    <w:rsid w:val="002A5707"/>
    <w:rsid w:val="002A5948"/>
    <w:rsid w:val="002A5F2B"/>
    <w:rsid w:val="002A7A47"/>
    <w:rsid w:val="002B03BC"/>
    <w:rsid w:val="002B0808"/>
    <w:rsid w:val="002B0FEE"/>
    <w:rsid w:val="002B1358"/>
    <w:rsid w:val="002B18CF"/>
    <w:rsid w:val="002B33AF"/>
    <w:rsid w:val="002B33C2"/>
    <w:rsid w:val="002B483F"/>
    <w:rsid w:val="002B5AE2"/>
    <w:rsid w:val="002B5B33"/>
    <w:rsid w:val="002B5F03"/>
    <w:rsid w:val="002B637C"/>
    <w:rsid w:val="002B6782"/>
    <w:rsid w:val="002B7BEC"/>
    <w:rsid w:val="002B7E52"/>
    <w:rsid w:val="002C0664"/>
    <w:rsid w:val="002C07E1"/>
    <w:rsid w:val="002C08C8"/>
    <w:rsid w:val="002C1DA6"/>
    <w:rsid w:val="002C2DFB"/>
    <w:rsid w:val="002C3967"/>
    <w:rsid w:val="002C3A0C"/>
    <w:rsid w:val="002C4108"/>
    <w:rsid w:val="002C4D3D"/>
    <w:rsid w:val="002C5806"/>
    <w:rsid w:val="002C6AA2"/>
    <w:rsid w:val="002C6CB2"/>
    <w:rsid w:val="002C6F2C"/>
    <w:rsid w:val="002C7302"/>
    <w:rsid w:val="002D0C7B"/>
    <w:rsid w:val="002D1FAB"/>
    <w:rsid w:val="002D2DA1"/>
    <w:rsid w:val="002D366B"/>
    <w:rsid w:val="002D4595"/>
    <w:rsid w:val="002D7CD4"/>
    <w:rsid w:val="002E0E48"/>
    <w:rsid w:val="002E11EC"/>
    <w:rsid w:val="002E21E4"/>
    <w:rsid w:val="002E21E9"/>
    <w:rsid w:val="002E3581"/>
    <w:rsid w:val="002E364B"/>
    <w:rsid w:val="002E3E0C"/>
    <w:rsid w:val="002E50D2"/>
    <w:rsid w:val="002E5A96"/>
    <w:rsid w:val="002E5B65"/>
    <w:rsid w:val="002E6445"/>
    <w:rsid w:val="002E648C"/>
    <w:rsid w:val="002E755F"/>
    <w:rsid w:val="002F100A"/>
    <w:rsid w:val="002F1FD9"/>
    <w:rsid w:val="002F3646"/>
    <w:rsid w:val="002F44B4"/>
    <w:rsid w:val="002F4653"/>
    <w:rsid w:val="002F5357"/>
    <w:rsid w:val="002F5921"/>
    <w:rsid w:val="002F5D45"/>
    <w:rsid w:val="002F6C84"/>
    <w:rsid w:val="0030021C"/>
    <w:rsid w:val="00300C9B"/>
    <w:rsid w:val="003011B9"/>
    <w:rsid w:val="0030127B"/>
    <w:rsid w:val="00301D4B"/>
    <w:rsid w:val="00302C25"/>
    <w:rsid w:val="00302C96"/>
    <w:rsid w:val="0030303C"/>
    <w:rsid w:val="003038DE"/>
    <w:rsid w:val="00303B22"/>
    <w:rsid w:val="00303C28"/>
    <w:rsid w:val="00304450"/>
    <w:rsid w:val="0030506D"/>
    <w:rsid w:val="0030588D"/>
    <w:rsid w:val="003060C8"/>
    <w:rsid w:val="00306315"/>
    <w:rsid w:val="003070C2"/>
    <w:rsid w:val="00307D44"/>
    <w:rsid w:val="00310DDA"/>
    <w:rsid w:val="00312573"/>
    <w:rsid w:val="00313E70"/>
    <w:rsid w:val="003151D5"/>
    <w:rsid w:val="00315823"/>
    <w:rsid w:val="00315859"/>
    <w:rsid w:val="00315912"/>
    <w:rsid w:val="00316185"/>
    <w:rsid w:val="00317848"/>
    <w:rsid w:val="003219FE"/>
    <w:rsid w:val="00321CA3"/>
    <w:rsid w:val="0032208C"/>
    <w:rsid w:val="00322A5C"/>
    <w:rsid w:val="00323243"/>
    <w:rsid w:val="00323682"/>
    <w:rsid w:val="003238C2"/>
    <w:rsid w:val="00323D49"/>
    <w:rsid w:val="00323D98"/>
    <w:rsid w:val="0032415F"/>
    <w:rsid w:val="0032428B"/>
    <w:rsid w:val="00325A66"/>
    <w:rsid w:val="00326121"/>
    <w:rsid w:val="003264EE"/>
    <w:rsid w:val="00326F0B"/>
    <w:rsid w:val="00326F2F"/>
    <w:rsid w:val="0032709B"/>
    <w:rsid w:val="00327305"/>
    <w:rsid w:val="003302F8"/>
    <w:rsid w:val="00330353"/>
    <w:rsid w:val="00330CA2"/>
    <w:rsid w:val="0033169C"/>
    <w:rsid w:val="003316BB"/>
    <w:rsid w:val="00332139"/>
    <w:rsid w:val="003323B3"/>
    <w:rsid w:val="003324DF"/>
    <w:rsid w:val="003326C7"/>
    <w:rsid w:val="003339B8"/>
    <w:rsid w:val="00333D6C"/>
    <w:rsid w:val="00334098"/>
    <w:rsid w:val="0033483B"/>
    <w:rsid w:val="00335140"/>
    <w:rsid w:val="00335287"/>
    <w:rsid w:val="003355B0"/>
    <w:rsid w:val="003356A4"/>
    <w:rsid w:val="00335838"/>
    <w:rsid w:val="00336EF8"/>
    <w:rsid w:val="003371CD"/>
    <w:rsid w:val="00337640"/>
    <w:rsid w:val="00337E88"/>
    <w:rsid w:val="00337E95"/>
    <w:rsid w:val="00337F61"/>
    <w:rsid w:val="00341590"/>
    <w:rsid w:val="00341D88"/>
    <w:rsid w:val="00342149"/>
    <w:rsid w:val="0034243E"/>
    <w:rsid w:val="0034338E"/>
    <w:rsid w:val="003439FC"/>
    <w:rsid w:val="003447F5"/>
    <w:rsid w:val="0034546F"/>
    <w:rsid w:val="00345503"/>
    <w:rsid w:val="003469EC"/>
    <w:rsid w:val="003500DA"/>
    <w:rsid w:val="0035022C"/>
    <w:rsid w:val="00350349"/>
    <w:rsid w:val="00350C23"/>
    <w:rsid w:val="00351575"/>
    <w:rsid w:val="00351A3F"/>
    <w:rsid w:val="00352C2E"/>
    <w:rsid w:val="00352F88"/>
    <w:rsid w:val="00353EDB"/>
    <w:rsid w:val="00354906"/>
    <w:rsid w:val="003549EE"/>
    <w:rsid w:val="0035518C"/>
    <w:rsid w:val="003560D2"/>
    <w:rsid w:val="003563D3"/>
    <w:rsid w:val="003564F7"/>
    <w:rsid w:val="0035752C"/>
    <w:rsid w:val="003578B6"/>
    <w:rsid w:val="00357C05"/>
    <w:rsid w:val="00360833"/>
    <w:rsid w:val="00362198"/>
    <w:rsid w:val="003621A2"/>
    <w:rsid w:val="00362A4F"/>
    <w:rsid w:val="00362E6E"/>
    <w:rsid w:val="0036389D"/>
    <w:rsid w:val="00363C67"/>
    <w:rsid w:val="0036401A"/>
    <w:rsid w:val="0036516F"/>
    <w:rsid w:val="00365301"/>
    <w:rsid w:val="0036560C"/>
    <w:rsid w:val="0036592E"/>
    <w:rsid w:val="003660F0"/>
    <w:rsid w:val="00367A22"/>
    <w:rsid w:val="00367F5F"/>
    <w:rsid w:val="0037068F"/>
    <w:rsid w:val="00371E08"/>
    <w:rsid w:val="00372A8F"/>
    <w:rsid w:val="00372C1F"/>
    <w:rsid w:val="00373301"/>
    <w:rsid w:val="003733F4"/>
    <w:rsid w:val="00373650"/>
    <w:rsid w:val="003746D5"/>
    <w:rsid w:val="0037489E"/>
    <w:rsid w:val="003754D7"/>
    <w:rsid w:val="003758D4"/>
    <w:rsid w:val="0037594B"/>
    <w:rsid w:val="00376275"/>
    <w:rsid w:val="0037630A"/>
    <w:rsid w:val="003774C2"/>
    <w:rsid w:val="003775AA"/>
    <w:rsid w:val="003778AD"/>
    <w:rsid w:val="00380074"/>
    <w:rsid w:val="00380CC5"/>
    <w:rsid w:val="00380E72"/>
    <w:rsid w:val="003815A3"/>
    <w:rsid w:val="00381673"/>
    <w:rsid w:val="00381898"/>
    <w:rsid w:val="0038261F"/>
    <w:rsid w:val="00383093"/>
    <w:rsid w:val="00383B56"/>
    <w:rsid w:val="00385055"/>
    <w:rsid w:val="00385C37"/>
    <w:rsid w:val="00385F50"/>
    <w:rsid w:val="00386BF9"/>
    <w:rsid w:val="00386FCE"/>
    <w:rsid w:val="00387B25"/>
    <w:rsid w:val="0039013E"/>
    <w:rsid w:val="003905AB"/>
    <w:rsid w:val="00391CB4"/>
    <w:rsid w:val="00391D83"/>
    <w:rsid w:val="00392101"/>
    <w:rsid w:val="00392795"/>
    <w:rsid w:val="003927B2"/>
    <w:rsid w:val="003927D1"/>
    <w:rsid w:val="00392C11"/>
    <w:rsid w:val="00393681"/>
    <w:rsid w:val="003938A2"/>
    <w:rsid w:val="00393EB9"/>
    <w:rsid w:val="003946D8"/>
    <w:rsid w:val="003946F7"/>
    <w:rsid w:val="0039509D"/>
    <w:rsid w:val="003957E4"/>
    <w:rsid w:val="00395DC4"/>
    <w:rsid w:val="00395F04"/>
    <w:rsid w:val="003968BF"/>
    <w:rsid w:val="0039693F"/>
    <w:rsid w:val="003A0AED"/>
    <w:rsid w:val="003A0CFF"/>
    <w:rsid w:val="003A1456"/>
    <w:rsid w:val="003A153B"/>
    <w:rsid w:val="003A1B2F"/>
    <w:rsid w:val="003A2A5F"/>
    <w:rsid w:val="003A31A8"/>
    <w:rsid w:val="003A381A"/>
    <w:rsid w:val="003A4CFE"/>
    <w:rsid w:val="003A51A3"/>
    <w:rsid w:val="003A57E5"/>
    <w:rsid w:val="003A5E14"/>
    <w:rsid w:val="003A64C4"/>
    <w:rsid w:val="003A6548"/>
    <w:rsid w:val="003A750F"/>
    <w:rsid w:val="003A7B03"/>
    <w:rsid w:val="003B021B"/>
    <w:rsid w:val="003B0D68"/>
    <w:rsid w:val="003B1B58"/>
    <w:rsid w:val="003B255D"/>
    <w:rsid w:val="003B3D55"/>
    <w:rsid w:val="003B3E08"/>
    <w:rsid w:val="003B416B"/>
    <w:rsid w:val="003B421F"/>
    <w:rsid w:val="003B4992"/>
    <w:rsid w:val="003B4BBB"/>
    <w:rsid w:val="003B541E"/>
    <w:rsid w:val="003B5710"/>
    <w:rsid w:val="003B6056"/>
    <w:rsid w:val="003B6B50"/>
    <w:rsid w:val="003B6E36"/>
    <w:rsid w:val="003B7C1A"/>
    <w:rsid w:val="003C06E0"/>
    <w:rsid w:val="003C086E"/>
    <w:rsid w:val="003C08A3"/>
    <w:rsid w:val="003C0CFF"/>
    <w:rsid w:val="003C11DE"/>
    <w:rsid w:val="003C1A60"/>
    <w:rsid w:val="003C214D"/>
    <w:rsid w:val="003C2290"/>
    <w:rsid w:val="003C3687"/>
    <w:rsid w:val="003C409F"/>
    <w:rsid w:val="003C4EC2"/>
    <w:rsid w:val="003C6DF2"/>
    <w:rsid w:val="003C7238"/>
    <w:rsid w:val="003C7827"/>
    <w:rsid w:val="003D0642"/>
    <w:rsid w:val="003D0C02"/>
    <w:rsid w:val="003D1583"/>
    <w:rsid w:val="003D1D46"/>
    <w:rsid w:val="003D35E7"/>
    <w:rsid w:val="003D3EEC"/>
    <w:rsid w:val="003D48F4"/>
    <w:rsid w:val="003D5E00"/>
    <w:rsid w:val="003D600C"/>
    <w:rsid w:val="003D6015"/>
    <w:rsid w:val="003D62B6"/>
    <w:rsid w:val="003D6F37"/>
    <w:rsid w:val="003D712B"/>
    <w:rsid w:val="003D78D6"/>
    <w:rsid w:val="003E0E5D"/>
    <w:rsid w:val="003E1260"/>
    <w:rsid w:val="003E14DD"/>
    <w:rsid w:val="003E191F"/>
    <w:rsid w:val="003E1B0F"/>
    <w:rsid w:val="003E1EB8"/>
    <w:rsid w:val="003E2202"/>
    <w:rsid w:val="003E29AA"/>
    <w:rsid w:val="003E37BD"/>
    <w:rsid w:val="003E3975"/>
    <w:rsid w:val="003E3C32"/>
    <w:rsid w:val="003E3F7E"/>
    <w:rsid w:val="003E42F4"/>
    <w:rsid w:val="003E4CC9"/>
    <w:rsid w:val="003E4F52"/>
    <w:rsid w:val="003E595E"/>
    <w:rsid w:val="003E5C0C"/>
    <w:rsid w:val="003E7678"/>
    <w:rsid w:val="003E7AC5"/>
    <w:rsid w:val="003E7D7D"/>
    <w:rsid w:val="003E7E36"/>
    <w:rsid w:val="003F1A53"/>
    <w:rsid w:val="003F226A"/>
    <w:rsid w:val="003F2BFB"/>
    <w:rsid w:val="003F2CCC"/>
    <w:rsid w:val="003F3347"/>
    <w:rsid w:val="003F338A"/>
    <w:rsid w:val="003F4744"/>
    <w:rsid w:val="003F4838"/>
    <w:rsid w:val="003F49D9"/>
    <w:rsid w:val="003F633F"/>
    <w:rsid w:val="003F73D2"/>
    <w:rsid w:val="003F78DE"/>
    <w:rsid w:val="004006FD"/>
    <w:rsid w:val="00400807"/>
    <w:rsid w:val="00400BAC"/>
    <w:rsid w:val="00402548"/>
    <w:rsid w:val="00402BE0"/>
    <w:rsid w:val="00402C36"/>
    <w:rsid w:val="00402D5A"/>
    <w:rsid w:val="00402D8B"/>
    <w:rsid w:val="00403499"/>
    <w:rsid w:val="00403B6F"/>
    <w:rsid w:val="00404278"/>
    <w:rsid w:val="0040535A"/>
    <w:rsid w:val="0040676D"/>
    <w:rsid w:val="0040677D"/>
    <w:rsid w:val="00406791"/>
    <w:rsid w:val="00406C78"/>
    <w:rsid w:val="00407107"/>
    <w:rsid w:val="00407D2F"/>
    <w:rsid w:val="004107D2"/>
    <w:rsid w:val="004107F0"/>
    <w:rsid w:val="004109B4"/>
    <w:rsid w:val="00410A8C"/>
    <w:rsid w:val="004111E3"/>
    <w:rsid w:val="004115DD"/>
    <w:rsid w:val="0041171C"/>
    <w:rsid w:val="004120FD"/>
    <w:rsid w:val="004122C0"/>
    <w:rsid w:val="0041275B"/>
    <w:rsid w:val="00413930"/>
    <w:rsid w:val="004139D2"/>
    <w:rsid w:val="00413C88"/>
    <w:rsid w:val="0041471B"/>
    <w:rsid w:val="00414720"/>
    <w:rsid w:val="00415CA8"/>
    <w:rsid w:val="00417BC7"/>
    <w:rsid w:val="0042096A"/>
    <w:rsid w:val="00420F0C"/>
    <w:rsid w:val="00421306"/>
    <w:rsid w:val="004216B0"/>
    <w:rsid w:val="00422353"/>
    <w:rsid w:val="00422786"/>
    <w:rsid w:val="00423646"/>
    <w:rsid w:val="00423B22"/>
    <w:rsid w:val="004241B8"/>
    <w:rsid w:val="00424B87"/>
    <w:rsid w:val="004250DF"/>
    <w:rsid w:val="0042628C"/>
    <w:rsid w:val="00426EF2"/>
    <w:rsid w:val="00426F81"/>
    <w:rsid w:val="004277E4"/>
    <w:rsid w:val="0042781C"/>
    <w:rsid w:val="004317E6"/>
    <w:rsid w:val="00431A63"/>
    <w:rsid w:val="004320A0"/>
    <w:rsid w:val="004328EB"/>
    <w:rsid w:val="00432B03"/>
    <w:rsid w:val="004341BB"/>
    <w:rsid w:val="0043586E"/>
    <w:rsid w:val="00436751"/>
    <w:rsid w:val="00437051"/>
    <w:rsid w:val="00437507"/>
    <w:rsid w:val="0043766A"/>
    <w:rsid w:val="00440242"/>
    <w:rsid w:val="00440483"/>
    <w:rsid w:val="0044050E"/>
    <w:rsid w:val="004409B1"/>
    <w:rsid w:val="00440AA6"/>
    <w:rsid w:val="00440F1E"/>
    <w:rsid w:val="00441ECF"/>
    <w:rsid w:val="00441F78"/>
    <w:rsid w:val="004425F5"/>
    <w:rsid w:val="004426A2"/>
    <w:rsid w:val="00442B64"/>
    <w:rsid w:val="0044393A"/>
    <w:rsid w:val="00443F8B"/>
    <w:rsid w:val="0044429A"/>
    <w:rsid w:val="00444BA1"/>
    <w:rsid w:val="00444EFA"/>
    <w:rsid w:val="00444F0A"/>
    <w:rsid w:val="004450BF"/>
    <w:rsid w:val="004452E6"/>
    <w:rsid w:val="00445676"/>
    <w:rsid w:val="00445677"/>
    <w:rsid w:val="004456E3"/>
    <w:rsid w:val="004462E4"/>
    <w:rsid w:val="004462EA"/>
    <w:rsid w:val="00446373"/>
    <w:rsid w:val="0044704E"/>
    <w:rsid w:val="00447197"/>
    <w:rsid w:val="0044734A"/>
    <w:rsid w:val="00447588"/>
    <w:rsid w:val="00447914"/>
    <w:rsid w:val="00447F0E"/>
    <w:rsid w:val="00447FD7"/>
    <w:rsid w:val="0045001D"/>
    <w:rsid w:val="0045160C"/>
    <w:rsid w:val="004525AB"/>
    <w:rsid w:val="00452889"/>
    <w:rsid w:val="00452E4F"/>
    <w:rsid w:val="00454552"/>
    <w:rsid w:val="004549F6"/>
    <w:rsid w:val="00454F7D"/>
    <w:rsid w:val="0045667F"/>
    <w:rsid w:val="00456CBF"/>
    <w:rsid w:val="0045726C"/>
    <w:rsid w:val="004575FF"/>
    <w:rsid w:val="004576CE"/>
    <w:rsid w:val="0045782F"/>
    <w:rsid w:val="00457A4E"/>
    <w:rsid w:val="004602FD"/>
    <w:rsid w:val="004607B4"/>
    <w:rsid w:val="00460D65"/>
    <w:rsid w:val="004610AB"/>
    <w:rsid w:val="0046141E"/>
    <w:rsid w:val="00461EDC"/>
    <w:rsid w:val="004631B2"/>
    <w:rsid w:val="004637D0"/>
    <w:rsid w:val="00463F89"/>
    <w:rsid w:val="00465067"/>
    <w:rsid w:val="00465923"/>
    <w:rsid w:val="00465EF6"/>
    <w:rsid w:val="0046765F"/>
    <w:rsid w:val="0046777D"/>
    <w:rsid w:val="00467BD8"/>
    <w:rsid w:val="00467FEE"/>
    <w:rsid w:val="00470481"/>
    <w:rsid w:val="00470BDB"/>
    <w:rsid w:val="004717BA"/>
    <w:rsid w:val="00471955"/>
    <w:rsid w:val="004725A9"/>
    <w:rsid w:val="00472644"/>
    <w:rsid w:val="004728D1"/>
    <w:rsid w:val="00473513"/>
    <w:rsid w:val="00473923"/>
    <w:rsid w:val="00474D32"/>
    <w:rsid w:val="00475012"/>
    <w:rsid w:val="00477C61"/>
    <w:rsid w:val="00480182"/>
    <w:rsid w:val="004805A1"/>
    <w:rsid w:val="00480E8E"/>
    <w:rsid w:val="00482F1C"/>
    <w:rsid w:val="0048384C"/>
    <w:rsid w:val="004839CE"/>
    <w:rsid w:val="00483A91"/>
    <w:rsid w:val="00486D95"/>
    <w:rsid w:val="004876F0"/>
    <w:rsid w:val="00490198"/>
    <w:rsid w:val="004913D0"/>
    <w:rsid w:val="00491CB8"/>
    <w:rsid w:val="00492A9A"/>
    <w:rsid w:val="00492BB2"/>
    <w:rsid w:val="00492F03"/>
    <w:rsid w:val="00493435"/>
    <w:rsid w:val="004935EC"/>
    <w:rsid w:val="00493634"/>
    <w:rsid w:val="00494C7C"/>
    <w:rsid w:val="0049718F"/>
    <w:rsid w:val="00497421"/>
    <w:rsid w:val="004979BA"/>
    <w:rsid w:val="00497C0A"/>
    <w:rsid w:val="004A1330"/>
    <w:rsid w:val="004A155B"/>
    <w:rsid w:val="004A17C5"/>
    <w:rsid w:val="004A1A98"/>
    <w:rsid w:val="004A20C7"/>
    <w:rsid w:val="004A2ECE"/>
    <w:rsid w:val="004A3B44"/>
    <w:rsid w:val="004A3C39"/>
    <w:rsid w:val="004A3CCA"/>
    <w:rsid w:val="004A3E70"/>
    <w:rsid w:val="004A4144"/>
    <w:rsid w:val="004A4192"/>
    <w:rsid w:val="004A4455"/>
    <w:rsid w:val="004A4A05"/>
    <w:rsid w:val="004A505E"/>
    <w:rsid w:val="004A5D4F"/>
    <w:rsid w:val="004A6193"/>
    <w:rsid w:val="004A6624"/>
    <w:rsid w:val="004A6DBD"/>
    <w:rsid w:val="004A7AE5"/>
    <w:rsid w:val="004B03A6"/>
    <w:rsid w:val="004B0457"/>
    <w:rsid w:val="004B0723"/>
    <w:rsid w:val="004B0E42"/>
    <w:rsid w:val="004B137A"/>
    <w:rsid w:val="004B1FB5"/>
    <w:rsid w:val="004B34D0"/>
    <w:rsid w:val="004B4514"/>
    <w:rsid w:val="004B46AB"/>
    <w:rsid w:val="004B505D"/>
    <w:rsid w:val="004B5899"/>
    <w:rsid w:val="004B5910"/>
    <w:rsid w:val="004B6344"/>
    <w:rsid w:val="004B64D8"/>
    <w:rsid w:val="004B664F"/>
    <w:rsid w:val="004B6835"/>
    <w:rsid w:val="004B6FCF"/>
    <w:rsid w:val="004B72DA"/>
    <w:rsid w:val="004B7975"/>
    <w:rsid w:val="004C0197"/>
    <w:rsid w:val="004C1FD6"/>
    <w:rsid w:val="004C207E"/>
    <w:rsid w:val="004C212A"/>
    <w:rsid w:val="004C2EC6"/>
    <w:rsid w:val="004C32F5"/>
    <w:rsid w:val="004C4753"/>
    <w:rsid w:val="004C4D62"/>
    <w:rsid w:val="004C5174"/>
    <w:rsid w:val="004C6246"/>
    <w:rsid w:val="004D083E"/>
    <w:rsid w:val="004D11A0"/>
    <w:rsid w:val="004D1568"/>
    <w:rsid w:val="004D2D90"/>
    <w:rsid w:val="004D3793"/>
    <w:rsid w:val="004D4B91"/>
    <w:rsid w:val="004D5192"/>
    <w:rsid w:val="004D561C"/>
    <w:rsid w:val="004D6249"/>
    <w:rsid w:val="004D6736"/>
    <w:rsid w:val="004D6ED0"/>
    <w:rsid w:val="004E11B8"/>
    <w:rsid w:val="004E122E"/>
    <w:rsid w:val="004E12C0"/>
    <w:rsid w:val="004E189F"/>
    <w:rsid w:val="004E4549"/>
    <w:rsid w:val="004E4698"/>
    <w:rsid w:val="004E47EB"/>
    <w:rsid w:val="004E58CD"/>
    <w:rsid w:val="004E7466"/>
    <w:rsid w:val="004E79DD"/>
    <w:rsid w:val="004F012E"/>
    <w:rsid w:val="004F1A3A"/>
    <w:rsid w:val="004F25A9"/>
    <w:rsid w:val="004F25C1"/>
    <w:rsid w:val="004F2C8B"/>
    <w:rsid w:val="004F323B"/>
    <w:rsid w:val="004F367E"/>
    <w:rsid w:val="004F405E"/>
    <w:rsid w:val="004F6458"/>
    <w:rsid w:val="004F7391"/>
    <w:rsid w:val="004F74E4"/>
    <w:rsid w:val="004F75C6"/>
    <w:rsid w:val="005000D8"/>
    <w:rsid w:val="005004FB"/>
    <w:rsid w:val="00500500"/>
    <w:rsid w:val="0050078F"/>
    <w:rsid w:val="00501C54"/>
    <w:rsid w:val="00501D0F"/>
    <w:rsid w:val="00502243"/>
    <w:rsid w:val="00502C30"/>
    <w:rsid w:val="00503095"/>
    <w:rsid w:val="00503FFF"/>
    <w:rsid w:val="00504012"/>
    <w:rsid w:val="005040D6"/>
    <w:rsid w:val="005053BD"/>
    <w:rsid w:val="00505DD7"/>
    <w:rsid w:val="00505F0E"/>
    <w:rsid w:val="00506233"/>
    <w:rsid w:val="00506B2B"/>
    <w:rsid w:val="005074F9"/>
    <w:rsid w:val="0050758C"/>
    <w:rsid w:val="00507C3E"/>
    <w:rsid w:val="00511272"/>
    <w:rsid w:val="00512B40"/>
    <w:rsid w:val="00512E3C"/>
    <w:rsid w:val="005136A9"/>
    <w:rsid w:val="00513B75"/>
    <w:rsid w:val="00514395"/>
    <w:rsid w:val="00514E6C"/>
    <w:rsid w:val="00515693"/>
    <w:rsid w:val="00516230"/>
    <w:rsid w:val="00516A19"/>
    <w:rsid w:val="0051744F"/>
    <w:rsid w:val="00517AC9"/>
    <w:rsid w:val="0052000E"/>
    <w:rsid w:val="005212D5"/>
    <w:rsid w:val="00522068"/>
    <w:rsid w:val="0052288D"/>
    <w:rsid w:val="005243D2"/>
    <w:rsid w:val="00524480"/>
    <w:rsid w:val="00524F07"/>
    <w:rsid w:val="0052524D"/>
    <w:rsid w:val="00525383"/>
    <w:rsid w:val="00526B89"/>
    <w:rsid w:val="00526C43"/>
    <w:rsid w:val="005271FB"/>
    <w:rsid w:val="00527D33"/>
    <w:rsid w:val="005307C5"/>
    <w:rsid w:val="00530CD2"/>
    <w:rsid w:val="00530CE1"/>
    <w:rsid w:val="00530FC2"/>
    <w:rsid w:val="005312FC"/>
    <w:rsid w:val="005314A5"/>
    <w:rsid w:val="005339AB"/>
    <w:rsid w:val="00534BE8"/>
    <w:rsid w:val="005350D8"/>
    <w:rsid w:val="005354C6"/>
    <w:rsid w:val="005354F6"/>
    <w:rsid w:val="0053652D"/>
    <w:rsid w:val="00537537"/>
    <w:rsid w:val="00537EBE"/>
    <w:rsid w:val="0054034F"/>
    <w:rsid w:val="005404D1"/>
    <w:rsid w:val="00540547"/>
    <w:rsid w:val="0054063E"/>
    <w:rsid w:val="00540C6F"/>
    <w:rsid w:val="00540F2E"/>
    <w:rsid w:val="00541217"/>
    <w:rsid w:val="00541413"/>
    <w:rsid w:val="005427DC"/>
    <w:rsid w:val="00542A1B"/>
    <w:rsid w:val="00542B54"/>
    <w:rsid w:val="00542F9E"/>
    <w:rsid w:val="005442A1"/>
    <w:rsid w:val="005443AB"/>
    <w:rsid w:val="005448F0"/>
    <w:rsid w:val="00544F34"/>
    <w:rsid w:val="00545426"/>
    <w:rsid w:val="00545AFD"/>
    <w:rsid w:val="00545D80"/>
    <w:rsid w:val="00546636"/>
    <w:rsid w:val="005477CE"/>
    <w:rsid w:val="00552968"/>
    <w:rsid w:val="005536F4"/>
    <w:rsid w:val="0055491B"/>
    <w:rsid w:val="00554D96"/>
    <w:rsid w:val="005552D5"/>
    <w:rsid w:val="00555ADE"/>
    <w:rsid w:val="00555ED0"/>
    <w:rsid w:val="00556480"/>
    <w:rsid w:val="00556998"/>
    <w:rsid w:val="00556DA6"/>
    <w:rsid w:val="005570EC"/>
    <w:rsid w:val="0055719C"/>
    <w:rsid w:val="005573A4"/>
    <w:rsid w:val="00557DAC"/>
    <w:rsid w:val="00557FF1"/>
    <w:rsid w:val="00560535"/>
    <w:rsid w:val="00560868"/>
    <w:rsid w:val="00560939"/>
    <w:rsid w:val="00560AB0"/>
    <w:rsid w:val="00560B2F"/>
    <w:rsid w:val="00560E9B"/>
    <w:rsid w:val="005610BA"/>
    <w:rsid w:val="005617F8"/>
    <w:rsid w:val="005618BB"/>
    <w:rsid w:val="00561C19"/>
    <w:rsid w:val="005622BC"/>
    <w:rsid w:val="0056295C"/>
    <w:rsid w:val="00562A7D"/>
    <w:rsid w:val="00563990"/>
    <w:rsid w:val="00563994"/>
    <w:rsid w:val="00563EE5"/>
    <w:rsid w:val="005650C1"/>
    <w:rsid w:val="005653AE"/>
    <w:rsid w:val="00566320"/>
    <w:rsid w:val="00566BD3"/>
    <w:rsid w:val="00567B54"/>
    <w:rsid w:val="00570DFB"/>
    <w:rsid w:val="00570E84"/>
    <w:rsid w:val="005723AE"/>
    <w:rsid w:val="00573291"/>
    <w:rsid w:val="00573CE4"/>
    <w:rsid w:val="00573DD2"/>
    <w:rsid w:val="00573F72"/>
    <w:rsid w:val="0057485B"/>
    <w:rsid w:val="00576D61"/>
    <w:rsid w:val="00577F9E"/>
    <w:rsid w:val="0058039D"/>
    <w:rsid w:val="0058043E"/>
    <w:rsid w:val="00582285"/>
    <w:rsid w:val="005827B6"/>
    <w:rsid w:val="00583946"/>
    <w:rsid w:val="00584B6A"/>
    <w:rsid w:val="00584CF2"/>
    <w:rsid w:val="005855E4"/>
    <w:rsid w:val="00585D1D"/>
    <w:rsid w:val="00586A4B"/>
    <w:rsid w:val="00586B9F"/>
    <w:rsid w:val="00590401"/>
    <w:rsid w:val="00590487"/>
    <w:rsid w:val="0059115E"/>
    <w:rsid w:val="005912FA"/>
    <w:rsid w:val="00592796"/>
    <w:rsid w:val="00592E9A"/>
    <w:rsid w:val="00593162"/>
    <w:rsid w:val="005931DF"/>
    <w:rsid w:val="005933A1"/>
    <w:rsid w:val="00593629"/>
    <w:rsid w:val="0059385C"/>
    <w:rsid w:val="00593B55"/>
    <w:rsid w:val="00593ECA"/>
    <w:rsid w:val="005940D6"/>
    <w:rsid w:val="00595475"/>
    <w:rsid w:val="00595B2E"/>
    <w:rsid w:val="00596297"/>
    <w:rsid w:val="005969CB"/>
    <w:rsid w:val="00597403"/>
    <w:rsid w:val="005A0045"/>
    <w:rsid w:val="005A0742"/>
    <w:rsid w:val="005A1069"/>
    <w:rsid w:val="005A2BA3"/>
    <w:rsid w:val="005A39A8"/>
    <w:rsid w:val="005A42FE"/>
    <w:rsid w:val="005A45E0"/>
    <w:rsid w:val="005A485E"/>
    <w:rsid w:val="005A5225"/>
    <w:rsid w:val="005A5429"/>
    <w:rsid w:val="005A55B3"/>
    <w:rsid w:val="005A5B90"/>
    <w:rsid w:val="005A5E24"/>
    <w:rsid w:val="005A6375"/>
    <w:rsid w:val="005A6B22"/>
    <w:rsid w:val="005A7693"/>
    <w:rsid w:val="005A78AF"/>
    <w:rsid w:val="005A7C8A"/>
    <w:rsid w:val="005B047F"/>
    <w:rsid w:val="005B0ABE"/>
    <w:rsid w:val="005B1B8F"/>
    <w:rsid w:val="005B204C"/>
    <w:rsid w:val="005B2073"/>
    <w:rsid w:val="005B32CA"/>
    <w:rsid w:val="005B345E"/>
    <w:rsid w:val="005B3678"/>
    <w:rsid w:val="005B3728"/>
    <w:rsid w:val="005B47C2"/>
    <w:rsid w:val="005B4E33"/>
    <w:rsid w:val="005B537C"/>
    <w:rsid w:val="005B5877"/>
    <w:rsid w:val="005B5A30"/>
    <w:rsid w:val="005C0162"/>
    <w:rsid w:val="005C01CE"/>
    <w:rsid w:val="005C0FA8"/>
    <w:rsid w:val="005C3421"/>
    <w:rsid w:val="005C4A09"/>
    <w:rsid w:val="005C5045"/>
    <w:rsid w:val="005C52E5"/>
    <w:rsid w:val="005C5E2D"/>
    <w:rsid w:val="005C5F3B"/>
    <w:rsid w:val="005C6442"/>
    <w:rsid w:val="005C67CD"/>
    <w:rsid w:val="005C6A8B"/>
    <w:rsid w:val="005C717E"/>
    <w:rsid w:val="005C7CBE"/>
    <w:rsid w:val="005C7D68"/>
    <w:rsid w:val="005D078F"/>
    <w:rsid w:val="005D0EA7"/>
    <w:rsid w:val="005D10FE"/>
    <w:rsid w:val="005D211D"/>
    <w:rsid w:val="005D24A3"/>
    <w:rsid w:val="005D274A"/>
    <w:rsid w:val="005D4874"/>
    <w:rsid w:val="005D4954"/>
    <w:rsid w:val="005D6988"/>
    <w:rsid w:val="005D6FA7"/>
    <w:rsid w:val="005D7017"/>
    <w:rsid w:val="005D7D25"/>
    <w:rsid w:val="005E0814"/>
    <w:rsid w:val="005E16D8"/>
    <w:rsid w:val="005E2A35"/>
    <w:rsid w:val="005E2B88"/>
    <w:rsid w:val="005E3018"/>
    <w:rsid w:val="005E3124"/>
    <w:rsid w:val="005E3CED"/>
    <w:rsid w:val="005E3ED1"/>
    <w:rsid w:val="005E4374"/>
    <w:rsid w:val="005E4919"/>
    <w:rsid w:val="005E4B07"/>
    <w:rsid w:val="005E4B80"/>
    <w:rsid w:val="005E5A4F"/>
    <w:rsid w:val="005E5E9B"/>
    <w:rsid w:val="005E615C"/>
    <w:rsid w:val="005E6E8F"/>
    <w:rsid w:val="005E7531"/>
    <w:rsid w:val="005F01FF"/>
    <w:rsid w:val="005F03E0"/>
    <w:rsid w:val="005F27AB"/>
    <w:rsid w:val="005F3552"/>
    <w:rsid w:val="005F3AF0"/>
    <w:rsid w:val="005F4361"/>
    <w:rsid w:val="005F4756"/>
    <w:rsid w:val="005F4854"/>
    <w:rsid w:val="005F4FA8"/>
    <w:rsid w:val="005F5907"/>
    <w:rsid w:val="005F6DC5"/>
    <w:rsid w:val="005F73CE"/>
    <w:rsid w:val="005F740C"/>
    <w:rsid w:val="005F7462"/>
    <w:rsid w:val="005F768F"/>
    <w:rsid w:val="005F77CE"/>
    <w:rsid w:val="00600697"/>
    <w:rsid w:val="006012A0"/>
    <w:rsid w:val="00601765"/>
    <w:rsid w:val="00602698"/>
    <w:rsid w:val="00602ABB"/>
    <w:rsid w:val="00602DEE"/>
    <w:rsid w:val="006040A8"/>
    <w:rsid w:val="00604153"/>
    <w:rsid w:val="00604360"/>
    <w:rsid w:val="00604B57"/>
    <w:rsid w:val="00605549"/>
    <w:rsid w:val="00605FF8"/>
    <w:rsid w:val="00606B08"/>
    <w:rsid w:val="00606C39"/>
    <w:rsid w:val="00607A89"/>
    <w:rsid w:val="00607ECD"/>
    <w:rsid w:val="006117F4"/>
    <w:rsid w:val="00611F3E"/>
    <w:rsid w:val="00612311"/>
    <w:rsid w:val="00612ECD"/>
    <w:rsid w:val="006135E9"/>
    <w:rsid w:val="00613D88"/>
    <w:rsid w:val="006154FE"/>
    <w:rsid w:val="00615AC4"/>
    <w:rsid w:val="00615D34"/>
    <w:rsid w:val="00615D85"/>
    <w:rsid w:val="00616872"/>
    <w:rsid w:val="006178E0"/>
    <w:rsid w:val="0061796B"/>
    <w:rsid w:val="00617B6B"/>
    <w:rsid w:val="00617BBA"/>
    <w:rsid w:val="0062035F"/>
    <w:rsid w:val="0062041D"/>
    <w:rsid w:val="00621588"/>
    <w:rsid w:val="006232C1"/>
    <w:rsid w:val="00623C6C"/>
    <w:rsid w:val="00623F71"/>
    <w:rsid w:val="0062437C"/>
    <w:rsid w:val="006254BE"/>
    <w:rsid w:val="0062709E"/>
    <w:rsid w:val="00627C10"/>
    <w:rsid w:val="00627D2F"/>
    <w:rsid w:val="00627E0A"/>
    <w:rsid w:val="00630BE3"/>
    <w:rsid w:val="0063121D"/>
    <w:rsid w:val="006313F2"/>
    <w:rsid w:val="00633468"/>
    <w:rsid w:val="006348CD"/>
    <w:rsid w:val="006348E3"/>
    <w:rsid w:val="0063522D"/>
    <w:rsid w:val="0063632A"/>
    <w:rsid w:val="006369DB"/>
    <w:rsid w:val="006369E8"/>
    <w:rsid w:val="00636EC7"/>
    <w:rsid w:val="00637656"/>
    <w:rsid w:val="00637CE5"/>
    <w:rsid w:val="00637DC8"/>
    <w:rsid w:val="00640752"/>
    <w:rsid w:val="00640885"/>
    <w:rsid w:val="00640CD5"/>
    <w:rsid w:val="00643396"/>
    <w:rsid w:val="006433CB"/>
    <w:rsid w:val="0064345B"/>
    <w:rsid w:val="006436F5"/>
    <w:rsid w:val="00643BAE"/>
    <w:rsid w:val="00643E56"/>
    <w:rsid w:val="00644005"/>
    <w:rsid w:val="0064409F"/>
    <w:rsid w:val="00644972"/>
    <w:rsid w:val="0064514D"/>
    <w:rsid w:val="006453DF"/>
    <w:rsid w:val="00645784"/>
    <w:rsid w:val="00646582"/>
    <w:rsid w:val="00646650"/>
    <w:rsid w:val="00646A53"/>
    <w:rsid w:val="00646C32"/>
    <w:rsid w:val="00646DCA"/>
    <w:rsid w:val="00647456"/>
    <w:rsid w:val="00647CBB"/>
    <w:rsid w:val="0065151C"/>
    <w:rsid w:val="006524ED"/>
    <w:rsid w:val="00652770"/>
    <w:rsid w:val="006535B9"/>
    <w:rsid w:val="00653804"/>
    <w:rsid w:val="00653BE3"/>
    <w:rsid w:val="006543E0"/>
    <w:rsid w:val="00654B9B"/>
    <w:rsid w:val="00654EEF"/>
    <w:rsid w:val="00655656"/>
    <w:rsid w:val="006575DC"/>
    <w:rsid w:val="00660076"/>
    <w:rsid w:val="00660388"/>
    <w:rsid w:val="00660A9A"/>
    <w:rsid w:val="00660DCF"/>
    <w:rsid w:val="00660E7D"/>
    <w:rsid w:val="006614AF"/>
    <w:rsid w:val="0066158E"/>
    <w:rsid w:val="0066225A"/>
    <w:rsid w:val="0066238D"/>
    <w:rsid w:val="00662435"/>
    <w:rsid w:val="0066297C"/>
    <w:rsid w:val="00662AF2"/>
    <w:rsid w:val="00662C25"/>
    <w:rsid w:val="00663C6E"/>
    <w:rsid w:val="00664218"/>
    <w:rsid w:val="006660E7"/>
    <w:rsid w:val="0066637C"/>
    <w:rsid w:val="006665BF"/>
    <w:rsid w:val="00666B87"/>
    <w:rsid w:val="006672D7"/>
    <w:rsid w:val="00670527"/>
    <w:rsid w:val="00670E82"/>
    <w:rsid w:val="00671663"/>
    <w:rsid w:val="006721A3"/>
    <w:rsid w:val="006727C2"/>
    <w:rsid w:val="006727DD"/>
    <w:rsid w:val="00672EFB"/>
    <w:rsid w:val="00673DEB"/>
    <w:rsid w:val="006743C3"/>
    <w:rsid w:val="00674B66"/>
    <w:rsid w:val="00675075"/>
    <w:rsid w:val="006752A0"/>
    <w:rsid w:val="00675782"/>
    <w:rsid w:val="00675E0B"/>
    <w:rsid w:val="00675ECD"/>
    <w:rsid w:val="006762BD"/>
    <w:rsid w:val="00676A5D"/>
    <w:rsid w:val="0067701F"/>
    <w:rsid w:val="00677420"/>
    <w:rsid w:val="0067796F"/>
    <w:rsid w:val="00677D48"/>
    <w:rsid w:val="0068095A"/>
    <w:rsid w:val="00680E9D"/>
    <w:rsid w:val="0068154D"/>
    <w:rsid w:val="006830AA"/>
    <w:rsid w:val="00683919"/>
    <w:rsid w:val="00683B69"/>
    <w:rsid w:val="0068445B"/>
    <w:rsid w:val="006849E5"/>
    <w:rsid w:val="00684C3B"/>
    <w:rsid w:val="00684D5C"/>
    <w:rsid w:val="00685902"/>
    <w:rsid w:val="00686307"/>
    <w:rsid w:val="00690317"/>
    <w:rsid w:val="006906B2"/>
    <w:rsid w:val="006909FC"/>
    <w:rsid w:val="006910A9"/>
    <w:rsid w:val="006912BB"/>
    <w:rsid w:val="006921FE"/>
    <w:rsid w:val="006927EF"/>
    <w:rsid w:val="00692E82"/>
    <w:rsid w:val="00693515"/>
    <w:rsid w:val="00693595"/>
    <w:rsid w:val="00693749"/>
    <w:rsid w:val="006937CF"/>
    <w:rsid w:val="00693F74"/>
    <w:rsid w:val="006940F0"/>
    <w:rsid w:val="0069577B"/>
    <w:rsid w:val="00696830"/>
    <w:rsid w:val="006979DE"/>
    <w:rsid w:val="006A03B4"/>
    <w:rsid w:val="006A1331"/>
    <w:rsid w:val="006A18CD"/>
    <w:rsid w:val="006A2284"/>
    <w:rsid w:val="006A2656"/>
    <w:rsid w:val="006A28CA"/>
    <w:rsid w:val="006A29C7"/>
    <w:rsid w:val="006A3AAE"/>
    <w:rsid w:val="006A3B7E"/>
    <w:rsid w:val="006A472B"/>
    <w:rsid w:val="006A63A5"/>
    <w:rsid w:val="006A68D7"/>
    <w:rsid w:val="006A70A2"/>
    <w:rsid w:val="006A7265"/>
    <w:rsid w:val="006A7C74"/>
    <w:rsid w:val="006B0B00"/>
    <w:rsid w:val="006B1BBA"/>
    <w:rsid w:val="006B1FE9"/>
    <w:rsid w:val="006B220E"/>
    <w:rsid w:val="006B28C4"/>
    <w:rsid w:val="006B298D"/>
    <w:rsid w:val="006B3C3E"/>
    <w:rsid w:val="006B4112"/>
    <w:rsid w:val="006B45BD"/>
    <w:rsid w:val="006B5545"/>
    <w:rsid w:val="006B5F02"/>
    <w:rsid w:val="006B71C0"/>
    <w:rsid w:val="006C0D43"/>
    <w:rsid w:val="006C1242"/>
    <w:rsid w:val="006C1325"/>
    <w:rsid w:val="006C1A8A"/>
    <w:rsid w:val="006C3150"/>
    <w:rsid w:val="006C31B8"/>
    <w:rsid w:val="006C3D5A"/>
    <w:rsid w:val="006C4231"/>
    <w:rsid w:val="006C4B3A"/>
    <w:rsid w:val="006C6D4A"/>
    <w:rsid w:val="006C7159"/>
    <w:rsid w:val="006C7AAE"/>
    <w:rsid w:val="006D0456"/>
    <w:rsid w:val="006D1CC4"/>
    <w:rsid w:val="006D23A4"/>
    <w:rsid w:val="006D248F"/>
    <w:rsid w:val="006D252A"/>
    <w:rsid w:val="006D2794"/>
    <w:rsid w:val="006D282C"/>
    <w:rsid w:val="006D3149"/>
    <w:rsid w:val="006D39A9"/>
    <w:rsid w:val="006D3A32"/>
    <w:rsid w:val="006D4702"/>
    <w:rsid w:val="006D4ADC"/>
    <w:rsid w:val="006D5A6B"/>
    <w:rsid w:val="006D71AC"/>
    <w:rsid w:val="006D74D5"/>
    <w:rsid w:val="006D75F0"/>
    <w:rsid w:val="006E0DB9"/>
    <w:rsid w:val="006E3101"/>
    <w:rsid w:val="006E399D"/>
    <w:rsid w:val="006E3D07"/>
    <w:rsid w:val="006E4359"/>
    <w:rsid w:val="006E46FA"/>
    <w:rsid w:val="006E4B9D"/>
    <w:rsid w:val="006E50A4"/>
    <w:rsid w:val="006E55FF"/>
    <w:rsid w:val="006E5C25"/>
    <w:rsid w:val="006E6318"/>
    <w:rsid w:val="006E66D3"/>
    <w:rsid w:val="006E764E"/>
    <w:rsid w:val="006E7EE0"/>
    <w:rsid w:val="006F15B0"/>
    <w:rsid w:val="006F1C3A"/>
    <w:rsid w:val="006F1DCC"/>
    <w:rsid w:val="006F1DCD"/>
    <w:rsid w:val="006F2A8B"/>
    <w:rsid w:val="006F2FD8"/>
    <w:rsid w:val="006F2FFE"/>
    <w:rsid w:val="006F355C"/>
    <w:rsid w:val="006F3A6F"/>
    <w:rsid w:val="006F3B52"/>
    <w:rsid w:val="006F4EF8"/>
    <w:rsid w:val="006F52BC"/>
    <w:rsid w:val="006F6FDB"/>
    <w:rsid w:val="006F71C8"/>
    <w:rsid w:val="006F7576"/>
    <w:rsid w:val="006F7A81"/>
    <w:rsid w:val="006F7AAE"/>
    <w:rsid w:val="006F7DC9"/>
    <w:rsid w:val="00700015"/>
    <w:rsid w:val="007016D2"/>
    <w:rsid w:val="00701A53"/>
    <w:rsid w:val="00701D84"/>
    <w:rsid w:val="00702B80"/>
    <w:rsid w:val="00703C8D"/>
    <w:rsid w:val="00704940"/>
    <w:rsid w:val="00704D50"/>
    <w:rsid w:val="007052FA"/>
    <w:rsid w:val="00705400"/>
    <w:rsid w:val="007068F2"/>
    <w:rsid w:val="00706AFA"/>
    <w:rsid w:val="00706F5D"/>
    <w:rsid w:val="0070761F"/>
    <w:rsid w:val="0070774F"/>
    <w:rsid w:val="00707AB2"/>
    <w:rsid w:val="00707E72"/>
    <w:rsid w:val="007102EA"/>
    <w:rsid w:val="007105D9"/>
    <w:rsid w:val="007113E6"/>
    <w:rsid w:val="00711537"/>
    <w:rsid w:val="00711540"/>
    <w:rsid w:val="00711B17"/>
    <w:rsid w:val="00712026"/>
    <w:rsid w:val="00712D90"/>
    <w:rsid w:val="007131B0"/>
    <w:rsid w:val="007131BC"/>
    <w:rsid w:val="007147F4"/>
    <w:rsid w:val="00715F34"/>
    <w:rsid w:val="00716A7A"/>
    <w:rsid w:val="0072046E"/>
    <w:rsid w:val="0072121E"/>
    <w:rsid w:val="00721271"/>
    <w:rsid w:val="007220B0"/>
    <w:rsid w:val="00723F60"/>
    <w:rsid w:val="0072402C"/>
    <w:rsid w:val="00724387"/>
    <w:rsid w:val="00724629"/>
    <w:rsid w:val="0072499C"/>
    <w:rsid w:val="00724CB2"/>
    <w:rsid w:val="007258BF"/>
    <w:rsid w:val="007259B4"/>
    <w:rsid w:val="0072616A"/>
    <w:rsid w:val="00726381"/>
    <w:rsid w:val="00726C36"/>
    <w:rsid w:val="00726DBE"/>
    <w:rsid w:val="007278B7"/>
    <w:rsid w:val="007300E0"/>
    <w:rsid w:val="0073062F"/>
    <w:rsid w:val="00731062"/>
    <w:rsid w:val="00731621"/>
    <w:rsid w:val="00732B0E"/>
    <w:rsid w:val="00732DB5"/>
    <w:rsid w:val="0073407E"/>
    <w:rsid w:val="00734919"/>
    <w:rsid w:val="00735DCC"/>
    <w:rsid w:val="007363FB"/>
    <w:rsid w:val="0073792F"/>
    <w:rsid w:val="00737AD1"/>
    <w:rsid w:val="00740342"/>
    <w:rsid w:val="00740549"/>
    <w:rsid w:val="00740D33"/>
    <w:rsid w:val="00740DEC"/>
    <w:rsid w:val="00740FA3"/>
    <w:rsid w:val="0074108C"/>
    <w:rsid w:val="00741AF9"/>
    <w:rsid w:val="00743817"/>
    <w:rsid w:val="00744002"/>
    <w:rsid w:val="007442E1"/>
    <w:rsid w:val="00744735"/>
    <w:rsid w:val="0074547B"/>
    <w:rsid w:val="00745644"/>
    <w:rsid w:val="0074653D"/>
    <w:rsid w:val="007473B9"/>
    <w:rsid w:val="00747E41"/>
    <w:rsid w:val="00750CD2"/>
    <w:rsid w:val="00750D6A"/>
    <w:rsid w:val="00750DFB"/>
    <w:rsid w:val="007518BB"/>
    <w:rsid w:val="00751D21"/>
    <w:rsid w:val="00753C50"/>
    <w:rsid w:val="0075423D"/>
    <w:rsid w:val="0075443F"/>
    <w:rsid w:val="007544CA"/>
    <w:rsid w:val="00754D0F"/>
    <w:rsid w:val="00755722"/>
    <w:rsid w:val="0075608D"/>
    <w:rsid w:val="007564E6"/>
    <w:rsid w:val="00756A05"/>
    <w:rsid w:val="00757508"/>
    <w:rsid w:val="00760419"/>
    <w:rsid w:val="00761D3B"/>
    <w:rsid w:val="00762196"/>
    <w:rsid w:val="00762AD6"/>
    <w:rsid w:val="00762B57"/>
    <w:rsid w:val="00762CD5"/>
    <w:rsid w:val="0076330E"/>
    <w:rsid w:val="007638D5"/>
    <w:rsid w:val="00763D56"/>
    <w:rsid w:val="00764618"/>
    <w:rsid w:val="007649E5"/>
    <w:rsid w:val="00765479"/>
    <w:rsid w:val="007658F2"/>
    <w:rsid w:val="00766B1A"/>
    <w:rsid w:val="007672E4"/>
    <w:rsid w:val="00770037"/>
    <w:rsid w:val="00770184"/>
    <w:rsid w:val="0077199F"/>
    <w:rsid w:val="007724E0"/>
    <w:rsid w:val="007735D8"/>
    <w:rsid w:val="00773670"/>
    <w:rsid w:val="00774BDC"/>
    <w:rsid w:val="007773CA"/>
    <w:rsid w:val="00777930"/>
    <w:rsid w:val="00780763"/>
    <w:rsid w:val="00780A2F"/>
    <w:rsid w:val="00780BC9"/>
    <w:rsid w:val="00781DFC"/>
    <w:rsid w:val="007824DA"/>
    <w:rsid w:val="00783AE3"/>
    <w:rsid w:val="007842B7"/>
    <w:rsid w:val="00784DFE"/>
    <w:rsid w:val="00786A80"/>
    <w:rsid w:val="007870FB"/>
    <w:rsid w:val="0078761A"/>
    <w:rsid w:val="00787D3D"/>
    <w:rsid w:val="00790685"/>
    <w:rsid w:val="00790760"/>
    <w:rsid w:val="00791AD1"/>
    <w:rsid w:val="00792092"/>
    <w:rsid w:val="00792585"/>
    <w:rsid w:val="007929A2"/>
    <w:rsid w:val="00792E5F"/>
    <w:rsid w:val="007932C9"/>
    <w:rsid w:val="00793E8C"/>
    <w:rsid w:val="00794AD7"/>
    <w:rsid w:val="00794CE3"/>
    <w:rsid w:val="00795A32"/>
    <w:rsid w:val="00796CC0"/>
    <w:rsid w:val="007973DB"/>
    <w:rsid w:val="007979B3"/>
    <w:rsid w:val="00797A69"/>
    <w:rsid w:val="00797B7D"/>
    <w:rsid w:val="007A07C5"/>
    <w:rsid w:val="007A09E6"/>
    <w:rsid w:val="007A12A1"/>
    <w:rsid w:val="007A1579"/>
    <w:rsid w:val="007A16CD"/>
    <w:rsid w:val="007A3C8F"/>
    <w:rsid w:val="007A45C8"/>
    <w:rsid w:val="007A6309"/>
    <w:rsid w:val="007A745D"/>
    <w:rsid w:val="007A790B"/>
    <w:rsid w:val="007B0161"/>
    <w:rsid w:val="007B16CA"/>
    <w:rsid w:val="007B1982"/>
    <w:rsid w:val="007B34AC"/>
    <w:rsid w:val="007B58A7"/>
    <w:rsid w:val="007B5EE4"/>
    <w:rsid w:val="007B633E"/>
    <w:rsid w:val="007B6774"/>
    <w:rsid w:val="007B7110"/>
    <w:rsid w:val="007B7DD9"/>
    <w:rsid w:val="007B7E27"/>
    <w:rsid w:val="007B7E70"/>
    <w:rsid w:val="007C056A"/>
    <w:rsid w:val="007C17ED"/>
    <w:rsid w:val="007C194F"/>
    <w:rsid w:val="007C31D4"/>
    <w:rsid w:val="007C3661"/>
    <w:rsid w:val="007C3837"/>
    <w:rsid w:val="007C3FD3"/>
    <w:rsid w:val="007C4D2C"/>
    <w:rsid w:val="007C4FF3"/>
    <w:rsid w:val="007C5F75"/>
    <w:rsid w:val="007C64F0"/>
    <w:rsid w:val="007C7629"/>
    <w:rsid w:val="007C76B7"/>
    <w:rsid w:val="007C7A8C"/>
    <w:rsid w:val="007D0C3D"/>
    <w:rsid w:val="007D0D3A"/>
    <w:rsid w:val="007D0D5A"/>
    <w:rsid w:val="007D11E4"/>
    <w:rsid w:val="007D1664"/>
    <w:rsid w:val="007D1ECF"/>
    <w:rsid w:val="007D1F12"/>
    <w:rsid w:val="007D205E"/>
    <w:rsid w:val="007D2285"/>
    <w:rsid w:val="007D2650"/>
    <w:rsid w:val="007D2EA1"/>
    <w:rsid w:val="007D43F7"/>
    <w:rsid w:val="007D4E2A"/>
    <w:rsid w:val="007D5314"/>
    <w:rsid w:val="007D568C"/>
    <w:rsid w:val="007D58C1"/>
    <w:rsid w:val="007D5B26"/>
    <w:rsid w:val="007D5D11"/>
    <w:rsid w:val="007D6445"/>
    <w:rsid w:val="007D6589"/>
    <w:rsid w:val="007D6AFB"/>
    <w:rsid w:val="007E1127"/>
    <w:rsid w:val="007E14B7"/>
    <w:rsid w:val="007E1F4F"/>
    <w:rsid w:val="007E22CC"/>
    <w:rsid w:val="007E272E"/>
    <w:rsid w:val="007E3992"/>
    <w:rsid w:val="007E4075"/>
    <w:rsid w:val="007E4217"/>
    <w:rsid w:val="007E5402"/>
    <w:rsid w:val="007E59CD"/>
    <w:rsid w:val="007E6097"/>
    <w:rsid w:val="007E6A2C"/>
    <w:rsid w:val="007E6B3F"/>
    <w:rsid w:val="007E6FAF"/>
    <w:rsid w:val="007E73D9"/>
    <w:rsid w:val="007E754F"/>
    <w:rsid w:val="007E7A52"/>
    <w:rsid w:val="007E7D85"/>
    <w:rsid w:val="007E7FF5"/>
    <w:rsid w:val="007F25A7"/>
    <w:rsid w:val="007F3056"/>
    <w:rsid w:val="007F3D04"/>
    <w:rsid w:val="007F3DF2"/>
    <w:rsid w:val="007F5702"/>
    <w:rsid w:val="007F6D6C"/>
    <w:rsid w:val="007F79B5"/>
    <w:rsid w:val="00800144"/>
    <w:rsid w:val="0080105F"/>
    <w:rsid w:val="0080173A"/>
    <w:rsid w:val="0080181C"/>
    <w:rsid w:val="008022E7"/>
    <w:rsid w:val="0080459B"/>
    <w:rsid w:val="0080489B"/>
    <w:rsid w:val="00805407"/>
    <w:rsid w:val="00805905"/>
    <w:rsid w:val="008060F3"/>
    <w:rsid w:val="00806500"/>
    <w:rsid w:val="008066A4"/>
    <w:rsid w:val="00806F4C"/>
    <w:rsid w:val="0081173A"/>
    <w:rsid w:val="00811946"/>
    <w:rsid w:val="00812109"/>
    <w:rsid w:val="008137D8"/>
    <w:rsid w:val="008164FB"/>
    <w:rsid w:val="00816AB2"/>
    <w:rsid w:val="00816DA6"/>
    <w:rsid w:val="00816E96"/>
    <w:rsid w:val="00816F31"/>
    <w:rsid w:val="00820262"/>
    <w:rsid w:val="008207BF"/>
    <w:rsid w:val="00821315"/>
    <w:rsid w:val="00821636"/>
    <w:rsid w:val="00822145"/>
    <w:rsid w:val="00822279"/>
    <w:rsid w:val="00822D3F"/>
    <w:rsid w:val="0082370E"/>
    <w:rsid w:val="00823911"/>
    <w:rsid w:val="00823BF7"/>
    <w:rsid w:val="00824A2A"/>
    <w:rsid w:val="0082627D"/>
    <w:rsid w:val="00826614"/>
    <w:rsid w:val="008274E2"/>
    <w:rsid w:val="00827715"/>
    <w:rsid w:val="008278CC"/>
    <w:rsid w:val="00827CD7"/>
    <w:rsid w:val="00830488"/>
    <w:rsid w:val="00830D6D"/>
    <w:rsid w:val="00831753"/>
    <w:rsid w:val="008317FD"/>
    <w:rsid w:val="00831834"/>
    <w:rsid w:val="00831C87"/>
    <w:rsid w:val="00831E14"/>
    <w:rsid w:val="00833F46"/>
    <w:rsid w:val="00835281"/>
    <w:rsid w:val="008354BC"/>
    <w:rsid w:val="00835C87"/>
    <w:rsid w:val="00835D01"/>
    <w:rsid w:val="00836E5B"/>
    <w:rsid w:val="00836E94"/>
    <w:rsid w:val="0083729D"/>
    <w:rsid w:val="00837F31"/>
    <w:rsid w:val="008409F0"/>
    <w:rsid w:val="00842673"/>
    <w:rsid w:val="00842762"/>
    <w:rsid w:val="00842F86"/>
    <w:rsid w:val="008432B8"/>
    <w:rsid w:val="008440F0"/>
    <w:rsid w:val="00845769"/>
    <w:rsid w:val="008465CF"/>
    <w:rsid w:val="00846C3B"/>
    <w:rsid w:val="00847B53"/>
    <w:rsid w:val="00850FA3"/>
    <w:rsid w:val="00851A1B"/>
    <w:rsid w:val="00852122"/>
    <w:rsid w:val="0085369A"/>
    <w:rsid w:val="0085390A"/>
    <w:rsid w:val="00853BDA"/>
    <w:rsid w:val="00853FB8"/>
    <w:rsid w:val="00854294"/>
    <w:rsid w:val="00854A6B"/>
    <w:rsid w:val="0085531D"/>
    <w:rsid w:val="00855914"/>
    <w:rsid w:val="00857807"/>
    <w:rsid w:val="00857D84"/>
    <w:rsid w:val="00860A26"/>
    <w:rsid w:val="00860B50"/>
    <w:rsid w:val="0086125C"/>
    <w:rsid w:val="0086320B"/>
    <w:rsid w:val="00863E94"/>
    <w:rsid w:val="00864929"/>
    <w:rsid w:val="00865FC2"/>
    <w:rsid w:val="00866074"/>
    <w:rsid w:val="00866120"/>
    <w:rsid w:val="00866317"/>
    <w:rsid w:val="00866E2B"/>
    <w:rsid w:val="00871B42"/>
    <w:rsid w:val="00874966"/>
    <w:rsid w:val="00874CB8"/>
    <w:rsid w:val="00876DF1"/>
    <w:rsid w:val="0087778E"/>
    <w:rsid w:val="008779CF"/>
    <w:rsid w:val="00877C68"/>
    <w:rsid w:val="00877D60"/>
    <w:rsid w:val="00877F71"/>
    <w:rsid w:val="008808CC"/>
    <w:rsid w:val="00880F32"/>
    <w:rsid w:val="008816E9"/>
    <w:rsid w:val="00883949"/>
    <w:rsid w:val="00883F56"/>
    <w:rsid w:val="008856FA"/>
    <w:rsid w:val="00886A66"/>
    <w:rsid w:val="00886C92"/>
    <w:rsid w:val="00886D23"/>
    <w:rsid w:val="0088700C"/>
    <w:rsid w:val="008874C2"/>
    <w:rsid w:val="00887B41"/>
    <w:rsid w:val="008907C2"/>
    <w:rsid w:val="00891C25"/>
    <w:rsid w:val="00891CE9"/>
    <w:rsid w:val="00891F98"/>
    <w:rsid w:val="00892035"/>
    <w:rsid w:val="0089207B"/>
    <w:rsid w:val="008932B4"/>
    <w:rsid w:val="00893F99"/>
    <w:rsid w:val="0089423E"/>
    <w:rsid w:val="00895065"/>
    <w:rsid w:val="0089559D"/>
    <w:rsid w:val="00895A5B"/>
    <w:rsid w:val="00896D1A"/>
    <w:rsid w:val="00897084"/>
    <w:rsid w:val="008A00C3"/>
    <w:rsid w:val="008A05D2"/>
    <w:rsid w:val="008A1BEF"/>
    <w:rsid w:val="008A456B"/>
    <w:rsid w:val="008A4E6F"/>
    <w:rsid w:val="008A581C"/>
    <w:rsid w:val="008A5A49"/>
    <w:rsid w:val="008A630E"/>
    <w:rsid w:val="008A6461"/>
    <w:rsid w:val="008A72BD"/>
    <w:rsid w:val="008A77A2"/>
    <w:rsid w:val="008A7BDD"/>
    <w:rsid w:val="008B01F7"/>
    <w:rsid w:val="008B04AF"/>
    <w:rsid w:val="008B1FDD"/>
    <w:rsid w:val="008B2125"/>
    <w:rsid w:val="008B225B"/>
    <w:rsid w:val="008B29CC"/>
    <w:rsid w:val="008B3F38"/>
    <w:rsid w:val="008B5BF4"/>
    <w:rsid w:val="008B5EDD"/>
    <w:rsid w:val="008B77B9"/>
    <w:rsid w:val="008B79D9"/>
    <w:rsid w:val="008C1301"/>
    <w:rsid w:val="008C1400"/>
    <w:rsid w:val="008C1837"/>
    <w:rsid w:val="008C1CC7"/>
    <w:rsid w:val="008C2110"/>
    <w:rsid w:val="008C3927"/>
    <w:rsid w:val="008C480B"/>
    <w:rsid w:val="008C4AAA"/>
    <w:rsid w:val="008C4CB5"/>
    <w:rsid w:val="008C5D1C"/>
    <w:rsid w:val="008C670E"/>
    <w:rsid w:val="008C6DC5"/>
    <w:rsid w:val="008C6EAD"/>
    <w:rsid w:val="008D0165"/>
    <w:rsid w:val="008D01F8"/>
    <w:rsid w:val="008D02C7"/>
    <w:rsid w:val="008D04C0"/>
    <w:rsid w:val="008D10A6"/>
    <w:rsid w:val="008D17CD"/>
    <w:rsid w:val="008D271E"/>
    <w:rsid w:val="008D2B99"/>
    <w:rsid w:val="008D3B4B"/>
    <w:rsid w:val="008D40CF"/>
    <w:rsid w:val="008D4D6D"/>
    <w:rsid w:val="008D4E95"/>
    <w:rsid w:val="008D69FF"/>
    <w:rsid w:val="008D6CB2"/>
    <w:rsid w:val="008D7789"/>
    <w:rsid w:val="008D7793"/>
    <w:rsid w:val="008D7950"/>
    <w:rsid w:val="008D7C17"/>
    <w:rsid w:val="008E0854"/>
    <w:rsid w:val="008E1475"/>
    <w:rsid w:val="008E2011"/>
    <w:rsid w:val="008E383D"/>
    <w:rsid w:val="008E3FA1"/>
    <w:rsid w:val="008E41E0"/>
    <w:rsid w:val="008E577A"/>
    <w:rsid w:val="008E6137"/>
    <w:rsid w:val="008E6273"/>
    <w:rsid w:val="008E6D08"/>
    <w:rsid w:val="008E6F5F"/>
    <w:rsid w:val="008E7D37"/>
    <w:rsid w:val="008F02E5"/>
    <w:rsid w:val="008F0D83"/>
    <w:rsid w:val="008F1A57"/>
    <w:rsid w:val="008F1D86"/>
    <w:rsid w:val="008F367B"/>
    <w:rsid w:val="008F3D38"/>
    <w:rsid w:val="008F4CE7"/>
    <w:rsid w:val="008F5005"/>
    <w:rsid w:val="008F5D78"/>
    <w:rsid w:val="008F5DD7"/>
    <w:rsid w:val="008F5FDC"/>
    <w:rsid w:val="008F77E8"/>
    <w:rsid w:val="008F77FF"/>
    <w:rsid w:val="008F7BC1"/>
    <w:rsid w:val="00900498"/>
    <w:rsid w:val="00900CBC"/>
    <w:rsid w:val="00901531"/>
    <w:rsid w:val="0090176D"/>
    <w:rsid w:val="0090211C"/>
    <w:rsid w:val="00902F40"/>
    <w:rsid w:val="009037B9"/>
    <w:rsid w:val="00904295"/>
    <w:rsid w:val="00904889"/>
    <w:rsid w:val="009057C5"/>
    <w:rsid w:val="00906500"/>
    <w:rsid w:val="0090770D"/>
    <w:rsid w:val="00910A54"/>
    <w:rsid w:val="009118CB"/>
    <w:rsid w:val="00911B69"/>
    <w:rsid w:val="00911F2D"/>
    <w:rsid w:val="009125A2"/>
    <w:rsid w:val="00914AB3"/>
    <w:rsid w:val="00915C08"/>
    <w:rsid w:val="009165A0"/>
    <w:rsid w:val="00916967"/>
    <w:rsid w:val="00917C3E"/>
    <w:rsid w:val="009202F7"/>
    <w:rsid w:val="00920388"/>
    <w:rsid w:val="0092224A"/>
    <w:rsid w:val="00922712"/>
    <w:rsid w:val="009229C2"/>
    <w:rsid w:val="00922C6C"/>
    <w:rsid w:val="0092349A"/>
    <w:rsid w:val="009236AD"/>
    <w:rsid w:val="009244F2"/>
    <w:rsid w:val="00924B73"/>
    <w:rsid w:val="009252AF"/>
    <w:rsid w:val="00926744"/>
    <w:rsid w:val="00927EC8"/>
    <w:rsid w:val="009301BF"/>
    <w:rsid w:val="00930A02"/>
    <w:rsid w:val="00930DBA"/>
    <w:rsid w:val="00930FCE"/>
    <w:rsid w:val="009315BC"/>
    <w:rsid w:val="00931D8F"/>
    <w:rsid w:val="00932230"/>
    <w:rsid w:val="00932364"/>
    <w:rsid w:val="00932466"/>
    <w:rsid w:val="00933DFD"/>
    <w:rsid w:val="00934591"/>
    <w:rsid w:val="009364B2"/>
    <w:rsid w:val="0093673F"/>
    <w:rsid w:val="009369BB"/>
    <w:rsid w:val="00937548"/>
    <w:rsid w:val="00937A16"/>
    <w:rsid w:val="009400C6"/>
    <w:rsid w:val="00940336"/>
    <w:rsid w:val="009408F2"/>
    <w:rsid w:val="00940BA3"/>
    <w:rsid w:val="00940C23"/>
    <w:rsid w:val="00941428"/>
    <w:rsid w:val="00941677"/>
    <w:rsid w:val="00941A93"/>
    <w:rsid w:val="00941FA6"/>
    <w:rsid w:val="00942E4F"/>
    <w:rsid w:val="00943835"/>
    <w:rsid w:val="00943871"/>
    <w:rsid w:val="00943BAA"/>
    <w:rsid w:val="00943D58"/>
    <w:rsid w:val="009446D7"/>
    <w:rsid w:val="00945A35"/>
    <w:rsid w:val="00950352"/>
    <w:rsid w:val="00950784"/>
    <w:rsid w:val="00950A54"/>
    <w:rsid w:val="009511D9"/>
    <w:rsid w:val="0095123F"/>
    <w:rsid w:val="0095194F"/>
    <w:rsid w:val="00951E8C"/>
    <w:rsid w:val="00952117"/>
    <w:rsid w:val="0095274E"/>
    <w:rsid w:val="00953201"/>
    <w:rsid w:val="009536E5"/>
    <w:rsid w:val="009536F6"/>
    <w:rsid w:val="00953905"/>
    <w:rsid w:val="00953F42"/>
    <w:rsid w:val="00954682"/>
    <w:rsid w:val="009550DD"/>
    <w:rsid w:val="009553FB"/>
    <w:rsid w:val="009561EC"/>
    <w:rsid w:val="00956350"/>
    <w:rsid w:val="009564E0"/>
    <w:rsid w:val="0095651B"/>
    <w:rsid w:val="009568D4"/>
    <w:rsid w:val="0095715D"/>
    <w:rsid w:val="00960D1E"/>
    <w:rsid w:val="00961ED6"/>
    <w:rsid w:val="00963311"/>
    <w:rsid w:val="009637A7"/>
    <w:rsid w:val="00963F37"/>
    <w:rsid w:val="00964B66"/>
    <w:rsid w:val="00964B9D"/>
    <w:rsid w:val="00965021"/>
    <w:rsid w:val="00965270"/>
    <w:rsid w:val="00965625"/>
    <w:rsid w:val="0096594D"/>
    <w:rsid w:val="00965AF8"/>
    <w:rsid w:val="0096659A"/>
    <w:rsid w:val="00966780"/>
    <w:rsid w:val="009668CC"/>
    <w:rsid w:val="009671B9"/>
    <w:rsid w:val="009677CE"/>
    <w:rsid w:val="00967820"/>
    <w:rsid w:val="00967942"/>
    <w:rsid w:val="00970A28"/>
    <w:rsid w:val="009715EB"/>
    <w:rsid w:val="00972091"/>
    <w:rsid w:val="009725FE"/>
    <w:rsid w:val="00972877"/>
    <w:rsid w:val="0097383B"/>
    <w:rsid w:val="00973AF6"/>
    <w:rsid w:val="00973C84"/>
    <w:rsid w:val="00974D53"/>
    <w:rsid w:val="009756AA"/>
    <w:rsid w:val="009768EE"/>
    <w:rsid w:val="009776DF"/>
    <w:rsid w:val="00977C7C"/>
    <w:rsid w:val="00977EE2"/>
    <w:rsid w:val="0098031F"/>
    <w:rsid w:val="00980577"/>
    <w:rsid w:val="0098070A"/>
    <w:rsid w:val="00980962"/>
    <w:rsid w:val="0098099E"/>
    <w:rsid w:val="009810C0"/>
    <w:rsid w:val="00981BB7"/>
    <w:rsid w:val="00981E52"/>
    <w:rsid w:val="009827CD"/>
    <w:rsid w:val="00982ABD"/>
    <w:rsid w:val="00983833"/>
    <w:rsid w:val="00983DB4"/>
    <w:rsid w:val="009842E3"/>
    <w:rsid w:val="009850BB"/>
    <w:rsid w:val="00985C7D"/>
    <w:rsid w:val="00985D7C"/>
    <w:rsid w:val="00985EDB"/>
    <w:rsid w:val="00987566"/>
    <w:rsid w:val="00990778"/>
    <w:rsid w:val="009930AE"/>
    <w:rsid w:val="009931F8"/>
    <w:rsid w:val="009932DD"/>
    <w:rsid w:val="00993E1C"/>
    <w:rsid w:val="0099473B"/>
    <w:rsid w:val="0099579E"/>
    <w:rsid w:val="0099699C"/>
    <w:rsid w:val="00996B1E"/>
    <w:rsid w:val="00997848"/>
    <w:rsid w:val="00997880"/>
    <w:rsid w:val="0099798D"/>
    <w:rsid w:val="00997B2B"/>
    <w:rsid w:val="009A0C33"/>
    <w:rsid w:val="009A0D71"/>
    <w:rsid w:val="009A15F0"/>
    <w:rsid w:val="009A16D4"/>
    <w:rsid w:val="009A16EA"/>
    <w:rsid w:val="009A198D"/>
    <w:rsid w:val="009A1BFB"/>
    <w:rsid w:val="009A2849"/>
    <w:rsid w:val="009A3660"/>
    <w:rsid w:val="009A47E4"/>
    <w:rsid w:val="009A4CD6"/>
    <w:rsid w:val="009A5136"/>
    <w:rsid w:val="009A5548"/>
    <w:rsid w:val="009A5EE0"/>
    <w:rsid w:val="009A61F8"/>
    <w:rsid w:val="009A7321"/>
    <w:rsid w:val="009A75CB"/>
    <w:rsid w:val="009A79E2"/>
    <w:rsid w:val="009A7E88"/>
    <w:rsid w:val="009A7E90"/>
    <w:rsid w:val="009B0D3C"/>
    <w:rsid w:val="009B14E2"/>
    <w:rsid w:val="009B267B"/>
    <w:rsid w:val="009B2BCD"/>
    <w:rsid w:val="009B4341"/>
    <w:rsid w:val="009B4400"/>
    <w:rsid w:val="009B4BCF"/>
    <w:rsid w:val="009B56D8"/>
    <w:rsid w:val="009B6125"/>
    <w:rsid w:val="009B76EC"/>
    <w:rsid w:val="009B7A3B"/>
    <w:rsid w:val="009C0736"/>
    <w:rsid w:val="009C1072"/>
    <w:rsid w:val="009C1CE2"/>
    <w:rsid w:val="009C2714"/>
    <w:rsid w:val="009C3C62"/>
    <w:rsid w:val="009C3F58"/>
    <w:rsid w:val="009C48E1"/>
    <w:rsid w:val="009C4FFA"/>
    <w:rsid w:val="009C79CF"/>
    <w:rsid w:val="009C7BCC"/>
    <w:rsid w:val="009C7F72"/>
    <w:rsid w:val="009C7F96"/>
    <w:rsid w:val="009D0B23"/>
    <w:rsid w:val="009D0D1C"/>
    <w:rsid w:val="009D181E"/>
    <w:rsid w:val="009D3E1B"/>
    <w:rsid w:val="009D427B"/>
    <w:rsid w:val="009D4BEC"/>
    <w:rsid w:val="009D5A67"/>
    <w:rsid w:val="009D6039"/>
    <w:rsid w:val="009D6298"/>
    <w:rsid w:val="009D65A5"/>
    <w:rsid w:val="009D6FC3"/>
    <w:rsid w:val="009D6FF0"/>
    <w:rsid w:val="009D7852"/>
    <w:rsid w:val="009D7FA3"/>
    <w:rsid w:val="009E159F"/>
    <w:rsid w:val="009E1EFE"/>
    <w:rsid w:val="009E22D3"/>
    <w:rsid w:val="009E23B9"/>
    <w:rsid w:val="009E26D6"/>
    <w:rsid w:val="009E276A"/>
    <w:rsid w:val="009E3B2E"/>
    <w:rsid w:val="009E3CF5"/>
    <w:rsid w:val="009E4832"/>
    <w:rsid w:val="009E4873"/>
    <w:rsid w:val="009E4F84"/>
    <w:rsid w:val="009E559B"/>
    <w:rsid w:val="009E6762"/>
    <w:rsid w:val="009E6F58"/>
    <w:rsid w:val="009E75E0"/>
    <w:rsid w:val="009E77C7"/>
    <w:rsid w:val="009F12EE"/>
    <w:rsid w:val="009F27C2"/>
    <w:rsid w:val="009F2842"/>
    <w:rsid w:val="009F2F99"/>
    <w:rsid w:val="009F38AC"/>
    <w:rsid w:val="009F42CE"/>
    <w:rsid w:val="009F4E20"/>
    <w:rsid w:val="009F513A"/>
    <w:rsid w:val="009F5AAD"/>
    <w:rsid w:val="009F6F97"/>
    <w:rsid w:val="009F7258"/>
    <w:rsid w:val="009F7B44"/>
    <w:rsid w:val="009F7F00"/>
    <w:rsid w:val="009F7F0B"/>
    <w:rsid w:val="00A004C3"/>
    <w:rsid w:val="00A00753"/>
    <w:rsid w:val="00A008DD"/>
    <w:rsid w:val="00A010AD"/>
    <w:rsid w:val="00A0117D"/>
    <w:rsid w:val="00A0244D"/>
    <w:rsid w:val="00A0244F"/>
    <w:rsid w:val="00A02CFE"/>
    <w:rsid w:val="00A049EB"/>
    <w:rsid w:val="00A04A54"/>
    <w:rsid w:val="00A04B6C"/>
    <w:rsid w:val="00A04F55"/>
    <w:rsid w:val="00A051E5"/>
    <w:rsid w:val="00A0605F"/>
    <w:rsid w:val="00A068F8"/>
    <w:rsid w:val="00A074DF"/>
    <w:rsid w:val="00A075FE"/>
    <w:rsid w:val="00A10241"/>
    <w:rsid w:val="00A104FF"/>
    <w:rsid w:val="00A10BB0"/>
    <w:rsid w:val="00A116FB"/>
    <w:rsid w:val="00A11745"/>
    <w:rsid w:val="00A11F90"/>
    <w:rsid w:val="00A1254F"/>
    <w:rsid w:val="00A13DBD"/>
    <w:rsid w:val="00A14C37"/>
    <w:rsid w:val="00A155C7"/>
    <w:rsid w:val="00A15BA0"/>
    <w:rsid w:val="00A16357"/>
    <w:rsid w:val="00A16D4D"/>
    <w:rsid w:val="00A206EB"/>
    <w:rsid w:val="00A20D48"/>
    <w:rsid w:val="00A21068"/>
    <w:rsid w:val="00A21C68"/>
    <w:rsid w:val="00A221D6"/>
    <w:rsid w:val="00A222C3"/>
    <w:rsid w:val="00A2316E"/>
    <w:rsid w:val="00A239E5"/>
    <w:rsid w:val="00A23BC5"/>
    <w:rsid w:val="00A24570"/>
    <w:rsid w:val="00A24992"/>
    <w:rsid w:val="00A25475"/>
    <w:rsid w:val="00A265EB"/>
    <w:rsid w:val="00A30243"/>
    <w:rsid w:val="00A30AD7"/>
    <w:rsid w:val="00A30D5A"/>
    <w:rsid w:val="00A310E2"/>
    <w:rsid w:val="00A31159"/>
    <w:rsid w:val="00A31C64"/>
    <w:rsid w:val="00A31D2A"/>
    <w:rsid w:val="00A32ED2"/>
    <w:rsid w:val="00A32F05"/>
    <w:rsid w:val="00A33920"/>
    <w:rsid w:val="00A33B38"/>
    <w:rsid w:val="00A3411D"/>
    <w:rsid w:val="00A344C1"/>
    <w:rsid w:val="00A34A7E"/>
    <w:rsid w:val="00A3522B"/>
    <w:rsid w:val="00A359F8"/>
    <w:rsid w:val="00A367D1"/>
    <w:rsid w:val="00A36995"/>
    <w:rsid w:val="00A37AB1"/>
    <w:rsid w:val="00A37B32"/>
    <w:rsid w:val="00A37BDD"/>
    <w:rsid w:val="00A4004C"/>
    <w:rsid w:val="00A40A9E"/>
    <w:rsid w:val="00A40F92"/>
    <w:rsid w:val="00A41249"/>
    <w:rsid w:val="00A418B0"/>
    <w:rsid w:val="00A41C27"/>
    <w:rsid w:val="00A420BA"/>
    <w:rsid w:val="00A42288"/>
    <w:rsid w:val="00A42BC3"/>
    <w:rsid w:val="00A42CA3"/>
    <w:rsid w:val="00A43A5F"/>
    <w:rsid w:val="00A4449D"/>
    <w:rsid w:val="00A44ACE"/>
    <w:rsid w:val="00A44EE6"/>
    <w:rsid w:val="00A45676"/>
    <w:rsid w:val="00A460DB"/>
    <w:rsid w:val="00A46456"/>
    <w:rsid w:val="00A46C59"/>
    <w:rsid w:val="00A479ED"/>
    <w:rsid w:val="00A47C1C"/>
    <w:rsid w:val="00A509CB"/>
    <w:rsid w:val="00A50A48"/>
    <w:rsid w:val="00A511A4"/>
    <w:rsid w:val="00A5157E"/>
    <w:rsid w:val="00A51C40"/>
    <w:rsid w:val="00A521EB"/>
    <w:rsid w:val="00A52FAE"/>
    <w:rsid w:val="00A532B4"/>
    <w:rsid w:val="00A53989"/>
    <w:rsid w:val="00A550BA"/>
    <w:rsid w:val="00A55264"/>
    <w:rsid w:val="00A55B23"/>
    <w:rsid w:val="00A55CD0"/>
    <w:rsid w:val="00A56521"/>
    <w:rsid w:val="00A56C99"/>
    <w:rsid w:val="00A571C5"/>
    <w:rsid w:val="00A57553"/>
    <w:rsid w:val="00A576DC"/>
    <w:rsid w:val="00A60517"/>
    <w:rsid w:val="00A6055C"/>
    <w:rsid w:val="00A60629"/>
    <w:rsid w:val="00A60DF3"/>
    <w:rsid w:val="00A617C8"/>
    <w:rsid w:val="00A61A28"/>
    <w:rsid w:val="00A63124"/>
    <w:rsid w:val="00A63164"/>
    <w:rsid w:val="00A6377D"/>
    <w:rsid w:val="00A638AC"/>
    <w:rsid w:val="00A65168"/>
    <w:rsid w:val="00A65796"/>
    <w:rsid w:val="00A66330"/>
    <w:rsid w:val="00A66557"/>
    <w:rsid w:val="00A6735C"/>
    <w:rsid w:val="00A6794D"/>
    <w:rsid w:val="00A70528"/>
    <w:rsid w:val="00A707D8"/>
    <w:rsid w:val="00A70D5E"/>
    <w:rsid w:val="00A71613"/>
    <w:rsid w:val="00A720E9"/>
    <w:rsid w:val="00A72BA9"/>
    <w:rsid w:val="00A73472"/>
    <w:rsid w:val="00A734D3"/>
    <w:rsid w:val="00A73611"/>
    <w:rsid w:val="00A747B5"/>
    <w:rsid w:val="00A75DC0"/>
    <w:rsid w:val="00A75E57"/>
    <w:rsid w:val="00A761C6"/>
    <w:rsid w:val="00A769BA"/>
    <w:rsid w:val="00A76B3E"/>
    <w:rsid w:val="00A76CFD"/>
    <w:rsid w:val="00A8032A"/>
    <w:rsid w:val="00A807AD"/>
    <w:rsid w:val="00A80BAD"/>
    <w:rsid w:val="00A80C68"/>
    <w:rsid w:val="00A82398"/>
    <w:rsid w:val="00A82F0A"/>
    <w:rsid w:val="00A83900"/>
    <w:rsid w:val="00A83906"/>
    <w:rsid w:val="00A841BA"/>
    <w:rsid w:val="00A84302"/>
    <w:rsid w:val="00A84D4E"/>
    <w:rsid w:val="00A84F50"/>
    <w:rsid w:val="00A857B2"/>
    <w:rsid w:val="00A876A0"/>
    <w:rsid w:val="00A908FE"/>
    <w:rsid w:val="00A9190E"/>
    <w:rsid w:val="00A92A54"/>
    <w:rsid w:val="00A92CB4"/>
    <w:rsid w:val="00A93002"/>
    <w:rsid w:val="00A93CF9"/>
    <w:rsid w:val="00A93E8B"/>
    <w:rsid w:val="00A94158"/>
    <w:rsid w:val="00A94DF6"/>
    <w:rsid w:val="00A96255"/>
    <w:rsid w:val="00A9664F"/>
    <w:rsid w:val="00A968F4"/>
    <w:rsid w:val="00A96EF5"/>
    <w:rsid w:val="00A96FAA"/>
    <w:rsid w:val="00A97384"/>
    <w:rsid w:val="00A9739E"/>
    <w:rsid w:val="00AA0580"/>
    <w:rsid w:val="00AA0A28"/>
    <w:rsid w:val="00AA24C4"/>
    <w:rsid w:val="00AA33E2"/>
    <w:rsid w:val="00AA491D"/>
    <w:rsid w:val="00AA5BE1"/>
    <w:rsid w:val="00AA75DD"/>
    <w:rsid w:val="00AA7A50"/>
    <w:rsid w:val="00AB07B9"/>
    <w:rsid w:val="00AB0AD0"/>
    <w:rsid w:val="00AB0EC0"/>
    <w:rsid w:val="00AB1AC0"/>
    <w:rsid w:val="00AB2973"/>
    <w:rsid w:val="00AB2D21"/>
    <w:rsid w:val="00AB3876"/>
    <w:rsid w:val="00AB46F5"/>
    <w:rsid w:val="00AB48F5"/>
    <w:rsid w:val="00AB601F"/>
    <w:rsid w:val="00AB64F1"/>
    <w:rsid w:val="00AB64FA"/>
    <w:rsid w:val="00AC05B6"/>
    <w:rsid w:val="00AC17D4"/>
    <w:rsid w:val="00AC1E34"/>
    <w:rsid w:val="00AC1F88"/>
    <w:rsid w:val="00AC3D83"/>
    <w:rsid w:val="00AC4462"/>
    <w:rsid w:val="00AC5567"/>
    <w:rsid w:val="00AC5B61"/>
    <w:rsid w:val="00AC6079"/>
    <w:rsid w:val="00AC63E2"/>
    <w:rsid w:val="00AC6415"/>
    <w:rsid w:val="00AC694B"/>
    <w:rsid w:val="00AC6FFE"/>
    <w:rsid w:val="00AC7131"/>
    <w:rsid w:val="00AC7F25"/>
    <w:rsid w:val="00AC7F53"/>
    <w:rsid w:val="00AD02F5"/>
    <w:rsid w:val="00AD0361"/>
    <w:rsid w:val="00AD09A6"/>
    <w:rsid w:val="00AD0B2B"/>
    <w:rsid w:val="00AD0E82"/>
    <w:rsid w:val="00AD1C78"/>
    <w:rsid w:val="00AD2A8E"/>
    <w:rsid w:val="00AD2DBA"/>
    <w:rsid w:val="00AD3E30"/>
    <w:rsid w:val="00AD4E63"/>
    <w:rsid w:val="00AD4ED1"/>
    <w:rsid w:val="00AD507E"/>
    <w:rsid w:val="00AD514E"/>
    <w:rsid w:val="00AD52E5"/>
    <w:rsid w:val="00AD5A3D"/>
    <w:rsid w:val="00AD776E"/>
    <w:rsid w:val="00AD7953"/>
    <w:rsid w:val="00AE0176"/>
    <w:rsid w:val="00AE06F2"/>
    <w:rsid w:val="00AE0989"/>
    <w:rsid w:val="00AE1190"/>
    <w:rsid w:val="00AE1274"/>
    <w:rsid w:val="00AE18DB"/>
    <w:rsid w:val="00AE1C3B"/>
    <w:rsid w:val="00AE25F0"/>
    <w:rsid w:val="00AE25F8"/>
    <w:rsid w:val="00AE2711"/>
    <w:rsid w:val="00AE3A68"/>
    <w:rsid w:val="00AE3D37"/>
    <w:rsid w:val="00AE3F41"/>
    <w:rsid w:val="00AE4039"/>
    <w:rsid w:val="00AE45CA"/>
    <w:rsid w:val="00AE4F40"/>
    <w:rsid w:val="00AF0662"/>
    <w:rsid w:val="00AF3487"/>
    <w:rsid w:val="00AF3DB3"/>
    <w:rsid w:val="00AF4FE3"/>
    <w:rsid w:val="00AF54D5"/>
    <w:rsid w:val="00AF6471"/>
    <w:rsid w:val="00AF6700"/>
    <w:rsid w:val="00AF6C91"/>
    <w:rsid w:val="00AF6CD9"/>
    <w:rsid w:val="00AF6EE4"/>
    <w:rsid w:val="00AF750B"/>
    <w:rsid w:val="00AF7782"/>
    <w:rsid w:val="00AF7788"/>
    <w:rsid w:val="00AF7A94"/>
    <w:rsid w:val="00AF7CEC"/>
    <w:rsid w:val="00AF7D76"/>
    <w:rsid w:val="00B0017A"/>
    <w:rsid w:val="00B013F8"/>
    <w:rsid w:val="00B01BB5"/>
    <w:rsid w:val="00B0223F"/>
    <w:rsid w:val="00B0269C"/>
    <w:rsid w:val="00B02E42"/>
    <w:rsid w:val="00B03C8A"/>
    <w:rsid w:val="00B04009"/>
    <w:rsid w:val="00B0414E"/>
    <w:rsid w:val="00B04F2E"/>
    <w:rsid w:val="00B04F92"/>
    <w:rsid w:val="00B0778B"/>
    <w:rsid w:val="00B07846"/>
    <w:rsid w:val="00B11C2D"/>
    <w:rsid w:val="00B1229C"/>
    <w:rsid w:val="00B12BAA"/>
    <w:rsid w:val="00B12C7E"/>
    <w:rsid w:val="00B135FE"/>
    <w:rsid w:val="00B1380B"/>
    <w:rsid w:val="00B13E98"/>
    <w:rsid w:val="00B143E0"/>
    <w:rsid w:val="00B14D36"/>
    <w:rsid w:val="00B15065"/>
    <w:rsid w:val="00B151A8"/>
    <w:rsid w:val="00B15FB6"/>
    <w:rsid w:val="00B1666D"/>
    <w:rsid w:val="00B17959"/>
    <w:rsid w:val="00B20688"/>
    <w:rsid w:val="00B206AE"/>
    <w:rsid w:val="00B211BC"/>
    <w:rsid w:val="00B212BA"/>
    <w:rsid w:val="00B22C0F"/>
    <w:rsid w:val="00B235F7"/>
    <w:rsid w:val="00B238E5"/>
    <w:rsid w:val="00B247E4"/>
    <w:rsid w:val="00B2500E"/>
    <w:rsid w:val="00B25408"/>
    <w:rsid w:val="00B25A9C"/>
    <w:rsid w:val="00B25DE5"/>
    <w:rsid w:val="00B26C10"/>
    <w:rsid w:val="00B27621"/>
    <w:rsid w:val="00B27695"/>
    <w:rsid w:val="00B27912"/>
    <w:rsid w:val="00B2798E"/>
    <w:rsid w:val="00B27D54"/>
    <w:rsid w:val="00B30249"/>
    <w:rsid w:val="00B3077E"/>
    <w:rsid w:val="00B3088A"/>
    <w:rsid w:val="00B30BBD"/>
    <w:rsid w:val="00B322A1"/>
    <w:rsid w:val="00B32429"/>
    <w:rsid w:val="00B32BFA"/>
    <w:rsid w:val="00B33010"/>
    <w:rsid w:val="00B34F90"/>
    <w:rsid w:val="00B35507"/>
    <w:rsid w:val="00B35810"/>
    <w:rsid w:val="00B35BC3"/>
    <w:rsid w:val="00B3601C"/>
    <w:rsid w:val="00B36C98"/>
    <w:rsid w:val="00B372AC"/>
    <w:rsid w:val="00B3734C"/>
    <w:rsid w:val="00B37B05"/>
    <w:rsid w:val="00B37B50"/>
    <w:rsid w:val="00B37DB6"/>
    <w:rsid w:val="00B37EB4"/>
    <w:rsid w:val="00B40542"/>
    <w:rsid w:val="00B41DF9"/>
    <w:rsid w:val="00B44187"/>
    <w:rsid w:val="00B443B1"/>
    <w:rsid w:val="00B453A8"/>
    <w:rsid w:val="00B457A0"/>
    <w:rsid w:val="00B459BD"/>
    <w:rsid w:val="00B45AE7"/>
    <w:rsid w:val="00B46C91"/>
    <w:rsid w:val="00B46F64"/>
    <w:rsid w:val="00B47905"/>
    <w:rsid w:val="00B5043E"/>
    <w:rsid w:val="00B5085D"/>
    <w:rsid w:val="00B50B38"/>
    <w:rsid w:val="00B50B5F"/>
    <w:rsid w:val="00B50E04"/>
    <w:rsid w:val="00B50E48"/>
    <w:rsid w:val="00B52AE2"/>
    <w:rsid w:val="00B52F31"/>
    <w:rsid w:val="00B5319F"/>
    <w:rsid w:val="00B539AB"/>
    <w:rsid w:val="00B545D3"/>
    <w:rsid w:val="00B54809"/>
    <w:rsid w:val="00B557FB"/>
    <w:rsid w:val="00B561AE"/>
    <w:rsid w:val="00B6054F"/>
    <w:rsid w:val="00B605EE"/>
    <w:rsid w:val="00B60887"/>
    <w:rsid w:val="00B617C7"/>
    <w:rsid w:val="00B61F7D"/>
    <w:rsid w:val="00B62C81"/>
    <w:rsid w:val="00B6390B"/>
    <w:rsid w:val="00B639FA"/>
    <w:rsid w:val="00B64285"/>
    <w:rsid w:val="00B644D8"/>
    <w:rsid w:val="00B64F30"/>
    <w:rsid w:val="00B65BC7"/>
    <w:rsid w:val="00B65E84"/>
    <w:rsid w:val="00B65FBD"/>
    <w:rsid w:val="00B66806"/>
    <w:rsid w:val="00B67FF4"/>
    <w:rsid w:val="00B7007D"/>
    <w:rsid w:val="00B70EDF"/>
    <w:rsid w:val="00B7254C"/>
    <w:rsid w:val="00B72ADB"/>
    <w:rsid w:val="00B72EE1"/>
    <w:rsid w:val="00B732C8"/>
    <w:rsid w:val="00B73D73"/>
    <w:rsid w:val="00B75305"/>
    <w:rsid w:val="00B75AB5"/>
    <w:rsid w:val="00B75C6E"/>
    <w:rsid w:val="00B765E2"/>
    <w:rsid w:val="00B770F2"/>
    <w:rsid w:val="00B801C9"/>
    <w:rsid w:val="00B80314"/>
    <w:rsid w:val="00B80C54"/>
    <w:rsid w:val="00B813DD"/>
    <w:rsid w:val="00B81708"/>
    <w:rsid w:val="00B820D8"/>
    <w:rsid w:val="00B82695"/>
    <w:rsid w:val="00B8288B"/>
    <w:rsid w:val="00B83FB7"/>
    <w:rsid w:val="00B84B16"/>
    <w:rsid w:val="00B84DBC"/>
    <w:rsid w:val="00B8557E"/>
    <w:rsid w:val="00B85C13"/>
    <w:rsid w:val="00B865B7"/>
    <w:rsid w:val="00B86B0D"/>
    <w:rsid w:val="00B871B6"/>
    <w:rsid w:val="00B877E4"/>
    <w:rsid w:val="00B8785D"/>
    <w:rsid w:val="00B91B1D"/>
    <w:rsid w:val="00B91DF8"/>
    <w:rsid w:val="00B9430C"/>
    <w:rsid w:val="00B955E1"/>
    <w:rsid w:val="00B95B0A"/>
    <w:rsid w:val="00B96DEE"/>
    <w:rsid w:val="00B9779A"/>
    <w:rsid w:val="00B97D0F"/>
    <w:rsid w:val="00B97ECF"/>
    <w:rsid w:val="00BA0320"/>
    <w:rsid w:val="00BA09F4"/>
    <w:rsid w:val="00BA0E48"/>
    <w:rsid w:val="00BA2611"/>
    <w:rsid w:val="00BA2639"/>
    <w:rsid w:val="00BA26BC"/>
    <w:rsid w:val="00BA3601"/>
    <w:rsid w:val="00BA39FF"/>
    <w:rsid w:val="00BA4E9D"/>
    <w:rsid w:val="00BA521A"/>
    <w:rsid w:val="00BA5B56"/>
    <w:rsid w:val="00BA5CAB"/>
    <w:rsid w:val="00BA7011"/>
    <w:rsid w:val="00BA77A9"/>
    <w:rsid w:val="00BB0F7C"/>
    <w:rsid w:val="00BB1D40"/>
    <w:rsid w:val="00BB2A58"/>
    <w:rsid w:val="00BB2C7A"/>
    <w:rsid w:val="00BB34A5"/>
    <w:rsid w:val="00BB3ED3"/>
    <w:rsid w:val="00BB3FD6"/>
    <w:rsid w:val="00BB40A4"/>
    <w:rsid w:val="00BB4A09"/>
    <w:rsid w:val="00BB65FB"/>
    <w:rsid w:val="00BB6E8F"/>
    <w:rsid w:val="00BB7CFE"/>
    <w:rsid w:val="00BC00E1"/>
    <w:rsid w:val="00BC065D"/>
    <w:rsid w:val="00BC1229"/>
    <w:rsid w:val="00BC2A1C"/>
    <w:rsid w:val="00BC2B84"/>
    <w:rsid w:val="00BC3B99"/>
    <w:rsid w:val="00BC4055"/>
    <w:rsid w:val="00BC4307"/>
    <w:rsid w:val="00BC5EE0"/>
    <w:rsid w:val="00BC62B7"/>
    <w:rsid w:val="00BC63FE"/>
    <w:rsid w:val="00BC68A9"/>
    <w:rsid w:val="00BC6C30"/>
    <w:rsid w:val="00BC70F5"/>
    <w:rsid w:val="00BC742F"/>
    <w:rsid w:val="00BC7BBA"/>
    <w:rsid w:val="00BD08ED"/>
    <w:rsid w:val="00BD251A"/>
    <w:rsid w:val="00BD2F37"/>
    <w:rsid w:val="00BD3B4D"/>
    <w:rsid w:val="00BD3EF5"/>
    <w:rsid w:val="00BD3F22"/>
    <w:rsid w:val="00BD4344"/>
    <w:rsid w:val="00BD4B40"/>
    <w:rsid w:val="00BD4F16"/>
    <w:rsid w:val="00BD5445"/>
    <w:rsid w:val="00BD54FC"/>
    <w:rsid w:val="00BD55C2"/>
    <w:rsid w:val="00BD56BF"/>
    <w:rsid w:val="00BD6F1F"/>
    <w:rsid w:val="00BD7059"/>
    <w:rsid w:val="00BD7957"/>
    <w:rsid w:val="00BE0041"/>
    <w:rsid w:val="00BE0D0E"/>
    <w:rsid w:val="00BE1863"/>
    <w:rsid w:val="00BE1D8E"/>
    <w:rsid w:val="00BE1F24"/>
    <w:rsid w:val="00BE2030"/>
    <w:rsid w:val="00BE335F"/>
    <w:rsid w:val="00BE39A9"/>
    <w:rsid w:val="00BE3CCF"/>
    <w:rsid w:val="00BE5282"/>
    <w:rsid w:val="00BE5CB2"/>
    <w:rsid w:val="00BE5CD2"/>
    <w:rsid w:val="00BF00CD"/>
    <w:rsid w:val="00BF0960"/>
    <w:rsid w:val="00BF0CCF"/>
    <w:rsid w:val="00BF10F9"/>
    <w:rsid w:val="00BF136C"/>
    <w:rsid w:val="00BF1BC8"/>
    <w:rsid w:val="00BF3018"/>
    <w:rsid w:val="00BF3E28"/>
    <w:rsid w:val="00BF3ECC"/>
    <w:rsid w:val="00BF3F65"/>
    <w:rsid w:val="00BF4F7A"/>
    <w:rsid w:val="00BF65F1"/>
    <w:rsid w:val="00BF7A84"/>
    <w:rsid w:val="00BF7FDA"/>
    <w:rsid w:val="00C004A4"/>
    <w:rsid w:val="00C00D82"/>
    <w:rsid w:val="00C00FFA"/>
    <w:rsid w:val="00C01107"/>
    <w:rsid w:val="00C01A3A"/>
    <w:rsid w:val="00C01B17"/>
    <w:rsid w:val="00C037C6"/>
    <w:rsid w:val="00C03C01"/>
    <w:rsid w:val="00C04431"/>
    <w:rsid w:val="00C0449F"/>
    <w:rsid w:val="00C06367"/>
    <w:rsid w:val="00C100B3"/>
    <w:rsid w:val="00C1052C"/>
    <w:rsid w:val="00C107B8"/>
    <w:rsid w:val="00C11791"/>
    <w:rsid w:val="00C11899"/>
    <w:rsid w:val="00C11F05"/>
    <w:rsid w:val="00C11FE0"/>
    <w:rsid w:val="00C123F0"/>
    <w:rsid w:val="00C12505"/>
    <w:rsid w:val="00C127A5"/>
    <w:rsid w:val="00C130DE"/>
    <w:rsid w:val="00C1439A"/>
    <w:rsid w:val="00C145A0"/>
    <w:rsid w:val="00C1480A"/>
    <w:rsid w:val="00C16531"/>
    <w:rsid w:val="00C16895"/>
    <w:rsid w:val="00C16AF0"/>
    <w:rsid w:val="00C16E69"/>
    <w:rsid w:val="00C16F29"/>
    <w:rsid w:val="00C17223"/>
    <w:rsid w:val="00C175F1"/>
    <w:rsid w:val="00C177A5"/>
    <w:rsid w:val="00C17EAF"/>
    <w:rsid w:val="00C204E5"/>
    <w:rsid w:val="00C210AF"/>
    <w:rsid w:val="00C214A1"/>
    <w:rsid w:val="00C21C95"/>
    <w:rsid w:val="00C22955"/>
    <w:rsid w:val="00C2356C"/>
    <w:rsid w:val="00C23B1C"/>
    <w:rsid w:val="00C240FD"/>
    <w:rsid w:val="00C252B7"/>
    <w:rsid w:val="00C25695"/>
    <w:rsid w:val="00C264EA"/>
    <w:rsid w:val="00C26792"/>
    <w:rsid w:val="00C268FD"/>
    <w:rsid w:val="00C26BAE"/>
    <w:rsid w:val="00C27164"/>
    <w:rsid w:val="00C272E8"/>
    <w:rsid w:val="00C27D7A"/>
    <w:rsid w:val="00C3187F"/>
    <w:rsid w:val="00C3360F"/>
    <w:rsid w:val="00C33BB3"/>
    <w:rsid w:val="00C34344"/>
    <w:rsid w:val="00C3439C"/>
    <w:rsid w:val="00C35A03"/>
    <w:rsid w:val="00C3603B"/>
    <w:rsid w:val="00C36759"/>
    <w:rsid w:val="00C36952"/>
    <w:rsid w:val="00C379D4"/>
    <w:rsid w:val="00C40E0F"/>
    <w:rsid w:val="00C4108A"/>
    <w:rsid w:val="00C4179D"/>
    <w:rsid w:val="00C41A08"/>
    <w:rsid w:val="00C4217D"/>
    <w:rsid w:val="00C42461"/>
    <w:rsid w:val="00C436F7"/>
    <w:rsid w:val="00C4452A"/>
    <w:rsid w:val="00C446EE"/>
    <w:rsid w:val="00C44BF6"/>
    <w:rsid w:val="00C455EB"/>
    <w:rsid w:val="00C472DC"/>
    <w:rsid w:val="00C47987"/>
    <w:rsid w:val="00C504D6"/>
    <w:rsid w:val="00C51354"/>
    <w:rsid w:val="00C51E35"/>
    <w:rsid w:val="00C52060"/>
    <w:rsid w:val="00C53E5D"/>
    <w:rsid w:val="00C54054"/>
    <w:rsid w:val="00C5425E"/>
    <w:rsid w:val="00C542D2"/>
    <w:rsid w:val="00C54370"/>
    <w:rsid w:val="00C56B2F"/>
    <w:rsid w:val="00C56E16"/>
    <w:rsid w:val="00C56F48"/>
    <w:rsid w:val="00C56F92"/>
    <w:rsid w:val="00C571DF"/>
    <w:rsid w:val="00C57EB4"/>
    <w:rsid w:val="00C60100"/>
    <w:rsid w:val="00C60C52"/>
    <w:rsid w:val="00C613B2"/>
    <w:rsid w:val="00C6171D"/>
    <w:rsid w:val="00C61BB0"/>
    <w:rsid w:val="00C61CB3"/>
    <w:rsid w:val="00C62F67"/>
    <w:rsid w:val="00C6474B"/>
    <w:rsid w:val="00C64ACD"/>
    <w:rsid w:val="00C64F07"/>
    <w:rsid w:val="00C65032"/>
    <w:rsid w:val="00C65353"/>
    <w:rsid w:val="00C6630A"/>
    <w:rsid w:val="00C669BC"/>
    <w:rsid w:val="00C669D5"/>
    <w:rsid w:val="00C670E7"/>
    <w:rsid w:val="00C6783C"/>
    <w:rsid w:val="00C67D25"/>
    <w:rsid w:val="00C7016B"/>
    <w:rsid w:val="00C70B6A"/>
    <w:rsid w:val="00C70E0E"/>
    <w:rsid w:val="00C71C29"/>
    <w:rsid w:val="00C71C31"/>
    <w:rsid w:val="00C72B7F"/>
    <w:rsid w:val="00C744CB"/>
    <w:rsid w:val="00C74831"/>
    <w:rsid w:val="00C7633F"/>
    <w:rsid w:val="00C77893"/>
    <w:rsid w:val="00C77931"/>
    <w:rsid w:val="00C77EEA"/>
    <w:rsid w:val="00C803C8"/>
    <w:rsid w:val="00C80E76"/>
    <w:rsid w:val="00C81491"/>
    <w:rsid w:val="00C81B41"/>
    <w:rsid w:val="00C81E9D"/>
    <w:rsid w:val="00C83300"/>
    <w:rsid w:val="00C835F7"/>
    <w:rsid w:val="00C8362B"/>
    <w:rsid w:val="00C83A90"/>
    <w:rsid w:val="00C83F96"/>
    <w:rsid w:val="00C843D1"/>
    <w:rsid w:val="00C859DD"/>
    <w:rsid w:val="00C864CB"/>
    <w:rsid w:val="00C8684F"/>
    <w:rsid w:val="00C86BEB"/>
    <w:rsid w:val="00C872F0"/>
    <w:rsid w:val="00C87CA6"/>
    <w:rsid w:val="00C90093"/>
    <w:rsid w:val="00C90A1A"/>
    <w:rsid w:val="00C90B94"/>
    <w:rsid w:val="00C91164"/>
    <w:rsid w:val="00C91C51"/>
    <w:rsid w:val="00C91ECE"/>
    <w:rsid w:val="00C922AE"/>
    <w:rsid w:val="00C93AFE"/>
    <w:rsid w:val="00C94801"/>
    <w:rsid w:val="00C94D61"/>
    <w:rsid w:val="00C95366"/>
    <w:rsid w:val="00C9561F"/>
    <w:rsid w:val="00C95F55"/>
    <w:rsid w:val="00C960A2"/>
    <w:rsid w:val="00C964A9"/>
    <w:rsid w:val="00C97439"/>
    <w:rsid w:val="00CA0AEE"/>
    <w:rsid w:val="00CA25FB"/>
    <w:rsid w:val="00CA32C8"/>
    <w:rsid w:val="00CA3616"/>
    <w:rsid w:val="00CA4534"/>
    <w:rsid w:val="00CA4647"/>
    <w:rsid w:val="00CA46C1"/>
    <w:rsid w:val="00CA618C"/>
    <w:rsid w:val="00CA6870"/>
    <w:rsid w:val="00CA692D"/>
    <w:rsid w:val="00CA6F95"/>
    <w:rsid w:val="00CA7292"/>
    <w:rsid w:val="00CA77EF"/>
    <w:rsid w:val="00CA78BF"/>
    <w:rsid w:val="00CA78E6"/>
    <w:rsid w:val="00CA7A3F"/>
    <w:rsid w:val="00CB0965"/>
    <w:rsid w:val="00CB0C2A"/>
    <w:rsid w:val="00CB1728"/>
    <w:rsid w:val="00CB352A"/>
    <w:rsid w:val="00CB436C"/>
    <w:rsid w:val="00CB51BF"/>
    <w:rsid w:val="00CB5C65"/>
    <w:rsid w:val="00CB5E8B"/>
    <w:rsid w:val="00CB5FBE"/>
    <w:rsid w:val="00CB61DB"/>
    <w:rsid w:val="00CB660B"/>
    <w:rsid w:val="00CB7F1C"/>
    <w:rsid w:val="00CC1E09"/>
    <w:rsid w:val="00CC1FC1"/>
    <w:rsid w:val="00CC22AD"/>
    <w:rsid w:val="00CC25E0"/>
    <w:rsid w:val="00CC2C34"/>
    <w:rsid w:val="00CC32D9"/>
    <w:rsid w:val="00CC35F2"/>
    <w:rsid w:val="00CC43FC"/>
    <w:rsid w:val="00CC45A6"/>
    <w:rsid w:val="00CC4658"/>
    <w:rsid w:val="00CC484B"/>
    <w:rsid w:val="00CC5C69"/>
    <w:rsid w:val="00CC6612"/>
    <w:rsid w:val="00CC66DA"/>
    <w:rsid w:val="00CC6F92"/>
    <w:rsid w:val="00CC706B"/>
    <w:rsid w:val="00CC7E4B"/>
    <w:rsid w:val="00CD0B9C"/>
    <w:rsid w:val="00CD147A"/>
    <w:rsid w:val="00CD153E"/>
    <w:rsid w:val="00CD1DC6"/>
    <w:rsid w:val="00CD249E"/>
    <w:rsid w:val="00CD274E"/>
    <w:rsid w:val="00CD27D2"/>
    <w:rsid w:val="00CD3052"/>
    <w:rsid w:val="00CD33D0"/>
    <w:rsid w:val="00CD353E"/>
    <w:rsid w:val="00CD3595"/>
    <w:rsid w:val="00CD3756"/>
    <w:rsid w:val="00CD378A"/>
    <w:rsid w:val="00CD3B3C"/>
    <w:rsid w:val="00CD40E4"/>
    <w:rsid w:val="00CD470C"/>
    <w:rsid w:val="00CD4733"/>
    <w:rsid w:val="00CD47CA"/>
    <w:rsid w:val="00CD493B"/>
    <w:rsid w:val="00CD65B4"/>
    <w:rsid w:val="00CD719D"/>
    <w:rsid w:val="00CD720C"/>
    <w:rsid w:val="00CE15AD"/>
    <w:rsid w:val="00CE1B36"/>
    <w:rsid w:val="00CE22B5"/>
    <w:rsid w:val="00CE23F9"/>
    <w:rsid w:val="00CE25B6"/>
    <w:rsid w:val="00CE2FB6"/>
    <w:rsid w:val="00CE3114"/>
    <w:rsid w:val="00CE3438"/>
    <w:rsid w:val="00CE3589"/>
    <w:rsid w:val="00CE448F"/>
    <w:rsid w:val="00CE5AD0"/>
    <w:rsid w:val="00CE5C2F"/>
    <w:rsid w:val="00CE7168"/>
    <w:rsid w:val="00CE77C9"/>
    <w:rsid w:val="00CF039A"/>
    <w:rsid w:val="00CF1FDD"/>
    <w:rsid w:val="00CF342C"/>
    <w:rsid w:val="00CF39B3"/>
    <w:rsid w:val="00CF3BB6"/>
    <w:rsid w:val="00CF4111"/>
    <w:rsid w:val="00CF494B"/>
    <w:rsid w:val="00CF4A7B"/>
    <w:rsid w:val="00CF5C9F"/>
    <w:rsid w:val="00CF5FBF"/>
    <w:rsid w:val="00CF6F7B"/>
    <w:rsid w:val="00CF711B"/>
    <w:rsid w:val="00CF7679"/>
    <w:rsid w:val="00CF7D66"/>
    <w:rsid w:val="00D01431"/>
    <w:rsid w:val="00D01924"/>
    <w:rsid w:val="00D02152"/>
    <w:rsid w:val="00D021B1"/>
    <w:rsid w:val="00D022DC"/>
    <w:rsid w:val="00D0392C"/>
    <w:rsid w:val="00D05F11"/>
    <w:rsid w:val="00D06AD0"/>
    <w:rsid w:val="00D07687"/>
    <w:rsid w:val="00D07720"/>
    <w:rsid w:val="00D07DBF"/>
    <w:rsid w:val="00D105AB"/>
    <w:rsid w:val="00D107DD"/>
    <w:rsid w:val="00D1166D"/>
    <w:rsid w:val="00D1185D"/>
    <w:rsid w:val="00D11E8A"/>
    <w:rsid w:val="00D11F5B"/>
    <w:rsid w:val="00D12069"/>
    <w:rsid w:val="00D1272F"/>
    <w:rsid w:val="00D127E6"/>
    <w:rsid w:val="00D131B6"/>
    <w:rsid w:val="00D13546"/>
    <w:rsid w:val="00D1425A"/>
    <w:rsid w:val="00D14511"/>
    <w:rsid w:val="00D14E30"/>
    <w:rsid w:val="00D1567E"/>
    <w:rsid w:val="00D156DC"/>
    <w:rsid w:val="00D15A05"/>
    <w:rsid w:val="00D1690E"/>
    <w:rsid w:val="00D174C9"/>
    <w:rsid w:val="00D20304"/>
    <w:rsid w:val="00D20D5B"/>
    <w:rsid w:val="00D217D2"/>
    <w:rsid w:val="00D22141"/>
    <w:rsid w:val="00D22201"/>
    <w:rsid w:val="00D222DF"/>
    <w:rsid w:val="00D2240E"/>
    <w:rsid w:val="00D2254E"/>
    <w:rsid w:val="00D22747"/>
    <w:rsid w:val="00D2298B"/>
    <w:rsid w:val="00D229C1"/>
    <w:rsid w:val="00D230D7"/>
    <w:rsid w:val="00D23ABD"/>
    <w:rsid w:val="00D2467D"/>
    <w:rsid w:val="00D25D36"/>
    <w:rsid w:val="00D265FD"/>
    <w:rsid w:val="00D26774"/>
    <w:rsid w:val="00D269E1"/>
    <w:rsid w:val="00D26B08"/>
    <w:rsid w:val="00D270FD"/>
    <w:rsid w:val="00D27349"/>
    <w:rsid w:val="00D301E1"/>
    <w:rsid w:val="00D304E9"/>
    <w:rsid w:val="00D3104F"/>
    <w:rsid w:val="00D32333"/>
    <w:rsid w:val="00D3269D"/>
    <w:rsid w:val="00D32891"/>
    <w:rsid w:val="00D328C5"/>
    <w:rsid w:val="00D33552"/>
    <w:rsid w:val="00D33A04"/>
    <w:rsid w:val="00D352BA"/>
    <w:rsid w:val="00D3626C"/>
    <w:rsid w:val="00D372E5"/>
    <w:rsid w:val="00D37D17"/>
    <w:rsid w:val="00D40358"/>
    <w:rsid w:val="00D4101B"/>
    <w:rsid w:val="00D417C4"/>
    <w:rsid w:val="00D41DFA"/>
    <w:rsid w:val="00D43122"/>
    <w:rsid w:val="00D43147"/>
    <w:rsid w:val="00D43CE2"/>
    <w:rsid w:val="00D4420C"/>
    <w:rsid w:val="00D4502B"/>
    <w:rsid w:val="00D466DE"/>
    <w:rsid w:val="00D470DB"/>
    <w:rsid w:val="00D474FE"/>
    <w:rsid w:val="00D479AE"/>
    <w:rsid w:val="00D50A5F"/>
    <w:rsid w:val="00D51349"/>
    <w:rsid w:val="00D51C56"/>
    <w:rsid w:val="00D51F13"/>
    <w:rsid w:val="00D52047"/>
    <w:rsid w:val="00D54333"/>
    <w:rsid w:val="00D54581"/>
    <w:rsid w:val="00D5513B"/>
    <w:rsid w:val="00D55467"/>
    <w:rsid w:val="00D55752"/>
    <w:rsid w:val="00D57236"/>
    <w:rsid w:val="00D57361"/>
    <w:rsid w:val="00D57366"/>
    <w:rsid w:val="00D57559"/>
    <w:rsid w:val="00D60D51"/>
    <w:rsid w:val="00D6191E"/>
    <w:rsid w:val="00D61C83"/>
    <w:rsid w:val="00D6278E"/>
    <w:rsid w:val="00D63180"/>
    <w:rsid w:val="00D632D4"/>
    <w:rsid w:val="00D6365C"/>
    <w:rsid w:val="00D6458F"/>
    <w:rsid w:val="00D64BE3"/>
    <w:rsid w:val="00D64DDD"/>
    <w:rsid w:val="00D65923"/>
    <w:rsid w:val="00D65A99"/>
    <w:rsid w:val="00D666E9"/>
    <w:rsid w:val="00D6776C"/>
    <w:rsid w:val="00D67B01"/>
    <w:rsid w:val="00D67F59"/>
    <w:rsid w:val="00D716F0"/>
    <w:rsid w:val="00D72E5F"/>
    <w:rsid w:val="00D7439B"/>
    <w:rsid w:val="00D75541"/>
    <w:rsid w:val="00D755E4"/>
    <w:rsid w:val="00D75A31"/>
    <w:rsid w:val="00D768E2"/>
    <w:rsid w:val="00D76CD9"/>
    <w:rsid w:val="00D76FE9"/>
    <w:rsid w:val="00D7719A"/>
    <w:rsid w:val="00D77311"/>
    <w:rsid w:val="00D800ED"/>
    <w:rsid w:val="00D802A0"/>
    <w:rsid w:val="00D8145C"/>
    <w:rsid w:val="00D8175D"/>
    <w:rsid w:val="00D8194D"/>
    <w:rsid w:val="00D827E0"/>
    <w:rsid w:val="00D82802"/>
    <w:rsid w:val="00D852E5"/>
    <w:rsid w:val="00D85C9E"/>
    <w:rsid w:val="00D86AFE"/>
    <w:rsid w:val="00D87906"/>
    <w:rsid w:val="00D87F7F"/>
    <w:rsid w:val="00D9076C"/>
    <w:rsid w:val="00D909DD"/>
    <w:rsid w:val="00D90BC9"/>
    <w:rsid w:val="00D90E61"/>
    <w:rsid w:val="00D911A1"/>
    <w:rsid w:val="00D91558"/>
    <w:rsid w:val="00D917BF"/>
    <w:rsid w:val="00D91979"/>
    <w:rsid w:val="00D9234C"/>
    <w:rsid w:val="00D92B96"/>
    <w:rsid w:val="00D9306C"/>
    <w:rsid w:val="00D9316C"/>
    <w:rsid w:val="00D9334D"/>
    <w:rsid w:val="00D93741"/>
    <w:rsid w:val="00D93A4A"/>
    <w:rsid w:val="00D94EB3"/>
    <w:rsid w:val="00D9582A"/>
    <w:rsid w:val="00D96999"/>
    <w:rsid w:val="00D96E26"/>
    <w:rsid w:val="00DA1646"/>
    <w:rsid w:val="00DA2134"/>
    <w:rsid w:val="00DA247A"/>
    <w:rsid w:val="00DA3787"/>
    <w:rsid w:val="00DA4413"/>
    <w:rsid w:val="00DA4421"/>
    <w:rsid w:val="00DA492C"/>
    <w:rsid w:val="00DA4D19"/>
    <w:rsid w:val="00DA4F39"/>
    <w:rsid w:val="00DA5226"/>
    <w:rsid w:val="00DA5956"/>
    <w:rsid w:val="00DA5E84"/>
    <w:rsid w:val="00DA60D1"/>
    <w:rsid w:val="00DA644D"/>
    <w:rsid w:val="00DA7372"/>
    <w:rsid w:val="00DB06ED"/>
    <w:rsid w:val="00DB0790"/>
    <w:rsid w:val="00DB0B03"/>
    <w:rsid w:val="00DB0EC7"/>
    <w:rsid w:val="00DB0ED0"/>
    <w:rsid w:val="00DB1095"/>
    <w:rsid w:val="00DB1D6F"/>
    <w:rsid w:val="00DB29CF"/>
    <w:rsid w:val="00DB30D8"/>
    <w:rsid w:val="00DB367C"/>
    <w:rsid w:val="00DB4E3B"/>
    <w:rsid w:val="00DB4EEF"/>
    <w:rsid w:val="00DB6089"/>
    <w:rsid w:val="00DB6EFE"/>
    <w:rsid w:val="00DB7703"/>
    <w:rsid w:val="00DB7DAB"/>
    <w:rsid w:val="00DC115F"/>
    <w:rsid w:val="00DC16EF"/>
    <w:rsid w:val="00DC1A1E"/>
    <w:rsid w:val="00DC1B79"/>
    <w:rsid w:val="00DC1EA0"/>
    <w:rsid w:val="00DC277B"/>
    <w:rsid w:val="00DC298E"/>
    <w:rsid w:val="00DC337D"/>
    <w:rsid w:val="00DC379B"/>
    <w:rsid w:val="00DC3F75"/>
    <w:rsid w:val="00DC45C1"/>
    <w:rsid w:val="00DC5690"/>
    <w:rsid w:val="00DC7369"/>
    <w:rsid w:val="00DC76BC"/>
    <w:rsid w:val="00DD0FC5"/>
    <w:rsid w:val="00DD12EE"/>
    <w:rsid w:val="00DD3266"/>
    <w:rsid w:val="00DD49BA"/>
    <w:rsid w:val="00DD54AE"/>
    <w:rsid w:val="00DD67EF"/>
    <w:rsid w:val="00DD6C6B"/>
    <w:rsid w:val="00DD75C8"/>
    <w:rsid w:val="00DE1114"/>
    <w:rsid w:val="00DE1F85"/>
    <w:rsid w:val="00DE345B"/>
    <w:rsid w:val="00DE3563"/>
    <w:rsid w:val="00DE4206"/>
    <w:rsid w:val="00DE4309"/>
    <w:rsid w:val="00DE537B"/>
    <w:rsid w:val="00DE5A56"/>
    <w:rsid w:val="00DE7994"/>
    <w:rsid w:val="00DE7D3E"/>
    <w:rsid w:val="00DF17AD"/>
    <w:rsid w:val="00DF1BDA"/>
    <w:rsid w:val="00DF2229"/>
    <w:rsid w:val="00DF26AB"/>
    <w:rsid w:val="00DF2CAF"/>
    <w:rsid w:val="00DF2DE6"/>
    <w:rsid w:val="00DF49CE"/>
    <w:rsid w:val="00DF4D13"/>
    <w:rsid w:val="00DF4D45"/>
    <w:rsid w:val="00DF53C0"/>
    <w:rsid w:val="00DF601A"/>
    <w:rsid w:val="00DF61BB"/>
    <w:rsid w:val="00DF63E6"/>
    <w:rsid w:val="00E000B0"/>
    <w:rsid w:val="00E00871"/>
    <w:rsid w:val="00E01850"/>
    <w:rsid w:val="00E019A0"/>
    <w:rsid w:val="00E024F2"/>
    <w:rsid w:val="00E03438"/>
    <w:rsid w:val="00E04F84"/>
    <w:rsid w:val="00E06881"/>
    <w:rsid w:val="00E06B34"/>
    <w:rsid w:val="00E06DDC"/>
    <w:rsid w:val="00E06E12"/>
    <w:rsid w:val="00E075CA"/>
    <w:rsid w:val="00E11525"/>
    <w:rsid w:val="00E11B84"/>
    <w:rsid w:val="00E135FD"/>
    <w:rsid w:val="00E147D7"/>
    <w:rsid w:val="00E14B45"/>
    <w:rsid w:val="00E15006"/>
    <w:rsid w:val="00E15BD3"/>
    <w:rsid w:val="00E15E3A"/>
    <w:rsid w:val="00E16AAD"/>
    <w:rsid w:val="00E1785D"/>
    <w:rsid w:val="00E17F72"/>
    <w:rsid w:val="00E20C4F"/>
    <w:rsid w:val="00E2199D"/>
    <w:rsid w:val="00E21A00"/>
    <w:rsid w:val="00E221C8"/>
    <w:rsid w:val="00E235B6"/>
    <w:rsid w:val="00E2510B"/>
    <w:rsid w:val="00E25AA0"/>
    <w:rsid w:val="00E25CCE"/>
    <w:rsid w:val="00E26FF4"/>
    <w:rsid w:val="00E2709D"/>
    <w:rsid w:val="00E27EC7"/>
    <w:rsid w:val="00E30B2E"/>
    <w:rsid w:val="00E31061"/>
    <w:rsid w:val="00E31B23"/>
    <w:rsid w:val="00E323B1"/>
    <w:rsid w:val="00E3331C"/>
    <w:rsid w:val="00E33635"/>
    <w:rsid w:val="00E33806"/>
    <w:rsid w:val="00E33F0D"/>
    <w:rsid w:val="00E34477"/>
    <w:rsid w:val="00E34556"/>
    <w:rsid w:val="00E35C03"/>
    <w:rsid w:val="00E36287"/>
    <w:rsid w:val="00E36353"/>
    <w:rsid w:val="00E36D5C"/>
    <w:rsid w:val="00E371DE"/>
    <w:rsid w:val="00E3780C"/>
    <w:rsid w:val="00E403C5"/>
    <w:rsid w:val="00E4151E"/>
    <w:rsid w:val="00E41D92"/>
    <w:rsid w:val="00E420E0"/>
    <w:rsid w:val="00E44A9B"/>
    <w:rsid w:val="00E45E6C"/>
    <w:rsid w:val="00E461D6"/>
    <w:rsid w:val="00E46999"/>
    <w:rsid w:val="00E4738B"/>
    <w:rsid w:val="00E474A4"/>
    <w:rsid w:val="00E504E8"/>
    <w:rsid w:val="00E50502"/>
    <w:rsid w:val="00E50CE7"/>
    <w:rsid w:val="00E53051"/>
    <w:rsid w:val="00E537B7"/>
    <w:rsid w:val="00E5444F"/>
    <w:rsid w:val="00E54857"/>
    <w:rsid w:val="00E54C33"/>
    <w:rsid w:val="00E566C9"/>
    <w:rsid w:val="00E60184"/>
    <w:rsid w:val="00E6035F"/>
    <w:rsid w:val="00E60533"/>
    <w:rsid w:val="00E6078A"/>
    <w:rsid w:val="00E60948"/>
    <w:rsid w:val="00E60F4F"/>
    <w:rsid w:val="00E62D0D"/>
    <w:rsid w:val="00E63335"/>
    <w:rsid w:val="00E638C6"/>
    <w:rsid w:val="00E64A56"/>
    <w:rsid w:val="00E65844"/>
    <w:rsid w:val="00E66733"/>
    <w:rsid w:val="00E66F07"/>
    <w:rsid w:val="00E7059F"/>
    <w:rsid w:val="00E7078A"/>
    <w:rsid w:val="00E70CA5"/>
    <w:rsid w:val="00E71242"/>
    <w:rsid w:val="00E71DF5"/>
    <w:rsid w:val="00E728E3"/>
    <w:rsid w:val="00E72DE3"/>
    <w:rsid w:val="00E7448E"/>
    <w:rsid w:val="00E74B6A"/>
    <w:rsid w:val="00E74E1F"/>
    <w:rsid w:val="00E75899"/>
    <w:rsid w:val="00E75BF6"/>
    <w:rsid w:val="00E76E99"/>
    <w:rsid w:val="00E77195"/>
    <w:rsid w:val="00E8015D"/>
    <w:rsid w:val="00E81CCA"/>
    <w:rsid w:val="00E83747"/>
    <w:rsid w:val="00E841F0"/>
    <w:rsid w:val="00E86739"/>
    <w:rsid w:val="00E8734F"/>
    <w:rsid w:val="00E90246"/>
    <w:rsid w:val="00E90A36"/>
    <w:rsid w:val="00E90FD9"/>
    <w:rsid w:val="00E91406"/>
    <w:rsid w:val="00E9164C"/>
    <w:rsid w:val="00E9238B"/>
    <w:rsid w:val="00E92420"/>
    <w:rsid w:val="00E92489"/>
    <w:rsid w:val="00E9360F"/>
    <w:rsid w:val="00E93833"/>
    <w:rsid w:val="00E93914"/>
    <w:rsid w:val="00E93C77"/>
    <w:rsid w:val="00E9475F"/>
    <w:rsid w:val="00E949AD"/>
    <w:rsid w:val="00E9621A"/>
    <w:rsid w:val="00E962B3"/>
    <w:rsid w:val="00E9648D"/>
    <w:rsid w:val="00E96B6E"/>
    <w:rsid w:val="00E972B3"/>
    <w:rsid w:val="00EA0049"/>
    <w:rsid w:val="00EA0552"/>
    <w:rsid w:val="00EA091A"/>
    <w:rsid w:val="00EA1182"/>
    <w:rsid w:val="00EA168B"/>
    <w:rsid w:val="00EA19B2"/>
    <w:rsid w:val="00EA226A"/>
    <w:rsid w:val="00EA254F"/>
    <w:rsid w:val="00EA2A28"/>
    <w:rsid w:val="00EA2FBC"/>
    <w:rsid w:val="00EA33B9"/>
    <w:rsid w:val="00EA3610"/>
    <w:rsid w:val="00EA38C8"/>
    <w:rsid w:val="00EA3C54"/>
    <w:rsid w:val="00EA4E88"/>
    <w:rsid w:val="00EA54F6"/>
    <w:rsid w:val="00EA57E0"/>
    <w:rsid w:val="00EA796C"/>
    <w:rsid w:val="00EA7AC1"/>
    <w:rsid w:val="00EB069D"/>
    <w:rsid w:val="00EB17CA"/>
    <w:rsid w:val="00EB1A7E"/>
    <w:rsid w:val="00EB1EFA"/>
    <w:rsid w:val="00EB25B7"/>
    <w:rsid w:val="00EB2ABB"/>
    <w:rsid w:val="00EB3285"/>
    <w:rsid w:val="00EB3A05"/>
    <w:rsid w:val="00EB428E"/>
    <w:rsid w:val="00EB4300"/>
    <w:rsid w:val="00EB4C31"/>
    <w:rsid w:val="00EB576A"/>
    <w:rsid w:val="00EB5A93"/>
    <w:rsid w:val="00EB5C94"/>
    <w:rsid w:val="00EB6001"/>
    <w:rsid w:val="00EB60AE"/>
    <w:rsid w:val="00EB6A96"/>
    <w:rsid w:val="00EB6BBF"/>
    <w:rsid w:val="00EC0FCE"/>
    <w:rsid w:val="00EC1658"/>
    <w:rsid w:val="00EC1717"/>
    <w:rsid w:val="00EC2E01"/>
    <w:rsid w:val="00EC3485"/>
    <w:rsid w:val="00EC3935"/>
    <w:rsid w:val="00EC4665"/>
    <w:rsid w:val="00EC5D55"/>
    <w:rsid w:val="00EC60D2"/>
    <w:rsid w:val="00EC717C"/>
    <w:rsid w:val="00EC71E9"/>
    <w:rsid w:val="00EC7BE5"/>
    <w:rsid w:val="00EC7C1C"/>
    <w:rsid w:val="00EC7D95"/>
    <w:rsid w:val="00ED052D"/>
    <w:rsid w:val="00ED07E5"/>
    <w:rsid w:val="00ED1268"/>
    <w:rsid w:val="00ED3619"/>
    <w:rsid w:val="00ED46E2"/>
    <w:rsid w:val="00ED4889"/>
    <w:rsid w:val="00ED4972"/>
    <w:rsid w:val="00ED5586"/>
    <w:rsid w:val="00ED56C7"/>
    <w:rsid w:val="00ED6CF0"/>
    <w:rsid w:val="00ED76E6"/>
    <w:rsid w:val="00EE00E0"/>
    <w:rsid w:val="00EE16A4"/>
    <w:rsid w:val="00EE18E1"/>
    <w:rsid w:val="00EE1C9B"/>
    <w:rsid w:val="00EE1D3D"/>
    <w:rsid w:val="00EE2A54"/>
    <w:rsid w:val="00EE2DB2"/>
    <w:rsid w:val="00EE37ED"/>
    <w:rsid w:val="00EE4137"/>
    <w:rsid w:val="00EE4156"/>
    <w:rsid w:val="00EE44C5"/>
    <w:rsid w:val="00EE553C"/>
    <w:rsid w:val="00EE6A20"/>
    <w:rsid w:val="00EE6AF3"/>
    <w:rsid w:val="00EE75A8"/>
    <w:rsid w:val="00EE7970"/>
    <w:rsid w:val="00EE7DBF"/>
    <w:rsid w:val="00EF0982"/>
    <w:rsid w:val="00EF1174"/>
    <w:rsid w:val="00EF12A0"/>
    <w:rsid w:val="00EF12C8"/>
    <w:rsid w:val="00EF2B9C"/>
    <w:rsid w:val="00EF326A"/>
    <w:rsid w:val="00EF3624"/>
    <w:rsid w:val="00EF3DCB"/>
    <w:rsid w:val="00EF4A79"/>
    <w:rsid w:val="00EF4C6D"/>
    <w:rsid w:val="00EF5DB6"/>
    <w:rsid w:val="00EF5E84"/>
    <w:rsid w:val="00EF62DF"/>
    <w:rsid w:val="00EF6AA0"/>
    <w:rsid w:val="00EF6E33"/>
    <w:rsid w:val="00EF70A6"/>
    <w:rsid w:val="00EF7718"/>
    <w:rsid w:val="00F000BE"/>
    <w:rsid w:val="00F00462"/>
    <w:rsid w:val="00F00A90"/>
    <w:rsid w:val="00F00DF3"/>
    <w:rsid w:val="00F01161"/>
    <w:rsid w:val="00F01331"/>
    <w:rsid w:val="00F0200E"/>
    <w:rsid w:val="00F03B0F"/>
    <w:rsid w:val="00F055EC"/>
    <w:rsid w:val="00F057FC"/>
    <w:rsid w:val="00F06438"/>
    <w:rsid w:val="00F06D73"/>
    <w:rsid w:val="00F06EB0"/>
    <w:rsid w:val="00F0714C"/>
    <w:rsid w:val="00F0737F"/>
    <w:rsid w:val="00F07720"/>
    <w:rsid w:val="00F07B3F"/>
    <w:rsid w:val="00F07DCF"/>
    <w:rsid w:val="00F104BC"/>
    <w:rsid w:val="00F110D4"/>
    <w:rsid w:val="00F111F7"/>
    <w:rsid w:val="00F1139C"/>
    <w:rsid w:val="00F11738"/>
    <w:rsid w:val="00F11964"/>
    <w:rsid w:val="00F12485"/>
    <w:rsid w:val="00F125EF"/>
    <w:rsid w:val="00F12690"/>
    <w:rsid w:val="00F127E6"/>
    <w:rsid w:val="00F132F7"/>
    <w:rsid w:val="00F13300"/>
    <w:rsid w:val="00F13A4E"/>
    <w:rsid w:val="00F13E88"/>
    <w:rsid w:val="00F13FD9"/>
    <w:rsid w:val="00F15571"/>
    <w:rsid w:val="00F15EF5"/>
    <w:rsid w:val="00F16269"/>
    <w:rsid w:val="00F1662B"/>
    <w:rsid w:val="00F20BA9"/>
    <w:rsid w:val="00F212E0"/>
    <w:rsid w:val="00F22394"/>
    <w:rsid w:val="00F2265F"/>
    <w:rsid w:val="00F23608"/>
    <w:rsid w:val="00F24076"/>
    <w:rsid w:val="00F24BA4"/>
    <w:rsid w:val="00F25541"/>
    <w:rsid w:val="00F25D8D"/>
    <w:rsid w:val="00F262CC"/>
    <w:rsid w:val="00F265FB"/>
    <w:rsid w:val="00F2742F"/>
    <w:rsid w:val="00F30318"/>
    <w:rsid w:val="00F30970"/>
    <w:rsid w:val="00F30B10"/>
    <w:rsid w:val="00F3195C"/>
    <w:rsid w:val="00F31C4E"/>
    <w:rsid w:val="00F32143"/>
    <w:rsid w:val="00F32584"/>
    <w:rsid w:val="00F32589"/>
    <w:rsid w:val="00F32BFF"/>
    <w:rsid w:val="00F333A8"/>
    <w:rsid w:val="00F3516F"/>
    <w:rsid w:val="00F35456"/>
    <w:rsid w:val="00F35CF7"/>
    <w:rsid w:val="00F35E55"/>
    <w:rsid w:val="00F369B5"/>
    <w:rsid w:val="00F37CB0"/>
    <w:rsid w:val="00F4037B"/>
    <w:rsid w:val="00F4074A"/>
    <w:rsid w:val="00F40ACB"/>
    <w:rsid w:val="00F40B26"/>
    <w:rsid w:val="00F415A7"/>
    <w:rsid w:val="00F419D5"/>
    <w:rsid w:val="00F42DAB"/>
    <w:rsid w:val="00F43C23"/>
    <w:rsid w:val="00F440BA"/>
    <w:rsid w:val="00F447D1"/>
    <w:rsid w:val="00F4494D"/>
    <w:rsid w:val="00F44AD0"/>
    <w:rsid w:val="00F45E3D"/>
    <w:rsid w:val="00F464DA"/>
    <w:rsid w:val="00F4667B"/>
    <w:rsid w:val="00F46EB6"/>
    <w:rsid w:val="00F47FC5"/>
    <w:rsid w:val="00F50A21"/>
    <w:rsid w:val="00F515E7"/>
    <w:rsid w:val="00F52D8E"/>
    <w:rsid w:val="00F52DDB"/>
    <w:rsid w:val="00F53883"/>
    <w:rsid w:val="00F53B52"/>
    <w:rsid w:val="00F54492"/>
    <w:rsid w:val="00F54908"/>
    <w:rsid w:val="00F54B56"/>
    <w:rsid w:val="00F54B64"/>
    <w:rsid w:val="00F54D0C"/>
    <w:rsid w:val="00F54F59"/>
    <w:rsid w:val="00F55055"/>
    <w:rsid w:val="00F55772"/>
    <w:rsid w:val="00F557DF"/>
    <w:rsid w:val="00F5599F"/>
    <w:rsid w:val="00F55BA8"/>
    <w:rsid w:val="00F55E6F"/>
    <w:rsid w:val="00F56AA7"/>
    <w:rsid w:val="00F5750E"/>
    <w:rsid w:val="00F57B30"/>
    <w:rsid w:val="00F57BE0"/>
    <w:rsid w:val="00F57CDE"/>
    <w:rsid w:val="00F601FD"/>
    <w:rsid w:val="00F605FC"/>
    <w:rsid w:val="00F60F88"/>
    <w:rsid w:val="00F61009"/>
    <w:rsid w:val="00F61F1E"/>
    <w:rsid w:val="00F62049"/>
    <w:rsid w:val="00F62C45"/>
    <w:rsid w:val="00F62EE8"/>
    <w:rsid w:val="00F62F78"/>
    <w:rsid w:val="00F6396E"/>
    <w:rsid w:val="00F63C24"/>
    <w:rsid w:val="00F64478"/>
    <w:rsid w:val="00F64FE6"/>
    <w:rsid w:val="00F65177"/>
    <w:rsid w:val="00F662AD"/>
    <w:rsid w:val="00F6644B"/>
    <w:rsid w:val="00F66511"/>
    <w:rsid w:val="00F66A1A"/>
    <w:rsid w:val="00F66AF1"/>
    <w:rsid w:val="00F67EFD"/>
    <w:rsid w:val="00F67F2D"/>
    <w:rsid w:val="00F70919"/>
    <w:rsid w:val="00F71801"/>
    <w:rsid w:val="00F71A31"/>
    <w:rsid w:val="00F736C6"/>
    <w:rsid w:val="00F73706"/>
    <w:rsid w:val="00F73A6E"/>
    <w:rsid w:val="00F73C91"/>
    <w:rsid w:val="00F74483"/>
    <w:rsid w:val="00F74AAE"/>
    <w:rsid w:val="00F752D2"/>
    <w:rsid w:val="00F757E5"/>
    <w:rsid w:val="00F75D62"/>
    <w:rsid w:val="00F76534"/>
    <w:rsid w:val="00F77D84"/>
    <w:rsid w:val="00F77F46"/>
    <w:rsid w:val="00F8101C"/>
    <w:rsid w:val="00F813B8"/>
    <w:rsid w:val="00F8190A"/>
    <w:rsid w:val="00F81995"/>
    <w:rsid w:val="00F81D1E"/>
    <w:rsid w:val="00F82BDA"/>
    <w:rsid w:val="00F82E99"/>
    <w:rsid w:val="00F82EEF"/>
    <w:rsid w:val="00F839AE"/>
    <w:rsid w:val="00F86821"/>
    <w:rsid w:val="00F87471"/>
    <w:rsid w:val="00F8750A"/>
    <w:rsid w:val="00F8751D"/>
    <w:rsid w:val="00F90997"/>
    <w:rsid w:val="00F90FF3"/>
    <w:rsid w:val="00F91937"/>
    <w:rsid w:val="00F91E36"/>
    <w:rsid w:val="00F9270F"/>
    <w:rsid w:val="00F92A91"/>
    <w:rsid w:val="00F93166"/>
    <w:rsid w:val="00F9319B"/>
    <w:rsid w:val="00F93477"/>
    <w:rsid w:val="00F93BAD"/>
    <w:rsid w:val="00F94BAF"/>
    <w:rsid w:val="00F95F18"/>
    <w:rsid w:val="00F9623D"/>
    <w:rsid w:val="00F96C24"/>
    <w:rsid w:val="00F96CEB"/>
    <w:rsid w:val="00F96EA9"/>
    <w:rsid w:val="00F96FE0"/>
    <w:rsid w:val="00F970E0"/>
    <w:rsid w:val="00F97D06"/>
    <w:rsid w:val="00FA0694"/>
    <w:rsid w:val="00FA0F01"/>
    <w:rsid w:val="00FA13F7"/>
    <w:rsid w:val="00FA1998"/>
    <w:rsid w:val="00FA1B6B"/>
    <w:rsid w:val="00FA2AAC"/>
    <w:rsid w:val="00FA2F45"/>
    <w:rsid w:val="00FA437B"/>
    <w:rsid w:val="00FA45B8"/>
    <w:rsid w:val="00FA4BAE"/>
    <w:rsid w:val="00FA5E4B"/>
    <w:rsid w:val="00FA6BC0"/>
    <w:rsid w:val="00FA72FD"/>
    <w:rsid w:val="00FB0154"/>
    <w:rsid w:val="00FB093D"/>
    <w:rsid w:val="00FB12DF"/>
    <w:rsid w:val="00FB1325"/>
    <w:rsid w:val="00FB15F6"/>
    <w:rsid w:val="00FB24A9"/>
    <w:rsid w:val="00FB38BA"/>
    <w:rsid w:val="00FB3B5B"/>
    <w:rsid w:val="00FB403E"/>
    <w:rsid w:val="00FB40F2"/>
    <w:rsid w:val="00FB4312"/>
    <w:rsid w:val="00FB4400"/>
    <w:rsid w:val="00FB48E0"/>
    <w:rsid w:val="00FB4AC7"/>
    <w:rsid w:val="00FB5806"/>
    <w:rsid w:val="00FB5982"/>
    <w:rsid w:val="00FB647F"/>
    <w:rsid w:val="00FB6ECE"/>
    <w:rsid w:val="00FB719D"/>
    <w:rsid w:val="00FC0549"/>
    <w:rsid w:val="00FC0A3E"/>
    <w:rsid w:val="00FC1ABC"/>
    <w:rsid w:val="00FC2EA4"/>
    <w:rsid w:val="00FC3BF8"/>
    <w:rsid w:val="00FC3E22"/>
    <w:rsid w:val="00FC42C3"/>
    <w:rsid w:val="00FC499E"/>
    <w:rsid w:val="00FC52CA"/>
    <w:rsid w:val="00FC56E0"/>
    <w:rsid w:val="00FC57E9"/>
    <w:rsid w:val="00FC60B0"/>
    <w:rsid w:val="00FC7770"/>
    <w:rsid w:val="00FC7816"/>
    <w:rsid w:val="00FD0EF4"/>
    <w:rsid w:val="00FD1361"/>
    <w:rsid w:val="00FD1702"/>
    <w:rsid w:val="00FD1B3F"/>
    <w:rsid w:val="00FD1F96"/>
    <w:rsid w:val="00FD2168"/>
    <w:rsid w:val="00FD2274"/>
    <w:rsid w:val="00FD2CFF"/>
    <w:rsid w:val="00FD3A70"/>
    <w:rsid w:val="00FD3C8B"/>
    <w:rsid w:val="00FD46CB"/>
    <w:rsid w:val="00FD503D"/>
    <w:rsid w:val="00FD6386"/>
    <w:rsid w:val="00FD6BCE"/>
    <w:rsid w:val="00FD7821"/>
    <w:rsid w:val="00FD7E6E"/>
    <w:rsid w:val="00FE0360"/>
    <w:rsid w:val="00FE1299"/>
    <w:rsid w:val="00FE3136"/>
    <w:rsid w:val="00FE35EB"/>
    <w:rsid w:val="00FE37FD"/>
    <w:rsid w:val="00FE4414"/>
    <w:rsid w:val="00FE49D7"/>
    <w:rsid w:val="00FE4A57"/>
    <w:rsid w:val="00FE4CF8"/>
    <w:rsid w:val="00FE5FB5"/>
    <w:rsid w:val="00FE63E7"/>
    <w:rsid w:val="00FE6BBB"/>
    <w:rsid w:val="00FE7EAA"/>
    <w:rsid w:val="00FF1526"/>
    <w:rsid w:val="00FF1DC4"/>
    <w:rsid w:val="00FF1E5C"/>
    <w:rsid w:val="00FF209A"/>
    <w:rsid w:val="00FF27E7"/>
    <w:rsid w:val="00FF3050"/>
    <w:rsid w:val="00FF3545"/>
    <w:rsid w:val="00FF3638"/>
    <w:rsid w:val="00FF371C"/>
    <w:rsid w:val="00FF39A4"/>
    <w:rsid w:val="00FF3AE9"/>
    <w:rsid w:val="00FF3B20"/>
    <w:rsid w:val="00FF3BF6"/>
    <w:rsid w:val="00FF4B62"/>
    <w:rsid w:val="00FF5773"/>
    <w:rsid w:val="00FF6C5F"/>
    <w:rsid w:val="00FF7249"/>
    <w:rsid w:val="00FF77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3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2E9A"/>
    <w:pPr>
      <w:keepLines/>
      <w:autoSpaceDE w:val="0"/>
      <w:autoSpaceDN w:val="0"/>
      <w:adjustRightInd w:val="0"/>
      <w:spacing w:after="120" w:line="240" w:lineRule="auto"/>
      <w:ind w:firstLine="284"/>
      <w:jc w:val="both"/>
    </w:pPr>
    <w:rPr>
      <w:rFonts w:ascii="Times New Roman" w:eastAsiaTheme="minorEastAsia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592E9A"/>
    <w:pPr>
      <w:widowControl w:val="0"/>
      <w:spacing w:after="240"/>
      <w:ind w:firstLine="0"/>
      <w:jc w:val="left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92E9A"/>
    <w:pPr>
      <w:keepNext/>
      <w:spacing w:after="240"/>
      <w:ind w:firstLine="0"/>
      <w:jc w:val="left"/>
      <w:outlineLvl w:val="1"/>
    </w:pPr>
    <w:rPr>
      <w:rFonts w:eastAsiaTheme="minorHAnsi"/>
      <w:b/>
      <w:i/>
    </w:rPr>
  </w:style>
  <w:style w:type="paragraph" w:styleId="Heading3">
    <w:name w:val="heading 3"/>
    <w:basedOn w:val="Normal"/>
    <w:next w:val="Normal"/>
    <w:link w:val="Heading3Char"/>
    <w:uiPriority w:val="99"/>
    <w:qFormat/>
    <w:rsid w:val="00592E9A"/>
    <w:pPr>
      <w:keepNext/>
      <w:spacing w:before="240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92E9A"/>
    <w:pPr>
      <w:keepNext/>
      <w:spacing w:before="240"/>
      <w:outlineLvl w:val="3"/>
    </w:pPr>
    <w:rPr>
      <w:b/>
      <w:bCs/>
      <w:i/>
      <w:iCs/>
      <w:sz w:val="23"/>
      <w:szCs w:val="23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92E9A"/>
    <w:pPr>
      <w:keepNext/>
      <w:spacing w:before="240"/>
      <w:outlineLvl w:val="4"/>
    </w:pPr>
    <w:rPr>
      <w:b/>
      <w:bCs/>
      <w:sz w:val="23"/>
      <w:szCs w:val="23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92E9A"/>
    <w:pPr>
      <w:keepNext/>
      <w:spacing w:before="240"/>
      <w:outlineLvl w:val="5"/>
    </w:pPr>
    <w:rPr>
      <w:b/>
      <w:bCs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592E9A"/>
    <w:pPr>
      <w:spacing w:after="240"/>
      <w:ind w:firstLine="0"/>
      <w:jc w:val="center"/>
      <w:outlineLvl w:val="6"/>
    </w:pPr>
    <w:rPr>
      <w:rFonts w:eastAsiaTheme="majorEastAsia" w:cstheme="majorBidi"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  <w:rsid w:val="00592E9A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592E9A"/>
  </w:style>
  <w:style w:type="character" w:customStyle="1" w:styleId="Heading1Char">
    <w:name w:val="Heading 1 Char"/>
    <w:basedOn w:val="DefaultParagraphFont"/>
    <w:link w:val="Heading1"/>
    <w:uiPriority w:val="1"/>
    <w:rsid w:val="00592E9A"/>
    <w:rPr>
      <w:rFonts w:ascii="Times New Roman" w:eastAsiaTheme="minorEastAsia" w:hAnsi="Times New Roman" w:cs="Times New Roman"/>
      <w:b/>
      <w:bCs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592E9A"/>
    <w:rPr>
      <w:rFonts w:ascii="Times New Roman" w:eastAsiaTheme="majorEastAsia" w:hAnsi="Times New Roman" w:cstheme="majorBidi"/>
      <w:iCs/>
      <w:color w:val="404040" w:themeColor="text1" w:themeTint="B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592E9A"/>
    <w:rPr>
      <w:rFonts w:ascii="Times New Roman" w:hAnsi="Times New Roman" w:cs="Times New Roman"/>
      <w:b/>
      <w:i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9"/>
    <w:rsid w:val="00592E9A"/>
    <w:rPr>
      <w:rFonts w:ascii="Times New Roman" w:eastAsiaTheme="minorEastAsia" w:hAnsi="Times New Roman" w:cs="Times New Roman"/>
      <w:b/>
      <w:b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rsid w:val="00592E9A"/>
    <w:rPr>
      <w:rFonts w:ascii="Times New Roman" w:eastAsiaTheme="minorEastAsia" w:hAnsi="Times New Roman" w:cs="Times New Roman"/>
      <w:b/>
      <w:bCs/>
      <w:i/>
      <w:iCs/>
      <w:sz w:val="23"/>
      <w:szCs w:val="23"/>
    </w:rPr>
  </w:style>
  <w:style w:type="character" w:customStyle="1" w:styleId="Heading5Char">
    <w:name w:val="Heading 5 Char"/>
    <w:basedOn w:val="DefaultParagraphFont"/>
    <w:link w:val="Heading5"/>
    <w:uiPriority w:val="99"/>
    <w:rsid w:val="00592E9A"/>
    <w:rPr>
      <w:rFonts w:ascii="Times New Roman" w:eastAsiaTheme="minorEastAsia" w:hAnsi="Times New Roman" w:cs="Times New Roman"/>
      <w:b/>
      <w:bCs/>
      <w:sz w:val="23"/>
      <w:szCs w:val="23"/>
    </w:rPr>
  </w:style>
  <w:style w:type="character" w:customStyle="1" w:styleId="Heading6Char">
    <w:name w:val="Heading 6 Char"/>
    <w:basedOn w:val="DefaultParagraphFont"/>
    <w:link w:val="Heading6"/>
    <w:uiPriority w:val="99"/>
    <w:rsid w:val="00592E9A"/>
    <w:rPr>
      <w:rFonts w:ascii="Times New Roman" w:eastAsiaTheme="minorEastAsia" w:hAnsi="Times New Roman" w:cs="Times New Roman"/>
      <w:b/>
      <w:bCs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592E9A"/>
    <w:pPr>
      <w:spacing w:after="240"/>
      <w:ind w:firstLine="0"/>
      <w:jc w:val="center"/>
    </w:pPr>
    <w:rPr>
      <w:b/>
      <w:smallCaps/>
      <w:sz w:val="32"/>
      <w:u w:val="single"/>
    </w:rPr>
  </w:style>
  <w:style w:type="character" w:customStyle="1" w:styleId="TitleChar">
    <w:name w:val="Title Char"/>
    <w:basedOn w:val="DefaultParagraphFont"/>
    <w:link w:val="Title"/>
    <w:uiPriority w:val="10"/>
    <w:rsid w:val="00592E9A"/>
    <w:rPr>
      <w:rFonts w:ascii="Times New Roman" w:eastAsiaTheme="minorEastAsia" w:hAnsi="Times New Roman" w:cs="Times New Roman"/>
      <w:b/>
      <w:smallCaps/>
      <w:sz w:val="32"/>
      <w:szCs w:val="24"/>
      <w:u w:val="single"/>
    </w:rPr>
  </w:style>
  <w:style w:type="paragraph" w:styleId="NoSpacing">
    <w:name w:val="No Spacing"/>
    <w:uiPriority w:val="3"/>
    <w:qFormat/>
    <w:rsid w:val="00592E9A"/>
    <w:pPr>
      <w:keepNext/>
      <w:keepLines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592E9A"/>
    <w:pPr>
      <w:keepNext/>
      <w:spacing w:before="240" w:after="240"/>
      <w:ind w:left="567" w:right="567" w:firstLine="0"/>
      <w:jc w:val="left"/>
    </w:pPr>
    <w:rPr>
      <w:rFonts w:cstheme="minorBidi"/>
      <w:i/>
    </w:rPr>
  </w:style>
  <w:style w:type="character" w:customStyle="1" w:styleId="QuoteChar">
    <w:name w:val="Quote Char"/>
    <w:basedOn w:val="DefaultParagraphFont"/>
    <w:link w:val="Quote"/>
    <w:uiPriority w:val="29"/>
    <w:rsid w:val="00592E9A"/>
    <w:rPr>
      <w:rFonts w:ascii="Times New Roman" w:eastAsiaTheme="minorEastAsia" w:hAnsi="Times New Roman"/>
      <w:i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92E9A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92E9A"/>
    <w:rPr>
      <w:rFonts w:ascii="Times New Roman" w:eastAsiaTheme="minorEastAsia" w:hAnsi="Times New Roman" w:cs="Times New Roman"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592E9A"/>
    <w:pPr>
      <w:spacing w:after="240"/>
      <w:ind w:firstLine="0"/>
      <w:jc w:val="center"/>
    </w:pPr>
    <w:rPr>
      <w:lang w:eastAsia="en-AU"/>
    </w:rPr>
  </w:style>
  <w:style w:type="character" w:customStyle="1" w:styleId="SubtitleChar">
    <w:name w:val="Subtitle Char"/>
    <w:basedOn w:val="DefaultParagraphFont"/>
    <w:link w:val="Subtitle"/>
    <w:uiPriority w:val="11"/>
    <w:rsid w:val="00592E9A"/>
    <w:rPr>
      <w:rFonts w:ascii="Times New Roman" w:eastAsiaTheme="minorEastAsia" w:hAnsi="Times New Roman" w:cs="Times New Roman"/>
      <w:sz w:val="24"/>
      <w:szCs w:val="24"/>
      <w:lang w:eastAsia="en-AU"/>
    </w:rPr>
  </w:style>
  <w:style w:type="paragraph" w:customStyle="1" w:styleId="MySubHead">
    <w:name w:val="MySubHead"/>
    <w:basedOn w:val="Normal"/>
    <w:uiPriority w:val="2"/>
    <w:qFormat/>
    <w:rsid w:val="00592E9A"/>
    <w:pPr>
      <w:spacing w:before="240" w:after="240"/>
      <w:ind w:firstLine="0"/>
      <w:jc w:val="left"/>
    </w:pPr>
    <w:rPr>
      <w:i/>
      <w:lang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targetScreenSz w:val="1920x12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hilip\AppData\Roaming\Microsoft\Templates\MyBook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MyBookTemplate.dotx</Template>
  <TotalTime>540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</dc:creator>
  <cp:lastModifiedBy>Philip</cp:lastModifiedBy>
  <cp:revision>1</cp:revision>
  <dcterms:created xsi:type="dcterms:W3CDTF">2014-09-12T01:01:00Z</dcterms:created>
  <dcterms:modified xsi:type="dcterms:W3CDTF">2014-09-12T13:29:00Z</dcterms:modified>
</cp:coreProperties>
</file>