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B2E" w:rsidRPr="0004487B" w:rsidRDefault="00873B2E" w:rsidP="00BE6FA7">
      <w:pPr>
        <w:pStyle w:val="Start"/>
      </w:pPr>
    </w:p>
    <w:p w:rsidR="00D807F9" w:rsidRDefault="00D807F9" w:rsidP="00BE6FA7">
      <w:pPr>
        <w:pStyle w:val="Start"/>
      </w:pPr>
    </w:p>
    <w:p w:rsidR="002C1BAE" w:rsidRDefault="002C1BAE" w:rsidP="00BE6FA7">
      <w:pPr>
        <w:pStyle w:val="Start"/>
      </w:pPr>
    </w:p>
    <w:p w:rsidR="00873B2E" w:rsidRPr="00873B2E" w:rsidRDefault="00873B2E" w:rsidP="00BE6FA7">
      <w:pPr>
        <w:pStyle w:val="Start"/>
      </w:pPr>
    </w:p>
    <w:p w:rsidR="00DA6CAB" w:rsidRPr="00DA6CAB" w:rsidRDefault="00DA6CAB" w:rsidP="00BE6341">
      <w:pPr>
        <w:pStyle w:val="Title"/>
      </w:pPr>
      <w:r w:rsidRPr="00DA6CAB">
        <w:t>Ti</w:t>
      </w:r>
      <w:r w:rsidR="00972451">
        <w:t>tle</w:t>
      </w:r>
    </w:p>
    <w:p w:rsidR="00D807F9" w:rsidRPr="006C3090" w:rsidRDefault="00D807F9" w:rsidP="00DA6CAB">
      <w:pPr>
        <w:pStyle w:val="a"/>
      </w:pPr>
    </w:p>
    <w:p w:rsidR="00DA6CAB" w:rsidRPr="00584C8D" w:rsidRDefault="00972451" w:rsidP="00BE6341">
      <w:pPr>
        <w:pStyle w:val="AuthorLine"/>
      </w:pPr>
      <w:r>
        <w:t>Author</w:t>
      </w:r>
    </w:p>
    <w:p w:rsidR="00FC170B" w:rsidRPr="00FC170B" w:rsidRDefault="00FC170B" w:rsidP="00DA6CAB">
      <w:pPr>
        <w:pStyle w:val="a"/>
      </w:pPr>
    </w:p>
    <w:p w:rsidR="002C1BAE" w:rsidRPr="00665A7B" w:rsidRDefault="00561FAD" w:rsidP="00E54BD6">
      <w:pPr>
        <w:pStyle w:val="Heading1"/>
      </w:pPr>
      <w:r w:rsidRPr="00E54BD6">
        <w:t>Prologue</w:t>
      </w:r>
    </w:p>
    <w:p w:rsidR="00561FAD" w:rsidRPr="00D264F1" w:rsidRDefault="006C3090" w:rsidP="00DA6CAB">
      <w:pPr>
        <w:pStyle w:val="ChptrNotes"/>
      </w:pPr>
      <w:r w:rsidRPr="006C3090">
        <w:t>Chapter Names/Notes size 12 Italics</w:t>
      </w:r>
    </w:p>
    <w:p w:rsidR="0099018C" w:rsidRPr="0099018C" w:rsidRDefault="0099018C" w:rsidP="00DA6CAB">
      <w:pPr>
        <w:pStyle w:val="a"/>
      </w:pPr>
    </w:p>
    <w:p w:rsidR="0000346A" w:rsidRPr="00E11D83" w:rsidRDefault="001C20B2" w:rsidP="005B5CFD">
      <w:pPr>
        <w:pStyle w:val="NoSpacing"/>
      </w:pPr>
      <w:r>
        <w:t>Prologue text</w:t>
      </w:r>
      <w:r w:rsidR="005E40E4" w:rsidRPr="00E11D83">
        <w:t>.</w:t>
      </w:r>
    </w:p>
    <w:p w:rsidR="00487262" w:rsidRPr="00FC170B" w:rsidRDefault="00487262" w:rsidP="00DA6CAB">
      <w:pPr>
        <w:pStyle w:val="a"/>
      </w:pPr>
    </w:p>
    <w:p w:rsidR="00A531E8" w:rsidRPr="00665A7B" w:rsidRDefault="00A531E8" w:rsidP="00DA6CAB">
      <w:pPr>
        <w:pStyle w:val="Heading1"/>
      </w:pPr>
      <w:r w:rsidRPr="00665A7B">
        <w:t>Chapter 1</w:t>
      </w:r>
    </w:p>
    <w:p w:rsidR="002C1BAE" w:rsidRPr="002C1BAE" w:rsidRDefault="002C1BAE" w:rsidP="00DA6CAB">
      <w:pPr>
        <w:pStyle w:val="a"/>
      </w:pPr>
    </w:p>
    <w:p w:rsidR="00843C46" w:rsidRDefault="001C20B2" w:rsidP="005B5CFD">
      <w:pPr>
        <w:pStyle w:val="NoSpacing"/>
      </w:pPr>
      <w:r>
        <w:t>Chapter 1 text.</w:t>
      </w:r>
    </w:p>
    <w:p w:rsidR="00843C46" w:rsidRDefault="00263785" w:rsidP="00DA6CAB">
      <w:pPr>
        <w:pStyle w:val="a0"/>
      </w:pPr>
      <w:r w:rsidRPr="00E11D83">
        <w:t>* * *</w:t>
      </w:r>
    </w:p>
    <w:p w:rsidR="0089479C" w:rsidRPr="00BE6341" w:rsidRDefault="0089479C" w:rsidP="00276F07">
      <w:pPr>
        <w:pStyle w:val="a0"/>
        <w:rPr>
          <w:b w:val="0"/>
        </w:rPr>
      </w:pPr>
      <w:r w:rsidRPr="00BE6341">
        <w:rPr>
          <w:b w:val="0"/>
        </w:rPr>
        <w:t xml:space="preserve">(Always center this </w:t>
      </w:r>
      <w:r w:rsidR="007305EA" w:rsidRPr="00BE6341">
        <w:rPr>
          <w:b w:val="0"/>
        </w:rPr>
        <w:t xml:space="preserve">form </w:t>
      </w:r>
      <w:r w:rsidRPr="00BE6341">
        <w:rPr>
          <w:b w:val="0"/>
        </w:rPr>
        <w:t>break)</w:t>
      </w:r>
    </w:p>
    <w:p w:rsidR="00843C46" w:rsidRDefault="001C20B2" w:rsidP="005B5CFD">
      <w:pPr>
        <w:pStyle w:val="NoSpacing"/>
      </w:pPr>
      <w:r>
        <w:t>Chapter 1 text.</w:t>
      </w:r>
    </w:p>
    <w:p w:rsidR="00A17B0D" w:rsidRPr="00FC170B" w:rsidRDefault="00A17B0D" w:rsidP="00276F07">
      <w:pPr>
        <w:pStyle w:val="a"/>
      </w:pPr>
    </w:p>
    <w:p w:rsidR="00843C46" w:rsidRPr="00276F07" w:rsidRDefault="00263785" w:rsidP="00276F07">
      <w:pPr>
        <w:pStyle w:val="Heading1"/>
      </w:pPr>
      <w:r w:rsidRPr="00276F07">
        <w:t xml:space="preserve">Chapter </w:t>
      </w:r>
      <w:r w:rsidR="00E11D83" w:rsidRPr="00276F07">
        <w:t>2</w:t>
      </w:r>
    </w:p>
    <w:p w:rsidR="002C1BAE" w:rsidRPr="002C1BAE" w:rsidRDefault="002C1BAE" w:rsidP="00276F07">
      <w:pPr>
        <w:pStyle w:val="a"/>
      </w:pPr>
    </w:p>
    <w:p w:rsidR="001C20B2" w:rsidRDefault="001C20B2" w:rsidP="005B5CFD">
      <w:pPr>
        <w:pStyle w:val="NoSpacing"/>
      </w:pPr>
      <w:r>
        <w:t>Chapter 2 text.</w:t>
      </w:r>
    </w:p>
    <w:p w:rsidR="00A17B0D" w:rsidRPr="001C20B2" w:rsidRDefault="00A17B0D" w:rsidP="00276F07">
      <w:pPr>
        <w:pStyle w:val="a"/>
      </w:pPr>
    </w:p>
    <w:p w:rsidR="00843C46" w:rsidRPr="00276F07" w:rsidRDefault="0019175C" w:rsidP="00276F07">
      <w:pPr>
        <w:pStyle w:val="Heading1"/>
      </w:pPr>
      <w:r w:rsidRPr="00276F07">
        <w:t xml:space="preserve">Chapter </w:t>
      </w:r>
      <w:r w:rsidR="00E11D83" w:rsidRPr="00276F07">
        <w:t>3</w:t>
      </w:r>
    </w:p>
    <w:p w:rsidR="002C1BAE" w:rsidRPr="002C1BAE" w:rsidRDefault="002C1BAE" w:rsidP="00276F07">
      <w:pPr>
        <w:pStyle w:val="a"/>
      </w:pPr>
    </w:p>
    <w:p w:rsidR="001C20B2" w:rsidRDefault="001C20B2" w:rsidP="005B5CFD">
      <w:pPr>
        <w:pStyle w:val="NoSpacing"/>
      </w:pPr>
      <w:r>
        <w:t>Chapter 3 text.</w:t>
      </w:r>
    </w:p>
    <w:p w:rsidR="00A17B0D" w:rsidRPr="001C20B2" w:rsidRDefault="00A17B0D" w:rsidP="00276F07">
      <w:pPr>
        <w:pStyle w:val="a"/>
      </w:pPr>
    </w:p>
    <w:p w:rsidR="00843C46" w:rsidRPr="00665A7B" w:rsidRDefault="0019175C" w:rsidP="00276F07">
      <w:pPr>
        <w:pStyle w:val="Heading1"/>
      </w:pPr>
      <w:r w:rsidRPr="00665A7B">
        <w:t xml:space="preserve">Chapter </w:t>
      </w:r>
      <w:r w:rsidR="00E11D83" w:rsidRPr="00665A7B">
        <w:t>4</w:t>
      </w:r>
    </w:p>
    <w:p w:rsidR="002C1BAE" w:rsidRPr="002C1BAE" w:rsidRDefault="002C1BAE" w:rsidP="00276F07">
      <w:pPr>
        <w:pStyle w:val="a"/>
      </w:pPr>
    </w:p>
    <w:p w:rsidR="00843C46" w:rsidRDefault="001C20B2" w:rsidP="005B5CFD">
      <w:pPr>
        <w:pStyle w:val="NoSpacing"/>
      </w:pPr>
      <w:r>
        <w:t>Chapter 4 text.</w:t>
      </w:r>
    </w:p>
    <w:p w:rsidR="00A17B0D" w:rsidRPr="00FC170B" w:rsidRDefault="00A17B0D" w:rsidP="00276F07">
      <w:pPr>
        <w:pStyle w:val="a"/>
      </w:pPr>
    </w:p>
    <w:p w:rsidR="00843C46" w:rsidRPr="00665A7B" w:rsidRDefault="0019175C" w:rsidP="000A60C5">
      <w:pPr>
        <w:pStyle w:val="Heading1"/>
      </w:pPr>
      <w:r w:rsidRPr="00665A7B">
        <w:t xml:space="preserve">Chapter </w:t>
      </w:r>
      <w:r w:rsidR="00E11D83" w:rsidRPr="00665A7B">
        <w:t>5</w:t>
      </w:r>
    </w:p>
    <w:p w:rsidR="002C1BAE" w:rsidRPr="002C1BAE" w:rsidRDefault="002C1BAE" w:rsidP="00276F07">
      <w:pPr>
        <w:pStyle w:val="a"/>
      </w:pPr>
    </w:p>
    <w:p w:rsidR="00843C46" w:rsidRDefault="001C20B2" w:rsidP="005B5CFD">
      <w:pPr>
        <w:pStyle w:val="NoSpacing"/>
      </w:pPr>
      <w:r>
        <w:t>Chapter 5 text</w:t>
      </w:r>
      <w:r w:rsidR="006965BD" w:rsidRPr="00E11D83">
        <w:t>.</w:t>
      </w:r>
    </w:p>
    <w:p w:rsidR="00A17B0D" w:rsidRPr="00FC170B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>Chapter 6</w:t>
      </w:r>
    </w:p>
    <w:p w:rsidR="00A17B0D" w:rsidRPr="002C1BAE" w:rsidRDefault="00A17B0D" w:rsidP="00276F07">
      <w:pPr>
        <w:pStyle w:val="a"/>
      </w:pPr>
    </w:p>
    <w:p w:rsidR="00A17B0D" w:rsidRDefault="001C20B2" w:rsidP="005B5CFD">
      <w:pPr>
        <w:pStyle w:val="NoSpacing"/>
      </w:pPr>
      <w:r>
        <w:t>Chapter 6 text.</w:t>
      </w:r>
    </w:p>
    <w:p w:rsidR="00A17B0D" w:rsidRPr="00BE03BA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>Chapter 7</w:t>
      </w:r>
    </w:p>
    <w:p w:rsidR="00A17B0D" w:rsidRPr="002C1BAE" w:rsidRDefault="00A17B0D" w:rsidP="00276F07">
      <w:pPr>
        <w:pStyle w:val="a"/>
      </w:pPr>
    </w:p>
    <w:p w:rsidR="009638A1" w:rsidRDefault="009638A1" w:rsidP="005B5CFD">
      <w:pPr>
        <w:pStyle w:val="NoSpacing"/>
      </w:pPr>
      <w:r>
        <w:t>Chapter 7 text.</w:t>
      </w:r>
    </w:p>
    <w:p w:rsidR="00A17B0D" w:rsidRPr="00BE03BA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>Chapter 8</w:t>
      </w:r>
    </w:p>
    <w:p w:rsidR="00A17B0D" w:rsidRPr="002C1BAE" w:rsidRDefault="00A17B0D" w:rsidP="00276F07">
      <w:pPr>
        <w:pStyle w:val="a"/>
      </w:pPr>
    </w:p>
    <w:p w:rsidR="009638A1" w:rsidRDefault="009638A1" w:rsidP="005B5CFD">
      <w:pPr>
        <w:pStyle w:val="NoSpacing"/>
      </w:pPr>
      <w:r>
        <w:t>Chapter 8 text.</w:t>
      </w:r>
    </w:p>
    <w:p w:rsidR="00A17B0D" w:rsidRPr="00BE03BA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>Chapter 9</w:t>
      </w:r>
    </w:p>
    <w:p w:rsidR="00A17B0D" w:rsidRPr="002C1BAE" w:rsidRDefault="00A17B0D" w:rsidP="00276F07">
      <w:pPr>
        <w:pStyle w:val="a"/>
      </w:pPr>
    </w:p>
    <w:p w:rsidR="009638A1" w:rsidRDefault="009638A1" w:rsidP="005B5CFD">
      <w:pPr>
        <w:pStyle w:val="NoSpacing"/>
      </w:pPr>
      <w:r>
        <w:t>Chapter 9 text.</w:t>
      </w:r>
    </w:p>
    <w:p w:rsidR="00A17B0D" w:rsidRPr="00BE03BA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 xml:space="preserve">Chapter </w:t>
      </w:r>
      <w:r w:rsidR="00BE03BA" w:rsidRPr="00665A7B">
        <w:t>10</w:t>
      </w:r>
    </w:p>
    <w:p w:rsidR="00A17B0D" w:rsidRPr="002C1BAE" w:rsidRDefault="00A17B0D" w:rsidP="00276F07">
      <w:pPr>
        <w:pStyle w:val="a"/>
      </w:pPr>
    </w:p>
    <w:p w:rsidR="009638A1" w:rsidRDefault="009638A1" w:rsidP="005B5CFD">
      <w:pPr>
        <w:pStyle w:val="NoSpacing"/>
      </w:pPr>
      <w:r>
        <w:t>Chapter 10 text.</w:t>
      </w:r>
    </w:p>
    <w:p w:rsidR="00A17B0D" w:rsidRPr="00BE03BA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 xml:space="preserve">Chapter </w:t>
      </w:r>
      <w:r w:rsidR="00BE03BA" w:rsidRPr="00665A7B">
        <w:t>11</w:t>
      </w:r>
    </w:p>
    <w:p w:rsidR="00A17B0D" w:rsidRPr="002C1BAE" w:rsidRDefault="00A17B0D" w:rsidP="00276F07">
      <w:pPr>
        <w:pStyle w:val="a"/>
      </w:pPr>
    </w:p>
    <w:p w:rsidR="009638A1" w:rsidRDefault="009638A1" w:rsidP="005B5CFD">
      <w:pPr>
        <w:pStyle w:val="NoSpacing"/>
      </w:pPr>
      <w:r>
        <w:t>Chapter 11 text.</w:t>
      </w:r>
    </w:p>
    <w:p w:rsidR="00A17B0D" w:rsidRPr="00BE03BA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 xml:space="preserve">Chapter </w:t>
      </w:r>
      <w:r w:rsidR="00BE03BA" w:rsidRPr="00665A7B">
        <w:t>12</w:t>
      </w:r>
    </w:p>
    <w:p w:rsidR="00A17B0D" w:rsidRPr="002C1BAE" w:rsidRDefault="00A17B0D" w:rsidP="00276F07">
      <w:pPr>
        <w:pStyle w:val="a"/>
      </w:pPr>
    </w:p>
    <w:p w:rsidR="009638A1" w:rsidRDefault="009638A1" w:rsidP="005B5CFD">
      <w:pPr>
        <w:pStyle w:val="NoSpacing"/>
      </w:pPr>
      <w:r>
        <w:t>Chapter 12 text.</w:t>
      </w:r>
    </w:p>
    <w:p w:rsidR="00A17B0D" w:rsidRPr="00BE03BA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 xml:space="preserve">Chapter </w:t>
      </w:r>
      <w:r w:rsidR="00BE03BA" w:rsidRPr="00665A7B">
        <w:t>13</w:t>
      </w:r>
    </w:p>
    <w:p w:rsidR="00A17B0D" w:rsidRPr="002C1BAE" w:rsidRDefault="00A17B0D" w:rsidP="00276F07">
      <w:pPr>
        <w:pStyle w:val="a"/>
      </w:pPr>
    </w:p>
    <w:p w:rsidR="009638A1" w:rsidRDefault="009638A1" w:rsidP="005B5CFD">
      <w:pPr>
        <w:pStyle w:val="NoSpacing"/>
      </w:pPr>
      <w:r>
        <w:t>Chapter 13 text.</w:t>
      </w:r>
    </w:p>
    <w:p w:rsidR="00A17B0D" w:rsidRPr="00BE03BA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 xml:space="preserve">Chapter </w:t>
      </w:r>
      <w:r w:rsidR="00BE03BA" w:rsidRPr="00665A7B">
        <w:t>14</w:t>
      </w:r>
    </w:p>
    <w:p w:rsidR="00A17B0D" w:rsidRPr="002C1BAE" w:rsidRDefault="00A17B0D" w:rsidP="00276F07">
      <w:pPr>
        <w:pStyle w:val="a"/>
      </w:pPr>
    </w:p>
    <w:p w:rsidR="009638A1" w:rsidRDefault="009638A1" w:rsidP="005B5CFD">
      <w:pPr>
        <w:pStyle w:val="NoSpacing"/>
      </w:pPr>
      <w:r>
        <w:t>Chapter 14 text.</w:t>
      </w:r>
    </w:p>
    <w:p w:rsidR="00A17B0D" w:rsidRPr="00BE03BA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 xml:space="preserve">Chapter </w:t>
      </w:r>
      <w:r w:rsidR="00BE03BA" w:rsidRPr="00665A7B">
        <w:t>15</w:t>
      </w:r>
    </w:p>
    <w:p w:rsidR="00A17B0D" w:rsidRPr="002C1BAE" w:rsidRDefault="00A17B0D" w:rsidP="00276F07">
      <w:pPr>
        <w:pStyle w:val="a"/>
      </w:pPr>
    </w:p>
    <w:p w:rsidR="009638A1" w:rsidRDefault="009638A1" w:rsidP="005B5CFD">
      <w:pPr>
        <w:pStyle w:val="NoSpacing"/>
      </w:pPr>
      <w:r>
        <w:t>Chapter 15 text.</w:t>
      </w:r>
    </w:p>
    <w:p w:rsidR="00A17B0D" w:rsidRPr="00BE03BA" w:rsidRDefault="00A17B0D" w:rsidP="00276F07">
      <w:pPr>
        <w:pStyle w:val="a"/>
      </w:pPr>
    </w:p>
    <w:p w:rsidR="00A17B0D" w:rsidRPr="00665A7B" w:rsidRDefault="00A17B0D" w:rsidP="000A60C5">
      <w:pPr>
        <w:pStyle w:val="Heading1"/>
      </w:pPr>
      <w:r w:rsidRPr="00665A7B">
        <w:t xml:space="preserve">Chapter </w:t>
      </w:r>
      <w:r w:rsidR="00BE03BA" w:rsidRPr="00665A7B">
        <w:t>16</w:t>
      </w:r>
    </w:p>
    <w:p w:rsidR="00A17B0D" w:rsidRPr="002C1BAE" w:rsidRDefault="00A17B0D" w:rsidP="00276F07">
      <w:pPr>
        <w:pStyle w:val="a"/>
      </w:pPr>
    </w:p>
    <w:p w:rsidR="009638A1" w:rsidRDefault="009638A1" w:rsidP="005B5CFD">
      <w:pPr>
        <w:pStyle w:val="NoSpacing"/>
      </w:pPr>
      <w:r>
        <w:t>Chapter 16 text.</w:t>
      </w:r>
    </w:p>
    <w:p w:rsidR="00BE03BA" w:rsidRPr="009638A1" w:rsidRDefault="00BE03BA" w:rsidP="00276F07">
      <w:pPr>
        <w:pStyle w:val="a"/>
      </w:pPr>
    </w:p>
    <w:p w:rsidR="00BE03BA" w:rsidRPr="00665A7B" w:rsidRDefault="00BE03BA" w:rsidP="000A60C5">
      <w:pPr>
        <w:pStyle w:val="Heading1"/>
      </w:pPr>
      <w:r w:rsidRPr="00665A7B">
        <w:lastRenderedPageBreak/>
        <w:t>Chapter 17</w:t>
      </w:r>
    </w:p>
    <w:p w:rsidR="00BE03BA" w:rsidRPr="002C1BAE" w:rsidRDefault="00BE03BA" w:rsidP="00276F07">
      <w:pPr>
        <w:pStyle w:val="a"/>
      </w:pPr>
    </w:p>
    <w:p w:rsidR="009638A1" w:rsidRDefault="009638A1" w:rsidP="005B5CFD">
      <w:pPr>
        <w:pStyle w:val="NoSpacing"/>
      </w:pPr>
      <w:r>
        <w:t>Chapter 17 text.</w:t>
      </w:r>
    </w:p>
    <w:p w:rsidR="00BE03BA" w:rsidRPr="009638A1" w:rsidRDefault="00BE03BA" w:rsidP="00276F07">
      <w:pPr>
        <w:pStyle w:val="a"/>
      </w:pPr>
    </w:p>
    <w:p w:rsidR="00BE03BA" w:rsidRPr="00665A7B" w:rsidRDefault="00BE03BA" w:rsidP="000A60C5">
      <w:pPr>
        <w:pStyle w:val="Heading1"/>
      </w:pPr>
      <w:r w:rsidRPr="00665A7B">
        <w:t>Chapter 18</w:t>
      </w:r>
    </w:p>
    <w:p w:rsidR="00BE03BA" w:rsidRPr="002C1BAE" w:rsidRDefault="00BE03BA" w:rsidP="00BE6341">
      <w:pPr>
        <w:pStyle w:val="a"/>
      </w:pPr>
    </w:p>
    <w:p w:rsidR="009638A1" w:rsidRDefault="009638A1" w:rsidP="005B5CFD">
      <w:pPr>
        <w:pStyle w:val="NoSpacing"/>
      </w:pPr>
      <w:r>
        <w:t>Chapter 18 text.</w:t>
      </w:r>
    </w:p>
    <w:p w:rsidR="00BE03BA" w:rsidRPr="009638A1" w:rsidRDefault="00BE03BA" w:rsidP="00BE6341">
      <w:pPr>
        <w:pStyle w:val="a"/>
      </w:pPr>
    </w:p>
    <w:p w:rsidR="00BE03BA" w:rsidRPr="00665A7B" w:rsidRDefault="00BE03BA" w:rsidP="000A60C5">
      <w:pPr>
        <w:pStyle w:val="Heading1"/>
      </w:pPr>
      <w:r w:rsidRPr="00665A7B">
        <w:t>Chapter 19</w:t>
      </w:r>
    </w:p>
    <w:p w:rsidR="00BE03BA" w:rsidRPr="002C1BAE" w:rsidRDefault="00BE03BA" w:rsidP="00BE6341">
      <w:pPr>
        <w:pStyle w:val="a"/>
      </w:pPr>
    </w:p>
    <w:p w:rsidR="009638A1" w:rsidRDefault="009638A1" w:rsidP="005B5CFD">
      <w:pPr>
        <w:pStyle w:val="NoSpacing"/>
      </w:pPr>
      <w:r>
        <w:t>Chapter 19 text.</w:t>
      </w:r>
    </w:p>
    <w:p w:rsidR="00BE03BA" w:rsidRPr="009638A1" w:rsidRDefault="00BE03BA" w:rsidP="00BE6341">
      <w:pPr>
        <w:pStyle w:val="a"/>
      </w:pPr>
    </w:p>
    <w:p w:rsidR="00BE03BA" w:rsidRPr="00665A7B" w:rsidRDefault="00BE03BA" w:rsidP="000A60C5">
      <w:pPr>
        <w:pStyle w:val="Heading1"/>
      </w:pPr>
      <w:r w:rsidRPr="00665A7B">
        <w:t>Chapter 20</w:t>
      </w:r>
    </w:p>
    <w:p w:rsidR="00BE03BA" w:rsidRPr="002C1BAE" w:rsidRDefault="00BE03BA" w:rsidP="00BE6341">
      <w:pPr>
        <w:pStyle w:val="a"/>
      </w:pPr>
    </w:p>
    <w:p w:rsidR="009638A1" w:rsidRDefault="009638A1" w:rsidP="005B5CFD">
      <w:pPr>
        <w:pStyle w:val="NoSpacing"/>
      </w:pPr>
      <w:r>
        <w:t>Chapter 20 text.</w:t>
      </w:r>
    </w:p>
    <w:p w:rsidR="00BE03BA" w:rsidRPr="009638A1" w:rsidRDefault="00BE03BA" w:rsidP="00BE6341">
      <w:pPr>
        <w:pStyle w:val="a"/>
      </w:pPr>
    </w:p>
    <w:p w:rsidR="00487262" w:rsidRPr="00665A7B" w:rsidRDefault="00487262" w:rsidP="000A60C5">
      <w:pPr>
        <w:pStyle w:val="Heading1"/>
      </w:pPr>
      <w:r w:rsidRPr="00665A7B">
        <w:t>Epilogue</w:t>
      </w:r>
    </w:p>
    <w:p w:rsidR="00487262" w:rsidRPr="000B6548" w:rsidRDefault="00487262" w:rsidP="00BE6341">
      <w:pPr>
        <w:pStyle w:val="a"/>
      </w:pPr>
    </w:p>
    <w:p w:rsidR="009638A1" w:rsidRDefault="0089479C" w:rsidP="005B5CFD">
      <w:pPr>
        <w:pStyle w:val="NoSpacing"/>
      </w:pPr>
      <w:r>
        <w:t>Epilogue</w:t>
      </w:r>
      <w:r w:rsidR="009638A1">
        <w:t xml:space="preserve"> text.</w:t>
      </w:r>
    </w:p>
    <w:p w:rsidR="00487262" w:rsidRPr="000B6548" w:rsidRDefault="00487262" w:rsidP="00BE6341">
      <w:pPr>
        <w:pStyle w:val="a"/>
      </w:pPr>
    </w:p>
    <w:p w:rsidR="006965BD" w:rsidRPr="00E11D83" w:rsidRDefault="006965BD" w:rsidP="00BE6341">
      <w:pPr>
        <w:pStyle w:val="EndLine"/>
      </w:pPr>
      <w:r w:rsidRPr="00E11D83">
        <w:t>The End</w:t>
      </w:r>
    </w:p>
    <w:sectPr w:rsidR="006965BD" w:rsidRPr="00E11D83" w:rsidSect="004113F1">
      <w:pgSz w:w="12240" w:h="15840" w:code="1"/>
      <w:pgMar w:top="1080" w:right="1080" w:bottom="1080" w:left="1080" w:header="720" w:footer="720" w:gutter="0"/>
      <w:cols w:space="720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 Italic">
    <w:panose1 w:val="020405020503050A03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attachedTemplate r:id="rId1"/>
  <w:stylePaneFormatFilter w:val="5224"/>
  <w:defaultTabStop w:val="720"/>
  <w:drawingGridHorizontalSpacing w:val="160"/>
  <w:drawingGridVerticalSpacing w:val="435"/>
  <w:displayHorizontalDrawingGridEvery w:val="2"/>
  <w:characterSpacingControl w:val="doNotCompress"/>
  <w:compat/>
  <w:rsids>
    <w:rsidRoot w:val="003A6AE9"/>
    <w:rsid w:val="00002515"/>
    <w:rsid w:val="0000346A"/>
    <w:rsid w:val="0001181D"/>
    <w:rsid w:val="0001309D"/>
    <w:rsid w:val="0001429C"/>
    <w:rsid w:val="00016969"/>
    <w:rsid w:val="00016A09"/>
    <w:rsid w:val="0001711E"/>
    <w:rsid w:val="00021F26"/>
    <w:rsid w:val="00022474"/>
    <w:rsid w:val="00037752"/>
    <w:rsid w:val="00041611"/>
    <w:rsid w:val="0004190B"/>
    <w:rsid w:val="00042FBB"/>
    <w:rsid w:val="0004487B"/>
    <w:rsid w:val="000517E7"/>
    <w:rsid w:val="000535F7"/>
    <w:rsid w:val="00062B98"/>
    <w:rsid w:val="00065085"/>
    <w:rsid w:val="000752D7"/>
    <w:rsid w:val="0007627E"/>
    <w:rsid w:val="0008757B"/>
    <w:rsid w:val="00091A0F"/>
    <w:rsid w:val="00092107"/>
    <w:rsid w:val="0009548F"/>
    <w:rsid w:val="000A0E18"/>
    <w:rsid w:val="000A60C5"/>
    <w:rsid w:val="000B245F"/>
    <w:rsid w:val="000B4AC5"/>
    <w:rsid w:val="000B6548"/>
    <w:rsid w:val="000B6904"/>
    <w:rsid w:val="000C03E1"/>
    <w:rsid w:val="000F72B4"/>
    <w:rsid w:val="0010050E"/>
    <w:rsid w:val="00104674"/>
    <w:rsid w:val="00106A9B"/>
    <w:rsid w:val="00111F67"/>
    <w:rsid w:val="00113D67"/>
    <w:rsid w:val="0011436A"/>
    <w:rsid w:val="00120A38"/>
    <w:rsid w:val="00125768"/>
    <w:rsid w:val="001268A3"/>
    <w:rsid w:val="00127AEC"/>
    <w:rsid w:val="0013179A"/>
    <w:rsid w:val="00131A0E"/>
    <w:rsid w:val="00133C62"/>
    <w:rsid w:val="0014248C"/>
    <w:rsid w:val="00145CEB"/>
    <w:rsid w:val="00172A3D"/>
    <w:rsid w:val="00174C1D"/>
    <w:rsid w:val="0017705C"/>
    <w:rsid w:val="001850B6"/>
    <w:rsid w:val="00190A15"/>
    <w:rsid w:val="0019175C"/>
    <w:rsid w:val="001A0A67"/>
    <w:rsid w:val="001A16EB"/>
    <w:rsid w:val="001A46F6"/>
    <w:rsid w:val="001B2E03"/>
    <w:rsid w:val="001B3F9E"/>
    <w:rsid w:val="001B7594"/>
    <w:rsid w:val="001C1C87"/>
    <w:rsid w:val="001C20B2"/>
    <w:rsid w:val="001C3F49"/>
    <w:rsid w:val="001D5CA8"/>
    <w:rsid w:val="001E1F88"/>
    <w:rsid w:val="001E4BFA"/>
    <w:rsid w:val="001E4E2A"/>
    <w:rsid w:val="001E54E3"/>
    <w:rsid w:val="001F36EC"/>
    <w:rsid w:val="001F3929"/>
    <w:rsid w:val="002112CA"/>
    <w:rsid w:val="00215B06"/>
    <w:rsid w:val="00215F28"/>
    <w:rsid w:val="00227894"/>
    <w:rsid w:val="0023319F"/>
    <w:rsid w:val="00233801"/>
    <w:rsid w:val="0024155E"/>
    <w:rsid w:val="00241F34"/>
    <w:rsid w:val="0024480B"/>
    <w:rsid w:val="00254A58"/>
    <w:rsid w:val="002624D1"/>
    <w:rsid w:val="00262EA0"/>
    <w:rsid w:val="00263785"/>
    <w:rsid w:val="0026445D"/>
    <w:rsid w:val="00270F98"/>
    <w:rsid w:val="00276F07"/>
    <w:rsid w:val="002B03EE"/>
    <w:rsid w:val="002C1BAE"/>
    <w:rsid w:val="002C40EE"/>
    <w:rsid w:val="002D4CDB"/>
    <w:rsid w:val="002D785C"/>
    <w:rsid w:val="002E097A"/>
    <w:rsid w:val="002E64DF"/>
    <w:rsid w:val="002F25A5"/>
    <w:rsid w:val="002F5A3A"/>
    <w:rsid w:val="0030413F"/>
    <w:rsid w:val="00312D7D"/>
    <w:rsid w:val="00313076"/>
    <w:rsid w:val="0031727D"/>
    <w:rsid w:val="00324947"/>
    <w:rsid w:val="00330DF3"/>
    <w:rsid w:val="0033627B"/>
    <w:rsid w:val="00336D94"/>
    <w:rsid w:val="00337A85"/>
    <w:rsid w:val="00345959"/>
    <w:rsid w:val="003521CE"/>
    <w:rsid w:val="00354D03"/>
    <w:rsid w:val="0035755B"/>
    <w:rsid w:val="00365111"/>
    <w:rsid w:val="00376ABB"/>
    <w:rsid w:val="00383128"/>
    <w:rsid w:val="00387FEF"/>
    <w:rsid w:val="00391D1C"/>
    <w:rsid w:val="003A151E"/>
    <w:rsid w:val="003A1EED"/>
    <w:rsid w:val="003A5586"/>
    <w:rsid w:val="003A5B71"/>
    <w:rsid w:val="003A6AE9"/>
    <w:rsid w:val="003B1247"/>
    <w:rsid w:val="003B58F2"/>
    <w:rsid w:val="003B5A3B"/>
    <w:rsid w:val="003C4744"/>
    <w:rsid w:val="003C5C6D"/>
    <w:rsid w:val="003C61EC"/>
    <w:rsid w:val="003C62C3"/>
    <w:rsid w:val="003C68CA"/>
    <w:rsid w:val="003D242D"/>
    <w:rsid w:val="003D6967"/>
    <w:rsid w:val="003E059A"/>
    <w:rsid w:val="003E1554"/>
    <w:rsid w:val="003F7F47"/>
    <w:rsid w:val="00406D19"/>
    <w:rsid w:val="004113F1"/>
    <w:rsid w:val="0041203B"/>
    <w:rsid w:val="004122F2"/>
    <w:rsid w:val="004140DF"/>
    <w:rsid w:val="004209D1"/>
    <w:rsid w:val="00421BEA"/>
    <w:rsid w:val="00424C3B"/>
    <w:rsid w:val="00427FBC"/>
    <w:rsid w:val="00437EBC"/>
    <w:rsid w:val="00440DAE"/>
    <w:rsid w:val="00441FB4"/>
    <w:rsid w:val="00451C0F"/>
    <w:rsid w:val="004552D1"/>
    <w:rsid w:val="00457E93"/>
    <w:rsid w:val="0046612D"/>
    <w:rsid w:val="0046643D"/>
    <w:rsid w:val="004827B1"/>
    <w:rsid w:val="00484E7E"/>
    <w:rsid w:val="00487262"/>
    <w:rsid w:val="00490904"/>
    <w:rsid w:val="004912C5"/>
    <w:rsid w:val="004A2966"/>
    <w:rsid w:val="004A33A4"/>
    <w:rsid w:val="004C04CD"/>
    <w:rsid w:val="004C307C"/>
    <w:rsid w:val="004C41BA"/>
    <w:rsid w:val="004D3AC9"/>
    <w:rsid w:val="004D58D7"/>
    <w:rsid w:val="004E0C7B"/>
    <w:rsid w:val="004E23FA"/>
    <w:rsid w:val="004E375A"/>
    <w:rsid w:val="004F214B"/>
    <w:rsid w:val="004F36BA"/>
    <w:rsid w:val="004F3B83"/>
    <w:rsid w:val="004F67E5"/>
    <w:rsid w:val="004F6BE7"/>
    <w:rsid w:val="004F76C5"/>
    <w:rsid w:val="005065BA"/>
    <w:rsid w:val="0051013F"/>
    <w:rsid w:val="0051124C"/>
    <w:rsid w:val="005156AE"/>
    <w:rsid w:val="00515A68"/>
    <w:rsid w:val="00520575"/>
    <w:rsid w:val="00521DD3"/>
    <w:rsid w:val="005236D0"/>
    <w:rsid w:val="00531330"/>
    <w:rsid w:val="00532571"/>
    <w:rsid w:val="00537E10"/>
    <w:rsid w:val="00541B6E"/>
    <w:rsid w:val="00545612"/>
    <w:rsid w:val="00552A0B"/>
    <w:rsid w:val="00555398"/>
    <w:rsid w:val="00561FAD"/>
    <w:rsid w:val="005638C7"/>
    <w:rsid w:val="00564F38"/>
    <w:rsid w:val="00572570"/>
    <w:rsid w:val="005805C2"/>
    <w:rsid w:val="00586A4D"/>
    <w:rsid w:val="005911B4"/>
    <w:rsid w:val="00597997"/>
    <w:rsid w:val="005A33A7"/>
    <w:rsid w:val="005B5CFD"/>
    <w:rsid w:val="005C31A6"/>
    <w:rsid w:val="005C3F4D"/>
    <w:rsid w:val="005C4CC9"/>
    <w:rsid w:val="005C6FEA"/>
    <w:rsid w:val="005C7FCE"/>
    <w:rsid w:val="005D074D"/>
    <w:rsid w:val="005D09D4"/>
    <w:rsid w:val="005D0CEF"/>
    <w:rsid w:val="005D6C30"/>
    <w:rsid w:val="005E4040"/>
    <w:rsid w:val="005E40E4"/>
    <w:rsid w:val="00641492"/>
    <w:rsid w:val="00643156"/>
    <w:rsid w:val="00656AD1"/>
    <w:rsid w:val="0065743A"/>
    <w:rsid w:val="00661D0A"/>
    <w:rsid w:val="006630AC"/>
    <w:rsid w:val="00664137"/>
    <w:rsid w:val="00665A7B"/>
    <w:rsid w:val="006719BB"/>
    <w:rsid w:val="00673B20"/>
    <w:rsid w:val="00675E5B"/>
    <w:rsid w:val="006811CE"/>
    <w:rsid w:val="00684289"/>
    <w:rsid w:val="00684A49"/>
    <w:rsid w:val="00693E1A"/>
    <w:rsid w:val="00695627"/>
    <w:rsid w:val="006965BD"/>
    <w:rsid w:val="00696750"/>
    <w:rsid w:val="006A3397"/>
    <w:rsid w:val="006A4BD4"/>
    <w:rsid w:val="006A4D93"/>
    <w:rsid w:val="006B1E62"/>
    <w:rsid w:val="006C2050"/>
    <w:rsid w:val="006C3090"/>
    <w:rsid w:val="006C373E"/>
    <w:rsid w:val="006C4164"/>
    <w:rsid w:val="006C7C2C"/>
    <w:rsid w:val="006D14F0"/>
    <w:rsid w:val="006E0C05"/>
    <w:rsid w:val="006E594B"/>
    <w:rsid w:val="006F043A"/>
    <w:rsid w:val="006F137D"/>
    <w:rsid w:val="006F60E7"/>
    <w:rsid w:val="00704529"/>
    <w:rsid w:val="00706F8B"/>
    <w:rsid w:val="00716ED1"/>
    <w:rsid w:val="00717C11"/>
    <w:rsid w:val="007269F1"/>
    <w:rsid w:val="007305EA"/>
    <w:rsid w:val="0073318E"/>
    <w:rsid w:val="00742F2D"/>
    <w:rsid w:val="007439E1"/>
    <w:rsid w:val="007441FC"/>
    <w:rsid w:val="007450A1"/>
    <w:rsid w:val="00753597"/>
    <w:rsid w:val="00755E5C"/>
    <w:rsid w:val="00757F6D"/>
    <w:rsid w:val="007709FD"/>
    <w:rsid w:val="007713E6"/>
    <w:rsid w:val="007735D8"/>
    <w:rsid w:val="00786A3B"/>
    <w:rsid w:val="0078760B"/>
    <w:rsid w:val="0079059F"/>
    <w:rsid w:val="0079242B"/>
    <w:rsid w:val="007962FC"/>
    <w:rsid w:val="007A07FE"/>
    <w:rsid w:val="007A37E5"/>
    <w:rsid w:val="007A62A7"/>
    <w:rsid w:val="007B1135"/>
    <w:rsid w:val="007B477B"/>
    <w:rsid w:val="007B69A8"/>
    <w:rsid w:val="007B77D2"/>
    <w:rsid w:val="007C71B5"/>
    <w:rsid w:val="007D7A78"/>
    <w:rsid w:val="007E0D2A"/>
    <w:rsid w:val="007E30A0"/>
    <w:rsid w:val="007F5B03"/>
    <w:rsid w:val="008019D9"/>
    <w:rsid w:val="008125BC"/>
    <w:rsid w:val="00814973"/>
    <w:rsid w:val="0082188C"/>
    <w:rsid w:val="00822842"/>
    <w:rsid w:val="00825DD5"/>
    <w:rsid w:val="008273E7"/>
    <w:rsid w:val="008304DF"/>
    <w:rsid w:val="008307FC"/>
    <w:rsid w:val="00831C29"/>
    <w:rsid w:val="0083504E"/>
    <w:rsid w:val="00843C46"/>
    <w:rsid w:val="008514B3"/>
    <w:rsid w:val="0085347C"/>
    <w:rsid w:val="00853C78"/>
    <w:rsid w:val="00854EBB"/>
    <w:rsid w:val="00855D8A"/>
    <w:rsid w:val="0086332D"/>
    <w:rsid w:val="00872519"/>
    <w:rsid w:val="00873B2E"/>
    <w:rsid w:val="008804CD"/>
    <w:rsid w:val="00884999"/>
    <w:rsid w:val="008936C5"/>
    <w:rsid w:val="00893D86"/>
    <w:rsid w:val="0089479C"/>
    <w:rsid w:val="00897EF3"/>
    <w:rsid w:val="008A1FE5"/>
    <w:rsid w:val="008A67D8"/>
    <w:rsid w:val="008A7DA0"/>
    <w:rsid w:val="008B4C51"/>
    <w:rsid w:val="008C4DA5"/>
    <w:rsid w:val="008D5FA8"/>
    <w:rsid w:val="008E3113"/>
    <w:rsid w:val="008E391F"/>
    <w:rsid w:val="008E4144"/>
    <w:rsid w:val="008E4190"/>
    <w:rsid w:val="008E4748"/>
    <w:rsid w:val="008E5F6B"/>
    <w:rsid w:val="008F22E9"/>
    <w:rsid w:val="00900736"/>
    <w:rsid w:val="0090147E"/>
    <w:rsid w:val="009042FB"/>
    <w:rsid w:val="00906535"/>
    <w:rsid w:val="00906D31"/>
    <w:rsid w:val="00907743"/>
    <w:rsid w:val="009444DA"/>
    <w:rsid w:val="00944691"/>
    <w:rsid w:val="00946B27"/>
    <w:rsid w:val="00946DFF"/>
    <w:rsid w:val="00957912"/>
    <w:rsid w:val="009638A1"/>
    <w:rsid w:val="00967DB2"/>
    <w:rsid w:val="00972451"/>
    <w:rsid w:val="00975FEE"/>
    <w:rsid w:val="009767FF"/>
    <w:rsid w:val="00976AB2"/>
    <w:rsid w:val="0097757A"/>
    <w:rsid w:val="0099018C"/>
    <w:rsid w:val="009A2EF8"/>
    <w:rsid w:val="009A6170"/>
    <w:rsid w:val="009B7DCA"/>
    <w:rsid w:val="009C3833"/>
    <w:rsid w:val="009C57E1"/>
    <w:rsid w:val="009C64A1"/>
    <w:rsid w:val="009C6D1F"/>
    <w:rsid w:val="009E1C10"/>
    <w:rsid w:val="009E3D8E"/>
    <w:rsid w:val="009F294B"/>
    <w:rsid w:val="009F4CDA"/>
    <w:rsid w:val="009F6887"/>
    <w:rsid w:val="009F688C"/>
    <w:rsid w:val="00A17B0D"/>
    <w:rsid w:val="00A17BFE"/>
    <w:rsid w:val="00A2090D"/>
    <w:rsid w:val="00A23018"/>
    <w:rsid w:val="00A27B5D"/>
    <w:rsid w:val="00A32026"/>
    <w:rsid w:val="00A41B8C"/>
    <w:rsid w:val="00A531E8"/>
    <w:rsid w:val="00A56214"/>
    <w:rsid w:val="00A6378E"/>
    <w:rsid w:val="00A63865"/>
    <w:rsid w:val="00A667BA"/>
    <w:rsid w:val="00A77761"/>
    <w:rsid w:val="00A831D5"/>
    <w:rsid w:val="00A85CBF"/>
    <w:rsid w:val="00A8625B"/>
    <w:rsid w:val="00A90FDB"/>
    <w:rsid w:val="00A921DB"/>
    <w:rsid w:val="00A92E06"/>
    <w:rsid w:val="00A970F1"/>
    <w:rsid w:val="00AA00DF"/>
    <w:rsid w:val="00AA2C9E"/>
    <w:rsid w:val="00AB4AFF"/>
    <w:rsid w:val="00AC0FF3"/>
    <w:rsid w:val="00AC4AF5"/>
    <w:rsid w:val="00AD7B9A"/>
    <w:rsid w:val="00AE216E"/>
    <w:rsid w:val="00AE43BB"/>
    <w:rsid w:val="00AE776B"/>
    <w:rsid w:val="00AF455F"/>
    <w:rsid w:val="00B042CB"/>
    <w:rsid w:val="00B0587D"/>
    <w:rsid w:val="00B139DD"/>
    <w:rsid w:val="00B2680C"/>
    <w:rsid w:val="00B305A0"/>
    <w:rsid w:val="00B30E95"/>
    <w:rsid w:val="00B359D3"/>
    <w:rsid w:val="00B35AA8"/>
    <w:rsid w:val="00B36C69"/>
    <w:rsid w:val="00B37310"/>
    <w:rsid w:val="00B5044F"/>
    <w:rsid w:val="00B56ABD"/>
    <w:rsid w:val="00B56FE0"/>
    <w:rsid w:val="00B614A8"/>
    <w:rsid w:val="00B64507"/>
    <w:rsid w:val="00B733B8"/>
    <w:rsid w:val="00B7525C"/>
    <w:rsid w:val="00B768C6"/>
    <w:rsid w:val="00B93516"/>
    <w:rsid w:val="00B946F0"/>
    <w:rsid w:val="00BA214F"/>
    <w:rsid w:val="00BA3126"/>
    <w:rsid w:val="00BA3807"/>
    <w:rsid w:val="00BB061B"/>
    <w:rsid w:val="00BB0E15"/>
    <w:rsid w:val="00BB4F63"/>
    <w:rsid w:val="00BB61E5"/>
    <w:rsid w:val="00BC4126"/>
    <w:rsid w:val="00BC41D3"/>
    <w:rsid w:val="00BC4A36"/>
    <w:rsid w:val="00BC5C7E"/>
    <w:rsid w:val="00BD0B26"/>
    <w:rsid w:val="00BD153D"/>
    <w:rsid w:val="00BD3C65"/>
    <w:rsid w:val="00BD3D47"/>
    <w:rsid w:val="00BE03BA"/>
    <w:rsid w:val="00BE1F87"/>
    <w:rsid w:val="00BE2181"/>
    <w:rsid w:val="00BE235F"/>
    <w:rsid w:val="00BE32F3"/>
    <w:rsid w:val="00BE6341"/>
    <w:rsid w:val="00BE6FA7"/>
    <w:rsid w:val="00BE743B"/>
    <w:rsid w:val="00BF0CC3"/>
    <w:rsid w:val="00C015A1"/>
    <w:rsid w:val="00C0704A"/>
    <w:rsid w:val="00C14F5C"/>
    <w:rsid w:val="00C16653"/>
    <w:rsid w:val="00C1796E"/>
    <w:rsid w:val="00C224E9"/>
    <w:rsid w:val="00C36F69"/>
    <w:rsid w:val="00C41211"/>
    <w:rsid w:val="00C4359B"/>
    <w:rsid w:val="00C45B4F"/>
    <w:rsid w:val="00C56708"/>
    <w:rsid w:val="00C60353"/>
    <w:rsid w:val="00C60CF3"/>
    <w:rsid w:val="00C67E96"/>
    <w:rsid w:val="00C7291C"/>
    <w:rsid w:val="00C77D31"/>
    <w:rsid w:val="00C80905"/>
    <w:rsid w:val="00C845CD"/>
    <w:rsid w:val="00C941E6"/>
    <w:rsid w:val="00CA3277"/>
    <w:rsid w:val="00CB2431"/>
    <w:rsid w:val="00CB75E7"/>
    <w:rsid w:val="00CB7934"/>
    <w:rsid w:val="00CC5B8B"/>
    <w:rsid w:val="00CE0259"/>
    <w:rsid w:val="00CE4171"/>
    <w:rsid w:val="00CF75CD"/>
    <w:rsid w:val="00D01776"/>
    <w:rsid w:val="00D048D0"/>
    <w:rsid w:val="00D106BB"/>
    <w:rsid w:val="00D264F1"/>
    <w:rsid w:val="00D30438"/>
    <w:rsid w:val="00D305A8"/>
    <w:rsid w:val="00D35047"/>
    <w:rsid w:val="00D36FA4"/>
    <w:rsid w:val="00D41F13"/>
    <w:rsid w:val="00D56C9E"/>
    <w:rsid w:val="00D575C6"/>
    <w:rsid w:val="00D57F2B"/>
    <w:rsid w:val="00D677E3"/>
    <w:rsid w:val="00D769E6"/>
    <w:rsid w:val="00D807F9"/>
    <w:rsid w:val="00D8135D"/>
    <w:rsid w:val="00D8264B"/>
    <w:rsid w:val="00D82E13"/>
    <w:rsid w:val="00D855F6"/>
    <w:rsid w:val="00D90E01"/>
    <w:rsid w:val="00D90FB1"/>
    <w:rsid w:val="00D96B7E"/>
    <w:rsid w:val="00D97136"/>
    <w:rsid w:val="00DA0975"/>
    <w:rsid w:val="00DA6CAB"/>
    <w:rsid w:val="00DB5AF9"/>
    <w:rsid w:val="00DB7596"/>
    <w:rsid w:val="00DC6190"/>
    <w:rsid w:val="00DD0C67"/>
    <w:rsid w:val="00DD5725"/>
    <w:rsid w:val="00DD6D81"/>
    <w:rsid w:val="00DE2501"/>
    <w:rsid w:val="00DE4103"/>
    <w:rsid w:val="00DF38BE"/>
    <w:rsid w:val="00E00F4D"/>
    <w:rsid w:val="00E06F64"/>
    <w:rsid w:val="00E11D83"/>
    <w:rsid w:val="00E14DFD"/>
    <w:rsid w:val="00E1631B"/>
    <w:rsid w:val="00E16A73"/>
    <w:rsid w:val="00E24EC5"/>
    <w:rsid w:val="00E25687"/>
    <w:rsid w:val="00E25B6F"/>
    <w:rsid w:val="00E35EA9"/>
    <w:rsid w:val="00E4095D"/>
    <w:rsid w:val="00E416CE"/>
    <w:rsid w:val="00E43348"/>
    <w:rsid w:val="00E45771"/>
    <w:rsid w:val="00E51FD6"/>
    <w:rsid w:val="00E54387"/>
    <w:rsid w:val="00E54697"/>
    <w:rsid w:val="00E54BD6"/>
    <w:rsid w:val="00E57E5E"/>
    <w:rsid w:val="00E62ACE"/>
    <w:rsid w:val="00E64232"/>
    <w:rsid w:val="00E64991"/>
    <w:rsid w:val="00E658D9"/>
    <w:rsid w:val="00E76341"/>
    <w:rsid w:val="00E8056D"/>
    <w:rsid w:val="00E81746"/>
    <w:rsid w:val="00E91B10"/>
    <w:rsid w:val="00E92461"/>
    <w:rsid w:val="00E93F37"/>
    <w:rsid w:val="00E96150"/>
    <w:rsid w:val="00EB1724"/>
    <w:rsid w:val="00EB3344"/>
    <w:rsid w:val="00EB737F"/>
    <w:rsid w:val="00ED2BA2"/>
    <w:rsid w:val="00EE59B8"/>
    <w:rsid w:val="00EE76B3"/>
    <w:rsid w:val="00EF2565"/>
    <w:rsid w:val="00EF794C"/>
    <w:rsid w:val="00F000D5"/>
    <w:rsid w:val="00F00D90"/>
    <w:rsid w:val="00F10CB0"/>
    <w:rsid w:val="00F11902"/>
    <w:rsid w:val="00F1371A"/>
    <w:rsid w:val="00F26C15"/>
    <w:rsid w:val="00F27E27"/>
    <w:rsid w:val="00F31CE8"/>
    <w:rsid w:val="00F338A7"/>
    <w:rsid w:val="00F4048C"/>
    <w:rsid w:val="00F458BF"/>
    <w:rsid w:val="00F563F4"/>
    <w:rsid w:val="00F632F3"/>
    <w:rsid w:val="00F70787"/>
    <w:rsid w:val="00F77115"/>
    <w:rsid w:val="00F807EE"/>
    <w:rsid w:val="00F92125"/>
    <w:rsid w:val="00F977B6"/>
    <w:rsid w:val="00FA3919"/>
    <w:rsid w:val="00FC170B"/>
    <w:rsid w:val="00FC2D6A"/>
    <w:rsid w:val="00FC5E05"/>
    <w:rsid w:val="00FD2E63"/>
    <w:rsid w:val="00FD6C07"/>
    <w:rsid w:val="00FE1C34"/>
    <w:rsid w:val="00FE50FE"/>
    <w:rsid w:val="00FE5C9C"/>
    <w:rsid w:val="00FE7DA6"/>
    <w:rsid w:val="00FF5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3" w:unhideWhenUsed="0"/>
    <w:lsdException w:name="heading 1" w:semiHidden="0" w:uiPriority="4" w:unhideWhenUsed="0" w:qFormat="1"/>
    <w:lsdException w:name="heading 2" w:uiPriority="14" w:qFormat="1"/>
    <w:lsdException w:name="heading 3" w:uiPriority="14" w:qFormat="1"/>
    <w:lsdException w:name="heading 4" w:uiPriority="9"/>
    <w:lsdException w:name="heading 5" w:uiPriority="9" w:qFormat="1"/>
    <w:lsdException w:name="heading 6" w:uiPriority="9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 w:unhideWhenUsed="0"/>
    <w:lsdException w:name="toc 6" w:uiPriority="39" w:unhideWhenUsed="0"/>
    <w:lsdException w:name="toc 7" w:uiPriority="39" w:unhideWhenUsed="0"/>
    <w:lsdException w:name="toc 8" w:uiPriority="39" w:unhideWhenUsed="0"/>
    <w:lsdException w:name="toc 9" w:uiPriority="39" w:unhideWhenUsed="0"/>
    <w:lsdException w:name="caption" w:uiPriority="35" w:unhideWhenUsed="0" w:qFormat="1"/>
    <w:lsdException w:name="Title" w:semiHidden="0" w:uiPriority="1" w:unhideWhenUsed="0" w:qFormat="1"/>
    <w:lsdException w:name="Subtitle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qFormat="1"/>
  </w:latentStyles>
  <w:style w:type="paragraph" w:default="1" w:styleId="Normal">
    <w:name w:val="Normal"/>
    <w:uiPriority w:val="99"/>
    <w:rsid w:val="005B5CFD"/>
    <w:pPr>
      <w:contextualSpacing/>
    </w:pPr>
  </w:style>
  <w:style w:type="paragraph" w:styleId="Heading1">
    <w:name w:val="heading 1"/>
    <w:basedOn w:val="Normal"/>
    <w:next w:val="a"/>
    <w:link w:val="Heading1Char"/>
    <w:uiPriority w:val="4"/>
    <w:qFormat/>
    <w:rsid w:val="00E64991"/>
    <w:pPr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Heading3"/>
    <w:next w:val="Normal"/>
    <w:link w:val="Heading2Char"/>
    <w:uiPriority w:val="13"/>
    <w:unhideWhenUsed/>
    <w:qFormat/>
    <w:rsid w:val="00E64991"/>
    <w:pPr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14"/>
    <w:unhideWhenUsed/>
    <w:qFormat/>
    <w:rsid w:val="00E6499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15"/>
    <w:semiHidden/>
    <w:unhideWhenUsed/>
    <w:rsid w:val="001850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649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32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6499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2"/>
    <w:qFormat/>
    <w:rsid w:val="00BB0E15"/>
    <w:pPr>
      <w:jc w:val="both"/>
    </w:pPr>
    <w:rPr>
      <w:sz w:val="32"/>
    </w:rPr>
  </w:style>
  <w:style w:type="character" w:customStyle="1" w:styleId="NoSpacingChar">
    <w:name w:val="No Spacing Char"/>
    <w:basedOn w:val="DefaultParagraphFont"/>
    <w:link w:val="NoSpacing"/>
    <w:uiPriority w:val="12"/>
    <w:rsid w:val="003A6AE9"/>
    <w:rPr>
      <w:sz w:val="32"/>
    </w:rPr>
  </w:style>
  <w:style w:type="character" w:customStyle="1" w:styleId="Heading1Char">
    <w:name w:val="Heading 1 Char"/>
    <w:basedOn w:val="DefaultParagraphFont"/>
    <w:link w:val="Heading1"/>
    <w:uiPriority w:val="4"/>
    <w:rsid w:val="00E64991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3"/>
    <w:rsid w:val="003A6A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14"/>
    <w:rsid w:val="00E64991"/>
    <w:rPr>
      <w:rFonts w:asciiTheme="majorHAnsi" w:eastAsiaTheme="majorEastAsia" w:hAnsiTheme="majorHAnsi" w:cstheme="majorBidi"/>
      <w:b/>
      <w:bCs/>
      <w:color w:val="4F81BD" w:themeColor="accent1"/>
      <w:sz w:val="32"/>
    </w:rPr>
  </w:style>
  <w:style w:type="character" w:customStyle="1" w:styleId="Heading4Char">
    <w:name w:val="Heading 4 Char"/>
    <w:basedOn w:val="DefaultParagraphFont"/>
    <w:link w:val="Heading4"/>
    <w:uiPriority w:val="15"/>
    <w:semiHidden/>
    <w:rsid w:val="003A6A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4991"/>
    <w:rPr>
      <w:rFonts w:asciiTheme="majorHAnsi" w:eastAsiaTheme="majorEastAsia" w:hAnsiTheme="majorHAnsi" w:cstheme="majorBidi"/>
      <w:color w:val="243F60" w:themeColor="accent1" w:themeShade="7F"/>
      <w:sz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4991"/>
    <w:rPr>
      <w:rFonts w:asciiTheme="majorHAnsi" w:eastAsiaTheme="majorEastAsia" w:hAnsiTheme="majorHAnsi" w:cstheme="majorBidi"/>
      <w:i/>
      <w:iCs/>
      <w:color w:val="243F60" w:themeColor="accent1" w:themeShade="7F"/>
      <w:sz w:val="32"/>
    </w:rPr>
  </w:style>
  <w:style w:type="paragraph" w:styleId="NormalWeb">
    <w:name w:val="Normal (Web)"/>
    <w:basedOn w:val="Normal"/>
    <w:uiPriority w:val="99"/>
    <w:semiHidden/>
    <w:unhideWhenUsed/>
    <w:rsid w:val="008C4DA5"/>
  </w:style>
  <w:style w:type="paragraph" w:styleId="DocumentMap">
    <w:name w:val="Document Map"/>
    <w:basedOn w:val="Normal"/>
    <w:link w:val="DocumentMapChar"/>
    <w:uiPriority w:val="99"/>
    <w:semiHidden/>
    <w:unhideWhenUsed/>
    <w:rsid w:val="008C4DA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4DA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rsid w:val="00B5044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DA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rsid w:val="00B5044F"/>
    <w:rPr>
      <w:b/>
      <w:bCs/>
    </w:rPr>
  </w:style>
  <w:style w:type="paragraph" w:styleId="Title">
    <w:name w:val="Title"/>
    <w:basedOn w:val="Normal"/>
    <w:next w:val="a"/>
    <w:link w:val="TitleChar"/>
    <w:uiPriority w:val="1"/>
    <w:qFormat/>
    <w:rsid w:val="00E64991"/>
    <w:pPr>
      <w:jc w:val="center"/>
    </w:pPr>
    <w:rPr>
      <w:b/>
      <w:smallCaps/>
      <w:spacing w:val="5"/>
      <w:kern w:val="40"/>
      <w:sz w:val="40"/>
    </w:rPr>
  </w:style>
  <w:style w:type="character" w:customStyle="1" w:styleId="TitleChar">
    <w:name w:val="Title Char"/>
    <w:basedOn w:val="DefaultParagraphFont"/>
    <w:link w:val="Title"/>
    <w:uiPriority w:val="1"/>
    <w:rsid w:val="00E64991"/>
    <w:rPr>
      <w:b/>
      <w:smallCaps/>
      <w:spacing w:val="5"/>
      <w:kern w:val="40"/>
      <w:sz w:val="40"/>
    </w:rPr>
  </w:style>
  <w:style w:type="paragraph" w:customStyle="1" w:styleId="AuthorLine">
    <w:name w:val="Author Line"/>
    <w:basedOn w:val="Normal"/>
    <w:next w:val="a"/>
    <w:uiPriority w:val="3"/>
    <w:qFormat/>
    <w:rsid w:val="00E64991"/>
    <w:pPr>
      <w:jc w:val="center"/>
    </w:pPr>
    <w:rPr>
      <w:rFonts w:eastAsia="Times New Roman"/>
      <w:sz w:val="32"/>
    </w:rPr>
  </w:style>
  <w:style w:type="paragraph" w:customStyle="1" w:styleId="Regular">
    <w:name w:val="Regular"/>
    <w:basedOn w:val="Normal"/>
    <w:uiPriority w:val="6"/>
    <w:qFormat/>
    <w:rsid w:val="00E64991"/>
    <w:pPr>
      <w:ind w:firstLine="360"/>
      <w:jc w:val="both"/>
    </w:pPr>
    <w:rPr>
      <w:rFonts w:eastAsia="Times New Roman"/>
    </w:rPr>
  </w:style>
  <w:style w:type="paragraph" w:customStyle="1" w:styleId="EndLine">
    <w:name w:val="End Line"/>
    <w:basedOn w:val="Normal"/>
    <w:next w:val="Regular"/>
    <w:uiPriority w:val="8"/>
    <w:qFormat/>
    <w:rsid w:val="00E64991"/>
    <w:pPr>
      <w:jc w:val="center"/>
    </w:pPr>
    <w:rPr>
      <w:rFonts w:eastAsia="Times New Roman"/>
      <w:b/>
      <w:bCs/>
      <w:sz w:val="28"/>
    </w:rPr>
  </w:style>
  <w:style w:type="paragraph" w:customStyle="1" w:styleId="a0">
    <w:name w:val="***"/>
    <w:basedOn w:val="Normal"/>
    <w:next w:val="Regular"/>
    <w:uiPriority w:val="7"/>
    <w:qFormat/>
    <w:rsid w:val="00E64991"/>
    <w:pPr>
      <w:spacing w:before="45" w:after="45"/>
      <w:jc w:val="center"/>
    </w:pPr>
    <w:rPr>
      <w:rFonts w:eastAsia="Times New Roman"/>
      <w:b/>
      <w:bCs/>
    </w:rPr>
  </w:style>
  <w:style w:type="paragraph" w:customStyle="1" w:styleId="a">
    <w:name w:val="&lt;&gt;"/>
    <w:basedOn w:val="Normal"/>
    <w:next w:val="Regular"/>
    <w:uiPriority w:val="2"/>
    <w:qFormat/>
    <w:rsid w:val="00E64991"/>
    <w:pPr>
      <w:jc w:val="center"/>
    </w:pPr>
    <w:rPr>
      <w:rFonts w:eastAsia="Times New Roman"/>
      <w:sz w:val="28"/>
    </w:rPr>
  </w:style>
  <w:style w:type="paragraph" w:customStyle="1" w:styleId="ChptrNotes">
    <w:name w:val="Chptr Notes"/>
    <w:basedOn w:val="Normal"/>
    <w:next w:val="Regular"/>
    <w:uiPriority w:val="5"/>
    <w:qFormat/>
    <w:rsid w:val="00E64991"/>
    <w:pPr>
      <w:jc w:val="center"/>
    </w:pPr>
    <w:rPr>
      <w:rFonts w:cs="Book Antiqua Italic"/>
      <w:i/>
      <w:iCs/>
    </w:rPr>
  </w:style>
  <w:style w:type="paragraph" w:customStyle="1" w:styleId="PoemLine">
    <w:name w:val="Poem Line"/>
    <w:basedOn w:val="Normal"/>
    <w:next w:val="Regular"/>
    <w:uiPriority w:val="10"/>
    <w:qFormat/>
    <w:rsid w:val="00E64991"/>
    <w:pPr>
      <w:jc w:val="center"/>
    </w:pPr>
  </w:style>
  <w:style w:type="paragraph" w:customStyle="1" w:styleId="PoemTitle">
    <w:name w:val="Poem Title"/>
    <w:basedOn w:val="Normal"/>
    <w:next w:val="PoemLine"/>
    <w:uiPriority w:val="9"/>
    <w:qFormat/>
    <w:rsid w:val="00E64991"/>
    <w:pPr>
      <w:jc w:val="center"/>
    </w:pPr>
    <w:rPr>
      <w:b/>
      <w:sz w:val="28"/>
    </w:rPr>
  </w:style>
  <w:style w:type="paragraph" w:customStyle="1" w:styleId="Start">
    <w:name w:val="Start &lt;&gt;"/>
    <w:basedOn w:val="Normal"/>
    <w:next w:val="Normal"/>
    <w:qFormat/>
    <w:rsid w:val="00E64991"/>
    <w:pPr>
      <w:jc w:val="center"/>
    </w:pPr>
    <w:rPr>
      <w:sz w:val="40"/>
    </w:rPr>
  </w:style>
  <w:style w:type="paragraph" w:customStyle="1" w:styleId="Poet">
    <w:name w:val="Poet"/>
    <w:basedOn w:val="a"/>
    <w:uiPriority w:val="11"/>
    <w:qFormat/>
    <w:rsid w:val="00E649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alibre%20Backups-Rose\eBook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A8C1F-D3F8-4E42-AE78-4FE63474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eBook Template</Template>
  <TotalTime>6</TotalTime>
  <Pages>3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</dc:creator>
  <cp:lastModifiedBy>Rose</cp:lastModifiedBy>
  <cp:revision>1</cp:revision>
  <dcterms:created xsi:type="dcterms:W3CDTF">2014-01-05T05:44:00Z</dcterms:created>
  <dcterms:modified xsi:type="dcterms:W3CDTF">2014-01-05T05:50:00Z</dcterms:modified>
</cp:coreProperties>
</file>